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D8C80">
      <w:pPr>
        <w:pStyle w:val="17"/>
        <w:jc w:val="center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36"/>
        </w:rPr>
        <w:t>拟签订采购合同文本</w:t>
      </w:r>
    </w:p>
    <w:p w14:paraId="4384C7B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jc w:val="center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本格式条款供双方签订合同参考，采购人可根据项目的实际情况增减条款和内容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）</w:t>
      </w:r>
    </w:p>
    <w:p w14:paraId="40AD84C5">
      <w:pPr>
        <w:pStyle w:val="18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2AC97FF4">
      <w:pPr>
        <w:pStyle w:val="18"/>
        <w:ind w:left="0" w:leftChars="0" w:firstLine="0" w:firstLineChars="0"/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  <w:lang w:val="en-US" w:eastAsia="zh-CN" w:bidi="ar"/>
        </w:rPr>
        <w:t>合同编号:</w:t>
      </w:r>
    </w:p>
    <w:p w14:paraId="291671ED">
      <w:pPr>
        <w:pStyle w:val="5"/>
        <w:jc w:val="center"/>
        <w:rPr>
          <w:rFonts w:hint="eastAsia" w:ascii="宋体" w:hAnsi="宋体" w:eastAsia="宋体" w:cs="宋体"/>
          <w:b/>
          <w:color w:val="000000"/>
          <w:kern w:val="0"/>
          <w:sz w:val="42"/>
          <w:szCs w:val="42"/>
        </w:rPr>
      </w:pPr>
    </w:p>
    <w:p w14:paraId="2EB6E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西安市城市地下管网及设施安全能力提升巡查项目（1+5方案中实施项目）</w:t>
      </w:r>
    </w:p>
    <w:p w14:paraId="00B6D4EA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</w:p>
    <w:p w14:paraId="71396CD0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采</w:t>
      </w:r>
    </w:p>
    <w:p w14:paraId="5A5B842C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购</w:t>
      </w:r>
    </w:p>
    <w:p w14:paraId="5CDCDE64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合</w:t>
      </w:r>
    </w:p>
    <w:p w14:paraId="08E7E5B1">
      <w:pPr>
        <w:jc w:val="center"/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48"/>
          <w:szCs w:val="48"/>
          <w:highlight w:val="none"/>
          <w:lang w:val="en-US" w:eastAsia="zh-CN"/>
        </w:rPr>
        <w:t>同</w:t>
      </w:r>
    </w:p>
    <w:p w14:paraId="5342DB38">
      <w:pPr>
        <w:pStyle w:val="19"/>
        <w:rPr>
          <w:rFonts w:hint="eastAsia" w:ascii="宋体" w:hAnsi="宋体" w:eastAsia="宋体" w:cs="宋体"/>
          <w:b/>
          <w:color w:val="000000"/>
          <w:sz w:val="48"/>
          <w:szCs w:val="48"/>
        </w:rPr>
      </w:pPr>
    </w:p>
    <w:p w14:paraId="04334BC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D464D9D">
      <w:pPr>
        <w:pStyle w:val="19"/>
        <w:rPr>
          <w:rFonts w:hint="eastAsia" w:ascii="宋体" w:hAnsi="宋体" w:eastAsia="宋体" w:cs="宋体"/>
          <w:b/>
          <w:color w:val="000000"/>
          <w:sz w:val="52"/>
          <w:szCs w:val="52"/>
        </w:rPr>
      </w:pPr>
    </w:p>
    <w:p w14:paraId="1B63B302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采购人：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西安市水务局（本级） </w:t>
      </w:r>
    </w:p>
    <w:p w14:paraId="13AA95C7">
      <w:pPr>
        <w:pStyle w:val="19"/>
        <w:spacing w:line="480" w:lineRule="auto"/>
        <w:ind w:firstLine="2409" w:firstLineChars="100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供应商：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/>
          <w:lang w:val="en-US" w:eastAsia="zh-CN" w:bidi="ar-SA"/>
        </w:rPr>
        <w:t xml:space="preserve">                        </w:t>
      </w:r>
      <w:bookmarkStart w:id="0" w:name="_GoBack"/>
      <w:bookmarkEnd w:id="0"/>
    </w:p>
    <w:p w14:paraId="57DC2B31">
      <w:pPr>
        <w:pStyle w:val="19"/>
        <w:spacing w:line="600" w:lineRule="auto"/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年   月    日</w:t>
      </w:r>
    </w:p>
    <w:p w14:paraId="58D560F8"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br w:type="page"/>
      </w:r>
    </w:p>
    <w:p w14:paraId="2F5035FD">
      <w:pPr>
        <w:pStyle w:val="12"/>
        <w:bidi w:val="0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服务合同</w:t>
      </w:r>
    </w:p>
    <w:p w14:paraId="1E20B754">
      <w:pPr>
        <w:pStyle w:val="12"/>
        <w:bidi w:val="0"/>
        <w:rPr>
          <w:rFonts w:hint="eastAsia"/>
        </w:rPr>
      </w:pPr>
      <w:r>
        <w:rPr>
          <w:rFonts w:hint="eastAsia"/>
        </w:rPr>
        <w:t>甲方（采购人名称全称）：</w:t>
      </w:r>
    </w:p>
    <w:p w14:paraId="05B38760">
      <w:pPr>
        <w:pStyle w:val="12"/>
        <w:bidi w:val="0"/>
        <w:rPr>
          <w:rFonts w:hint="eastAsia"/>
        </w:rPr>
      </w:pPr>
      <w:r>
        <w:rPr>
          <w:rFonts w:hint="eastAsia"/>
        </w:rPr>
        <w:t>乙方（供应商名称全</w:t>
      </w:r>
      <w:r>
        <w:rPr>
          <w:rFonts w:hint="eastAsia"/>
          <w:lang w:eastAsia="zh-CN"/>
        </w:rPr>
        <w:t>称</w:t>
      </w:r>
      <w:r>
        <w:rPr>
          <w:rFonts w:hint="eastAsia"/>
        </w:rPr>
        <w:t>）：</w:t>
      </w:r>
    </w:p>
    <w:p w14:paraId="1507FC8F">
      <w:pPr>
        <w:pStyle w:val="1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</w:rPr>
      </w:pPr>
      <w:r>
        <w:rPr>
          <w:rFonts w:hint="eastAsia"/>
          <w:b w:val="0"/>
          <w:bCs/>
        </w:rPr>
        <w:t>根据《中华人民共和国政府采购法》、《中华人民共和国</w:t>
      </w:r>
      <w:r>
        <w:rPr>
          <w:rFonts w:hint="eastAsia"/>
          <w:b w:val="0"/>
          <w:bCs/>
          <w:lang w:eastAsia="zh-CN"/>
        </w:rPr>
        <w:t>民</w:t>
      </w:r>
      <w:r>
        <w:rPr>
          <w:rFonts w:hint="eastAsia"/>
          <w:b w:val="0"/>
          <w:bCs/>
        </w:rPr>
        <w:t>法</w:t>
      </w:r>
      <w:r>
        <w:rPr>
          <w:rFonts w:hint="eastAsia"/>
          <w:b w:val="0"/>
          <w:bCs/>
          <w:lang w:eastAsia="zh-CN"/>
        </w:rPr>
        <w:t>典</w:t>
      </w:r>
      <w:r>
        <w:rPr>
          <w:rFonts w:hint="eastAsia"/>
          <w:b w:val="0"/>
          <w:bCs/>
        </w:rPr>
        <w:t>》与项目行业有关的法律法规，以及本项目相关采购要求的规定，合同双方就乙方向</w:t>
      </w:r>
      <w:r>
        <w:rPr>
          <w:rFonts w:hint="eastAsia"/>
          <w:b w:val="0"/>
          <w:bCs/>
          <w:u w:val="none"/>
          <w:lang w:eastAsia="zh-CN"/>
        </w:rPr>
        <w:t>甲</w:t>
      </w:r>
      <w:r>
        <w:rPr>
          <w:rFonts w:hint="eastAsia"/>
          <w:b w:val="0"/>
          <w:bCs/>
          <w:u w:val="none"/>
        </w:rPr>
        <w:t>方提供</w:t>
      </w:r>
      <w:r>
        <w:rPr>
          <w:rFonts w:hint="eastAsia"/>
          <w:b w:val="0"/>
          <w:bCs/>
          <w:u w:val="single"/>
          <w:lang w:val="en-US" w:eastAsia="zh-CN"/>
        </w:rPr>
        <w:t>西安市城市地下管网及设施安全能力提升巡查项目（1+5方案中实施项目）</w:t>
      </w:r>
      <w:r>
        <w:rPr>
          <w:rFonts w:hint="eastAsia"/>
          <w:b w:val="0"/>
          <w:bCs/>
        </w:rPr>
        <w:t>服务事宜，经协商达成一致，确立本合同</w:t>
      </w:r>
      <w:r>
        <w:rPr>
          <w:rFonts w:hint="eastAsia"/>
        </w:rPr>
        <w:t>。</w:t>
      </w:r>
    </w:p>
    <w:p w14:paraId="6684C97D">
      <w:pPr>
        <w:pStyle w:val="14"/>
        <w:bidi w:val="0"/>
      </w:pPr>
      <w:r>
        <w:rPr>
          <w:rFonts w:hint="eastAsia"/>
        </w:rPr>
        <w:t>第一条 购买服务的内容及期限</w:t>
      </w:r>
    </w:p>
    <w:p w14:paraId="44C5D40C">
      <w:pPr>
        <w:pStyle w:val="12"/>
        <w:bidi w:val="0"/>
      </w:pPr>
      <w:r>
        <w:rPr>
          <w:rFonts w:hint="eastAsia"/>
        </w:rPr>
        <w:t>1、甲方以____________(政府采购方式)采购乙方提供的以下服务：_______________。内容包括：_______________ 。</w:t>
      </w:r>
    </w:p>
    <w:p w14:paraId="6F301E61">
      <w:pPr>
        <w:pStyle w:val="12"/>
        <w:bidi w:val="0"/>
      </w:pPr>
      <w:r>
        <w:rPr>
          <w:rFonts w:hint="eastAsia"/>
        </w:rPr>
        <w:t>2、本合同项目下的服务期限为：_______________</w:t>
      </w:r>
    </w:p>
    <w:p w14:paraId="624E7CCB">
      <w:pPr>
        <w:pStyle w:val="12"/>
        <w:bidi w:val="0"/>
      </w:pPr>
      <w:r>
        <w:rPr>
          <w:rFonts w:hint="eastAsia"/>
        </w:rPr>
        <w:t>自______年___________月______日至______年___________月______日止，共计______天。</w:t>
      </w:r>
    </w:p>
    <w:p w14:paraId="6094322A">
      <w:pPr>
        <w:pStyle w:val="12"/>
        <w:bidi w:val="0"/>
      </w:pPr>
      <w:r>
        <w:rPr>
          <w:rFonts w:hint="eastAsia"/>
        </w:rPr>
        <w:t>3、服务地点：_______________ 。</w:t>
      </w:r>
    </w:p>
    <w:p w14:paraId="4DE89283">
      <w:pPr>
        <w:pStyle w:val="14"/>
        <w:bidi w:val="0"/>
      </w:pPr>
      <w:r>
        <w:rPr>
          <w:rFonts w:hint="eastAsia"/>
        </w:rPr>
        <w:t>第二条 合同金额</w:t>
      </w:r>
    </w:p>
    <w:p w14:paraId="619150F6">
      <w:pPr>
        <w:pStyle w:val="12"/>
        <w:bidi w:val="0"/>
      </w:pPr>
      <w:r>
        <w:rPr>
          <w:rFonts w:hint="eastAsia"/>
        </w:rPr>
        <w:t>本合同服务费总金额为人民币(大写)：____________________________元(￥_______________元)。</w:t>
      </w:r>
    </w:p>
    <w:p w14:paraId="5737D6EF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服务质量标准为：</w:t>
      </w:r>
    </w:p>
    <w:p w14:paraId="60EF7DAB">
      <w:pPr>
        <w:pStyle w:val="12"/>
        <w:numPr>
          <w:ilvl w:val="0"/>
          <w:numId w:val="0"/>
        </w:numPr>
        <w:bidi w:val="0"/>
        <w:ind w:firstLine="480" w:firstLineChars="200"/>
      </w:pPr>
      <w:r>
        <w:rPr>
          <w:rFonts w:hint="eastAsia"/>
        </w:rPr>
        <w:t>_____________________________________________</w:t>
      </w:r>
    </w:p>
    <w:p w14:paraId="0737DDF3">
      <w:pPr>
        <w:pStyle w:val="12"/>
        <w:numPr>
          <w:ilvl w:val="0"/>
          <w:numId w:val="1"/>
        </w:numPr>
        <w:bidi w:val="0"/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验收方及验收标准</w:t>
      </w:r>
    </w:p>
    <w:p w14:paraId="30CCA30E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0F3A710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服务受益方评价标准及方法</w:t>
      </w:r>
    </w:p>
    <w:p w14:paraId="3D239728">
      <w:pPr>
        <w:pStyle w:val="12"/>
        <w:numPr>
          <w:ilvl w:val="0"/>
          <w:numId w:val="0"/>
        </w:numPr>
        <w:bidi w:val="0"/>
        <w:ind w:firstLine="480" w:firstLineChars="20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72E6187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双方权利和义务</w:t>
      </w:r>
    </w:p>
    <w:p w14:paraId="6C20F1D6">
      <w:pPr>
        <w:pStyle w:val="12"/>
        <w:bidi w:val="0"/>
      </w:pPr>
      <w:r>
        <w:rPr>
          <w:rFonts w:hint="eastAsia"/>
        </w:rPr>
        <w:t>1、甲方的权利和义务：_______________</w:t>
      </w:r>
    </w:p>
    <w:p w14:paraId="0F410A68">
      <w:pPr>
        <w:pStyle w:val="12"/>
        <w:bidi w:val="0"/>
      </w:pPr>
      <w:r>
        <w:rPr>
          <w:rFonts w:hint="eastAsia"/>
        </w:rPr>
        <w:t>2、乙方的权利和义务：_______________</w:t>
      </w:r>
    </w:p>
    <w:p w14:paraId="080EDB4D">
      <w:pPr>
        <w:pStyle w:val="14"/>
        <w:numPr>
          <w:ilvl w:val="0"/>
          <w:numId w:val="1"/>
        </w:numPr>
        <w:bidi w:val="0"/>
        <w:ind w:left="0" w:leftChars="0" w:firstLine="482" w:firstLineChars="200"/>
        <w:rPr>
          <w:rFonts w:hint="eastAsia"/>
        </w:rPr>
      </w:pPr>
      <w:r>
        <w:rPr>
          <w:rFonts w:hint="eastAsia"/>
        </w:rPr>
        <w:t>付款方式</w:t>
      </w:r>
    </w:p>
    <w:p w14:paraId="48828631">
      <w:pPr>
        <w:pStyle w:val="12"/>
        <w:bidi w:val="0"/>
      </w:pPr>
      <w:r>
        <w:rPr>
          <w:rFonts w:hint="eastAsia"/>
        </w:rPr>
        <w:t>注：根据服务类型选择以下任一种付款方式</w:t>
      </w:r>
    </w:p>
    <w:p w14:paraId="160B8A34">
      <w:pPr>
        <w:pStyle w:val="12"/>
        <w:bidi w:val="0"/>
      </w:pPr>
      <w:r>
        <w:rPr>
          <w:rFonts w:hint="eastAsia"/>
        </w:rPr>
        <w:t>1、一次性付款：_______________</w:t>
      </w:r>
    </w:p>
    <w:p w14:paraId="545C08D7">
      <w:pPr>
        <w:pStyle w:val="12"/>
        <w:bidi w:val="0"/>
      </w:pPr>
      <w:r>
        <w:rPr>
          <w:rFonts w:hint="eastAsia"/>
        </w:rPr>
        <w:t>乙方履约完毕经甲方验收合格后 日内，一次性支付全部服务费。</w:t>
      </w:r>
    </w:p>
    <w:p w14:paraId="01D8215E">
      <w:pPr>
        <w:pStyle w:val="12"/>
        <w:bidi w:val="0"/>
      </w:pPr>
      <w:r>
        <w:rPr>
          <w:rFonts w:hint="eastAsia"/>
        </w:rPr>
        <w:t>2、分期支付：_______________</w:t>
      </w:r>
    </w:p>
    <w:p w14:paraId="6AD83BA3">
      <w:pPr>
        <w:pStyle w:val="12"/>
        <w:bidi w:val="0"/>
      </w:pPr>
      <w:r>
        <w:rPr>
          <w:rFonts w:hint="eastAsia"/>
        </w:rPr>
        <w:t>(1) 按年/按季度/按月支付等额的服务费;</w:t>
      </w:r>
    </w:p>
    <w:p w14:paraId="7ADB9A0F">
      <w:pPr>
        <w:pStyle w:val="12"/>
        <w:bidi w:val="0"/>
      </w:pPr>
      <w:r>
        <w:rPr>
          <w:rFonts w:hint="eastAsia"/>
        </w:rPr>
        <w:t>(2)合同签订后______日内，甲方向乙方支付____________元(或服务费总额的 ________% );在交付服务成果后______日内，支付服务费总额的 ________%。</w:t>
      </w:r>
    </w:p>
    <w:p w14:paraId="2A855DCC">
      <w:pPr>
        <w:pStyle w:val="12"/>
        <w:bidi w:val="0"/>
      </w:pPr>
      <w:r>
        <w:rPr>
          <w:rFonts w:hint="eastAsia"/>
        </w:rPr>
        <w:t>(3)按进度支付服务费：_______________</w:t>
      </w:r>
    </w:p>
    <w:p w14:paraId="36CBDE90">
      <w:pPr>
        <w:pStyle w:val="12"/>
        <w:bidi w:val="0"/>
      </w:pPr>
      <w:r>
        <w:rPr>
          <w:rFonts w:hint="eastAsia"/>
        </w:rPr>
        <w:t>1)服务人员到达服务地并提交服务实施方案后__天内，甲方应将总服务费的__________%付给乙方。</w:t>
      </w:r>
    </w:p>
    <w:p w14:paraId="1438EEB4">
      <w:pPr>
        <w:pStyle w:val="12"/>
        <w:bidi w:val="0"/>
      </w:pPr>
      <w:r>
        <w:rPr>
          <w:rFonts w:hint="eastAsia"/>
        </w:rPr>
        <w:t>2)第二次付款为总服务费的__________%，甲方应在乙方已经准备好，并递交了服务报告及其它相关文件，而这些报告和文件符合合同附件的要求并被甲方验收后付给乙方。</w:t>
      </w:r>
    </w:p>
    <w:p w14:paraId="5C2242A3">
      <w:pPr>
        <w:pStyle w:val="12"/>
        <w:bidi w:val="0"/>
      </w:pPr>
      <w:r>
        <w:rPr>
          <w:rFonts w:hint="eastAsia"/>
        </w:rPr>
        <w:t>3)最后一次付款额应为总服务费的__________%，甲方应在乙方递交了服务总结报告和说明并完全履行合同完毕 日内付给乙方。</w:t>
      </w:r>
    </w:p>
    <w:p w14:paraId="74D91B7E">
      <w:pPr>
        <w:pStyle w:val="14"/>
        <w:bidi w:val="0"/>
      </w:pPr>
      <w:r>
        <w:rPr>
          <w:rFonts w:hint="eastAsia"/>
        </w:rPr>
        <w:t>第八条 违约责任</w:t>
      </w:r>
    </w:p>
    <w:p w14:paraId="710E68A7">
      <w:pPr>
        <w:pStyle w:val="12"/>
        <w:bidi w:val="0"/>
      </w:pPr>
      <w:r>
        <w:rPr>
          <w:rFonts w:hint="eastAsia"/>
        </w:rPr>
        <w:t>1、乙方提供的服务不符合采购文件、报价文件或本合同规定的，甲方有权拒收，并且乙方须向甲方支付本合同总价__________%的违约金。</w:t>
      </w:r>
    </w:p>
    <w:p w14:paraId="2DD148F7">
      <w:pPr>
        <w:pStyle w:val="12"/>
        <w:bidi w:val="0"/>
      </w:pPr>
      <w:r>
        <w:rPr>
          <w:rFonts w:hint="eastAsia"/>
        </w:rPr>
        <w:t>2、乙方未能按本合同规定的服务时间提供服务，从逾期之日起每日按本合同总价__________%的数额向甲方支付违约金;逾期半个月以上的，甲方有权终止合同，由此造成的甲方经济损失由乙方承担。</w:t>
      </w:r>
    </w:p>
    <w:p w14:paraId="054CE93D">
      <w:pPr>
        <w:pStyle w:val="12"/>
        <w:bidi w:val="0"/>
      </w:pPr>
      <w:r>
        <w:rPr>
          <w:rFonts w:hint="eastAsia"/>
        </w:rPr>
        <w:t>3、未经甲方同意乙方不得私自将该服务转包第三方完成。如私自转包，则处本合同总价__________%的违约金。</w:t>
      </w:r>
    </w:p>
    <w:p w14:paraId="7740C637">
      <w:pPr>
        <w:pStyle w:val="12"/>
        <w:bidi w:val="0"/>
      </w:pPr>
      <w:r>
        <w:rPr>
          <w:rFonts w:hint="eastAsia"/>
        </w:rPr>
        <w:t>4、甲方无正当理由拒绝接受服务，到期拒付服务款项的，甲方向乙方偿付本合同总价的__________%的违约金。甲方逾期付款，则每日按逾期金额的__________%向乙方偿付违约金。</w:t>
      </w:r>
    </w:p>
    <w:p w14:paraId="5886EC22">
      <w:pPr>
        <w:pStyle w:val="12"/>
        <w:bidi w:val="0"/>
      </w:pPr>
      <w:r>
        <w:rPr>
          <w:rFonts w:hint="eastAsia"/>
        </w:rPr>
        <w:t>5、其它违约责任按《中华人民共和国民法典》处理。</w:t>
      </w:r>
    </w:p>
    <w:p w14:paraId="037C435B">
      <w:pPr>
        <w:pStyle w:val="14"/>
        <w:bidi w:val="0"/>
        <w:rPr>
          <w:rFonts w:hint="eastAsia"/>
        </w:rPr>
      </w:pPr>
      <w:r>
        <w:rPr>
          <w:rFonts w:hint="eastAsia"/>
        </w:rPr>
        <w:t>第九条 知识产权归属</w:t>
      </w:r>
    </w:p>
    <w:p w14:paraId="513AEC3E">
      <w:pPr>
        <w:pStyle w:val="12"/>
        <w:bidi w:val="0"/>
        <w:rPr>
          <w:rFonts w:hint="eastAsia"/>
        </w:rPr>
      </w:pPr>
      <w:r>
        <w:rPr>
          <w:rFonts w:hint="eastAsia"/>
        </w:rPr>
        <w:t>_____________________________________________</w:t>
      </w:r>
    </w:p>
    <w:p w14:paraId="513DE6C9">
      <w:pPr>
        <w:pStyle w:val="14"/>
        <w:bidi w:val="0"/>
      </w:pPr>
      <w:r>
        <w:rPr>
          <w:rFonts w:hint="eastAsia"/>
        </w:rPr>
        <w:t>第十条 保密条款</w:t>
      </w:r>
    </w:p>
    <w:p w14:paraId="6D847B7A">
      <w:pPr>
        <w:pStyle w:val="12"/>
        <w:bidi w:val="0"/>
      </w:pPr>
      <w:r>
        <w:rPr>
          <w:rFonts w:hint="eastAsia"/>
        </w:rPr>
        <w:t>1、乙方对甲方提供的资料负有保密义务，未经甲方同意，不得向项目无关单位和个人提供有关资料。如发生以上情况，甲方有权索赔。</w:t>
      </w:r>
    </w:p>
    <w:p w14:paraId="796475DC">
      <w:pPr>
        <w:pStyle w:val="12"/>
        <w:bidi w:val="0"/>
      </w:pPr>
      <w:r>
        <w:rPr>
          <w:rFonts w:hint="eastAsia"/>
        </w:rPr>
        <w:t>2、甲方有义务保护乙方的知识产权，未经乙方同意，甲方对工程</w:t>
      </w:r>
      <w:r>
        <w:rPr>
          <w:rFonts w:hint="eastAsia"/>
          <w:lang w:eastAsia="zh-CN"/>
        </w:rPr>
        <w:t>服务</w:t>
      </w:r>
      <w:r>
        <w:rPr>
          <w:rFonts w:hint="eastAsia"/>
        </w:rPr>
        <w:t>单位交付的成果文件、资料不得向第三方转让或用于本合同以外的项目。如发生以上情况，乙方有权索赔。</w:t>
      </w:r>
    </w:p>
    <w:p w14:paraId="5A13E39E">
      <w:pPr>
        <w:pStyle w:val="14"/>
        <w:bidi w:val="0"/>
      </w:pPr>
      <w:r>
        <w:rPr>
          <w:rFonts w:hint="eastAsia"/>
        </w:rPr>
        <w:t>第十一条 争议的解决</w:t>
      </w:r>
    </w:p>
    <w:p w14:paraId="717B60E9">
      <w:pPr>
        <w:pStyle w:val="12"/>
        <w:bidi w:val="0"/>
      </w:pPr>
      <w:r>
        <w:rPr>
          <w:rFonts w:hint="eastAsia"/>
        </w:rPr>
        <w:t>本合同执行过程中发生的任何争议，如双方不能通过友好协商解决，由合同签订地法院处理。</w:t>
      </w:r>
    </w:p>
    <w:p w14:paraId="26177DA3">
      <w:pPr>
        <w:pStyle w:val="14"/>
        <w:bidi w:val="0"/>
      </w:pPr>
      <w:r>
        <w:rPr>
          <w:rFonts w:hint="eastAsia"/>
        </w:rPr>
        <w:t>第十二条 不可抗力</w:t>
      </w:r>
    </w:p>
    <w:p w14:paraId="6A683C72">
      <w:pPr>
        <w:pStyle w:val="12"/>
        <w:bidi w:val="0"/>
      </w:pPr>
      <w:r>
        <w:rPr>
          <w:rFonts w:hint="eastAsia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731AC321">
      <w:pPr>
        <w:pStyle w:val="14"/>
        <w:bidi w:val="0"/>
      </w:pPr>
      <w:r>
        <w:rPr>
          <w:rFonts w:hint="eastAsia"/>
        </w:rPr>
        <w:t>第十三条 合同的终止</w:t>
      </w:r>
    </w:p>
    <w:p w14:paraId="53A4D30C">
      <w:pPr>
        <w:pStyle w:val="12"/>
        <w:bidi w:val="0"/>
        <w:rPr>
          <w:rFonts w:hint="eastAsia"/>
        </w:rPr>
      </w:pPr>
      <w:r>
        <w:rPr>
          <w:rFonts w:hint="eastAsia"/>
        </w:rPr>
        <w:t>1、合同期满，双方未续签的;</w:t>
      </w:r>
    </w:p>
    <w:p w14:paraId="066B1025">
      <w:pPr>
        <w:pStyle w:val="12"/>
        <w:bidi w:val="0"/>
        <w:rPr>
          <w:rFonts w:hint="eastAsia"/>
        </w:rPr>
      </w:pPr>
      <w:r>
        <w:rPr>
          <w:rFonts w:hint="eastAsia"/>
        </w:rPr>
        <w:t>2、乙方服务能力丧失，致使服务无法正常进行的;</w:t>
      </w:r>
    </w:p>
    <w:p w14:paraId="549B3ECF">
      <w:pPr>
        <w:pStyle w:val="12"/>
        <w:bidi w:val="0"/>
        <w:rPr>
          <w:rFonts w:hint="eastAsia"/>
        </w:rPr>
      </w:pPr>
      <w:r>
        <w:rPr>
          <w:rFonts w:hint="eastAsia"/>
        </w:rPr>
        <w:t>3、在履行合同过程中，发现乙方已不符合国办发〔2013〕96号、陕政办发[2014]107号文件规定的承接主体应具备的条件，造成合同无法履行的。</w:t>
      </w:r>
    </w:p>
    <w:p w14:paraId="5A9D8D25">
      <w:pPr>
        <w:pStyle w:val="14"/>
        <w:bidi w:val="0"/>
        <w:rPr>
          <w:rFonts w:hint="eastAsia"/>
        </w:rPr>
      </w:pPr>
      <w:r>
        <w:rPr>
          <w:rFonts w:hint="eastAsia"/>
        </w:rPr>
        <w:t>第十四条 税费</w:t>
      </w:r>
    </w:p>
    <w:p w14:paraId="0EF1AA1B">
      <w:pPr>
        <w:pStyle w:val="12"/>
        <w:bidi w:val="0"/>
        <w:rPr>
          <w:rFonts w:hint="eastAsia"/>
        </w:rPr>
      </w:pPr>
      <w:r>
        <w:rPr>
          <w:rFonts w:hint="eastAsia"/>
        </w:rPr>
        <w:t>此项目发生的与本合同执行有关的一切税费均由乙方负担。</w:t>
      </w:r>
    </w:p>
    <w:p w14:paraId="70DB18E8">
      <w:pPr>
        <w:pStyle w:val="14"/>
        <w:bidi w:val="0"/>
        <w:rPr>
          <w:rFonts w:hint="eastAsia"/>
        </w:rPr>
      </w:pPr>
      <w:r>
        <w:rPr>
          <w:rFonts w:hint="eastAsia"/>
        </w:rPr>
        <w:t>第十五条 其它</w:t>
      </w:r>
    </w:p>
    <w:p w14:paraId="68B99164">
      <w:pPr>
        <w:pStyle w:val="12"/>
        <w:bidi w:val="0"/>
        <w:rPr>
          <w:rFonts w:hint="eastAsia"/>
        </w:rPr>
      </w:pPr>
      <w:r>
        <w:rPr>
          <w:rFonts w:hint="eastAsia"/>
        </w:rPr>
        <w:t>1、本合同所有附件及政府采购文件均为合同的有效组成部分，与本合同具有同等法律效力。</w:t>
      </w:r>
    </w:p>
    <w:p w14:paraId="004BDE25">
      <w:pPr>
        <w:pStyle w:val="12"/>
        <w:bidi w:val="0"/>
        <w:rPr>
          <w:rFonts w:hint="eastAsia"/>
        </w:rPr>
      </w:pPr>
      <w:r>
        <w:rPr>
          <w:rFonts w:hint="eastAsia"/>
        </w:rPr>
        <w:t>2、在执行本合同的过程中，所有经双方签署确认的文件(包括会议纪要、补充协议、往来信函)即成为本合同的有效组成部分。</w:t>
      </w:r>
    </w:p>
    <w:p w14:paraId="5B0DEEF6">
      <w:pPr>
        <w:pStyle w:val="12"/>
        <w:bidi w:val="0"/>
        <w:rPr>
          <w:rFonts w:hint="eastAsia"/>
        </w:rPr>
      </w:pPr>
      <w:r>
        <w:rPr>
          <w:rFonts w:hint="eastAsia"/>
        </w:rPr>
        <w:t>3、如一方地址、电话、传真号码有变更，应在变更当日内书面通知对方，否则，应承担相应责任。</w:t>
      </w:r>
    </w:p>
    <w:p w14:paraId="45DA44C2">
      <w:pPr>
        <w:pStyle w:val="14"/>
        <w:bidi w:val="0"/>
        <w:rPr>
          <w:rFonts w:hint="eastAsia"/>
        </w:rPr>
      </w:pPr>
      <w:r>
        <w:rPr>
          <w:rFonts w:hint="eastAsia"/>
        </w:rPr>
        <w:t>第十六条 补充条款</w:t>
      </w:r>
    </w:p>
    <w:p w14:paraId="324AEC96">
      <w:pPr>
        <w:pStyle w:val="12"/>
        <w:bidi w:val="0"/>
        <w:rPr>
          <w:rFonts w:hint="eastAsia"/>
        </w:rPr>
      </w:pPr>
      <w:r>
        <w:rPr>
          <w:rFonts w:hint="eastAsia"/>
        </w:rPr>
        <w:t>1、谅解与备忘条款：_______________</w:t>
      </w:r>
    </w:p>
    <w:p w14:paraId="602143B8">
      <w:pPr>
        <w:pStyle w:val="12"/>
        <w:bidi w:val="0"/>
        <w:rPr>
          <w:rFonts w:hint="eastAsia"/>
        </w:rPr>
      </w:pPr>
      <w:r>
        <w:rPr>
          <w:rFonts w:hint="eastAsia"/>
        </w:rPr>
        <w:t>2、双方不可撤销的责任与义务：_______________</w:t>
      </w:r>
    </w:p>
    <w:p w14:paraId="06BA39CA">
      <w:pPr>
        <w:pStyle w:val="12"/>
        <w:bidi w:val="0"/>
        <w:rPr>
          <w:rFonts w:hint="eastAsia"/>
        </w:rPr>
      </w:pPr>
      <w:r>
        <w:rPr>
          <w:rFonts w:hint="eastAsia"/>
        </w:rPr>
        <w:t>3、双方约定以下补充条款：_______________</w:t>
      </w:r>
    </w:p>
    <w:p w14:paraId="310C1FC3">
      <w:pPr>
        <w:pStyle w:val="14"/>
        <w:bidi w:val="0"/>
        <w:rPr>
          <w:rFonts w:hint="eastAsia"/>
        </w:rPr>
      </w:pPr>
      <w:r>
        <w:rPr>
          <w:rFonts w:hint="eastAsia"/>
        </w:rPr>
        <w:t>第十七条 合同生效</w:t>
      </w:r>
    </w:p>
    <w:p w14:paraId="31632232">
      <w:pPr>
        <w:pStyle w:val="12"/>
        <w:bidi w:val="0"/>
        <w:rPr>
          <w:rFonts w:hint="eastAsia"/>
        </w:rPr>
      </w:pPr>
      <w:r>
        <w:rPr>
          <w:rFonts w:hint="eastAsia"/>
        </w:rPr>
        <w:t>1、本合同订立时间： ________年 ________月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</w:rPr>
        <w:t>日</w:t>
      </w:r>
    </w:p>
    <w:p w14:paraId="7AB78BED">
      <w:pPr>
        <w:pStyle w:val="12"/>
        <w:bidi w:val="0"/>
        <w:rPr>
          <w:rFonts w:hint="eastAsia"/>
        </w:rPr>
      </w:pPr>
      <w:r>
        <w:rPr>
          <w:rFonts w:hint="eastAsia"/>
        </w:rPr>
        <w:t>2、本合同订立地点：_______________ 。</w:t>
      </w:r>
    </w:p>
    <w:p w14:paraId="38A81652">
      <w:pPr>
        <w:pStyle w:val="12"/>
        <w:bidi w:val="0"/>
        <w:rPr>
          <w:rFonts w:hint="eastAsia"/>
        </w:rPr>
      </w:pPr>
      <w:r>
        <w:rPr>
          <w:rFonts w:hint="eastAsia"/>
        </w:rPr>
        <w:t>3、本合同在甲乙双方法人代表或其授权代表签字盖章后生效。</w:t>
      </w:r>
    </w:p>
    <w:p w14:paraId="219D2AB7">
      <w:pPr>
        <w:pStyle w:val="12"/>
        <w:bidi w:val="0"/>
        <w:rPr>
          <w:rFonts w:hint="eastAsia"/>
        </w:rPr>
      </w:pPr>
      <w:r>
        <w:rPr>
          <w:rFonts w:hint="eastAsia"/>
        </w:rPr>
        <w:t>4、本合同一式 份，甲乙双方、代理机构及政府采购监督管理部门各执一份，具有同等法律效力。</w:t>
      </w:r>
    </w:p>
    <w:p w14:paraId="2992E9E2">
      <w:pPr>
        <w:pStyle w:val="12"/>
        <w:bidi w:val="0"/>
        <w:rPr>
          <w:rFonts w:hint="eastAsia"/>
        </w:rPr>
      </w:pPr>
      <w:r>
        <w:rPr>
          <w:rFonts w:hint="eastAsia" w:eastAsia="宋体" w:asciiTheme="minorAscii" w:hAnsiTheme="minorAscii" w:cstheme="minorBidi"/>
          <w:b/>
          <w:kern w:val="2"/>
          <w:sz w:val="24"/>
          <w:szCs w:val="24"/>
          <w:lang w:val="en-US" w:eastAsia="zh-CN" w:bidi="ar-SA"/>
        </w:rPr>
        <w:t>第十八条 合同附件</w:t>
      </w:r>
      <w:r>
        <w:rPr>
          <w:rFonts w:hint="eastAsia"/>
        </w:rPr>
        <w:t>(签定具体合同时，若有附件应注明，并注明附件名称。)</w:t>
      </w:r>
    </w:p>
    <w:p w14:paraId="608D120C">
      <w:pPr>
        <w:pStyle w:val="12"/>
        <w:bidi w:val="0"/>
        <w:rPr>
          <w:rFonts w:hint="eastAsia"/>
        </w:rPr>
      </w:pPr>
    </w:p>
    <w:p w14:paraId="46D60094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甲方(盖章)：_______________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乙方(盖章)：_______________</w:t>
      </w:r>
    </w:p>
    <w:p w14:paraId="030431FA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法定代表人(签章)：_________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法定代表人(签章)：_________</w:t>
      </w:r>
    </w:p>
    <w:p w14:paraId="7C63A53D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委托代理人(签字)：__________ 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委托代理人(签字)：__________</w:t>
      </w:r>
    </w:p>
    <w:p w14:paraId="6770F247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地 址：_______________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地 址：_______________</w:t>
      </w:r>
    </w:p>
    <w:p w14:paraId="1BF0760B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 xml:space="preserve">电 话：_______________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电 话：_______________</w:t>
      </w:r>
    </w:p>
    <w:p w14:paraId="7FB61361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开户名称：_______________</w:t>
      </w:r>
    </w:p>
    <w:p w14:paraId="622438BE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开 户 行：_______________</w:t>
      </w:r>
    </w:p>
    <w:p w14:paraId="4A064688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银行帐号：_______________</w:t>
      </w:r>
    </w:p>
    <w:p w14:paraId="41B23796">
      <w:pPr>
        <w:pStyle w:val="12"/>
        <w:bidi w:val="0"/>
        <w:ind w:left="0" w:leftChars="0" w:firstLine="0" w:firstLineChars="0"/>
        <w:rPr>
          <w:rFonts w:hint="eastAsia"/>
        </w:rPr>
      </w:pPr>
      <w:r>
        <w:rPr>
          <w:rFonts w:hint="eastAsia"/>
        </w:rPr>
        <w:t>_________年_____月___日 　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_________年_____月___日</w:t>
      </w:r>
    </w:p>
    <w:p w14:paraId="6ED66FCD">
      <w:pPr>
        <w:pStyle w:val="1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F1537">
    <w:pPr>
      <w:pStyle w:val="6"/>
    </w:pPr>
  </w:p>
  <w:p w14:paraId="7699930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2B5C6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2B5C6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6E419B"/>
    <w:multiLevelType w:val="singleLevel"/>
    <w:tmpl w:val="976E419B"/>
    <w:lvl w:ilvl="0" w:tentative="0">
      <w:start w:val="3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xY2M3YzVhMmY1OWE4ZmNjNzcwNDMwZGVkODg0OGMifQ=="/>
  </w:docVars>
  <w:rsids>
    <w:rsidRoot w:val="504B04C2"/>
    <w:rsid w:val="05E91DA5"/>
    <w:rsid w:val="06230AE1"/>
    <w:rsid w:val="07446F25"/>
    <w:rsid w:val="0F1C6FEE"/>
    <w:rsid w:val="19663419"/>
    <w:rsid w:val="21670460"/>
    <w:rsid w:val="2A0E4701"/>
    <w:rsid w:val="2F036778"/>
    <w:rsid w:val="311050D5"/>
    <w:rsid w:val="33262DEE"/>
    <w:rsid w:val="348B7E3B"/>
    <w:rsid w:val="36BF7E0F"/>
    <w:rsid w:val="37295291"/>
    <w:rsid w:val="3C211CB3"/>
    <w:rsid w:val="3D9A0190"/>
    <w:rsid w:val="43371C68"/>
    <w:rsid w:val="4B4A7B3D"/>
    <w:rsid w:val="4C391ADB"/>
    <w:rsid w:val="4F131751"/>
    <w:rsid w:val="504B04C2"/>
    <w:rsid w:val="51C91D12"/>
    <w:rsid w:val="57952E0E"/>
    <w:rsid w:val="59E72B5C"/>
    <w:rsid w:val="5CBC1FB9"/>
    <w:rsid w:val="628F1358"/>
    <w:rsid w:val="692A1217"/>
    <w:rsid w:val="6B802289"/>
    <w:rsid w:val="76684159"/>
    <w:rsid w:val="7A995E3B"/>
    <w:rsid w:val="7BF9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1">
    <w:name w:val="合同-标题"/>
    <w:basedOn w:val="8"/>
    <w:qFormat/>
    <w:uiPriority w:val="0"/>
    <w:pPr>
      <w:spacing w:after="100" w:afterLines="100"/>
    </w:pPr>
    <w:rPr>
      <w:rFonts w:eastAsia="黑体" w:asciiTheme="minorAscii" w:hAnsiTheme="minorAscii"/>
      <w:sz w:val="36"/>
    </w:rPr>
  </w:style>
  <w:style w:type="paragraph" w:customStyle="1" w:styleId="12">
    <w:name w:val="合同-正文"/>
    <w:basedOn w:val="1"/>
    <w:qFormat/>
    <w:uiPriority w:val="0"/>
    <w:pPr>
      <w:spacing w:before="240" w:beforeLines="0" w:after="60" w:afterLines="0" w:line="240" w:lineRule="auto"/>
      <w:ind w:firstLine="723" w:firstLineChars="200"/>
      <w:jc w:val="left"/>
      <w:outlineLvl w:val="0"/>
    </w:pPr>
    <w:rPr>
      <w:rFonts w:eastAsia="宋体" w:asciiTheme="minorAscii" w:hAnsiTheme="minorAscii"/>
      <w:sz w:val="24"/>
    </w:rPr>
  </w:style>
  <w:style w:type="paragraph" w:customStyle="1" w:styleId="13">
    <w:name w:val="头部订立方"/>
    <w:basedOn w:val="1"/>
    <w:link w:val="15"/>
    <w:qFormat/>
    <w:uiPriority w:val="0"/>
    <w:pPr>
      <w:spacing w:beforeLines="0" w:afterLines="0"/>
      <w:jc w:val="left"/>
      <w:outlineLvl w:val="0"/>
    </w:pPr>
    <w:rPr>
      <w:rFonts w:eastAsia="黑体" w:asciiTheme="minorAscii" w:hAnsiTheme="minorAscii"/>
      <w:b/>
      <w:sz w:val="28"/>
    </w:rPr>
  </w:style>
  <w:style w:type="paragraph" w:customStyle="1" w:styleId="14">
    <w:name w:val="条款标题"/>
    <w:basedOn w:val="1"/>
    <w:link w:val="16"/>
    <w:qFormat/>
    <w:uiPriority w:val="0"/>
    <w:pPr>
      <w:spacing w:before="240" w:beforeLines="0" w:after="60" w:afterLines="0"/>
      <w:ind w:firstLine="723" w:firstLineChars="200"/>
      <w:jc w:val="left"/>
      <w:outlineLvl w:val="0"/>
    </w:pPr>
    <w:rPr>
      <w:rFonts w:eastAsia="宋体" w:asciiTheme="minorAscii" w:hAnsiTheme="minorAscii"/>
      <w:b/>
      <w:sz w:val="24"/>
    </w:rPr>
  </w:style>
  <w:style w:type="character" w:customStyle="1" w:styleId="15">
    <w:name w:val="正文头部订立方 Char"/>
    <w:link w:val="13"/>
    <w:qFormat/>
    <w:uiPriority w:val="0"/>
    <w:rPr>
      <w:rFonts w:eastAsia="黑体" w:asciiTheme="minorAscii" w:hAnsiTheme="minorAscii"/>
      <w:b/>
      <w:sz w:val="28"/>
    </w:rPr>
  </w:style>
  <w:style w:type="character" w:customStyle="1" w:styleId="16">
    <w:name w:val="条款标题 Char"/>
    <w:link w:val="14"/>
    <w:qFormat/>
    <w:uiPriority w:val="0"/>
    <w:rPr>
      <w:rFonts w:eastAsia="宋体" w:asciiTheme="minorAscii" w:hAnsiTheme="minorAscii"/>
      <w:b/>
      <w:sz w:val="24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8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19">
    <w:name w:val="正文缩进1"/>
    <w:basedOn w:val="1"/>
    <w:qFormat/>
    <w:uiPriority w:val="0"/>
    <w:pPr>
      <w:ind w:firstLine="420" w:firstLineChars="200"/>
    </w:pPr>
  </w:style>
  <w:style w:type="paragraph" w:customStyle="1" w:styleId="20">
    <w:name w:val="Body text|2"/>
    <w:basedOn w:val="1"/>
    <w:qFormat/>
    <w:uiPriority w:val="0"/>
    <w:pPr>
      <w:widowControl w:val="0"/>
      <w:shd w:val="clear" w:color="auto" w:fill="auto"/>
      <w:spacing w:line="432" w:lineRule="auto"/>
    </w:pPr>
    <w:rPr>
      <w:rFonts w:ascii="宋体" w:hAnsi="宋体" w:eastAsia="宋体" w:cs="宋体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office6\templates\download\12700449ee1d8c8de32dca023b2ece39\&#25919;&#24220;&#36141;&#20080;&#26381;&#21153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政府购买服务合同.docx</Template>
  <Pages>5</Pages>
  <Words>1921</Words>
  <Characters>2719</Characters>
  <Lines>0</Lines>
  <Paragraphs>0</Paragraphs>
  <TotalTime>16</TotalTime>
  <ScaleCrop>false</ScaleCrop>
  <LinksUpToDate>false</LinksUpToDate>
  <CharactersWithSpaces>2889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2025-05-19T04:02:00Z</dcterms:created>
  <dc:creator>人海中有你</dc:creator>
  <cp:lastModifiedBy>夏花雨末</cp:lastModifiedBy>
  <dcterms:modified xsi:type="dcterms:W3CDTF">2025-10-16T07:24:44Z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6FEE00085BDC49D9A152397666F39E80_13</vt:lpwstr>
  </property>
  <property fmtid="{D5CDD505-2E9C-101B-9397-08002B2CF9AE}" pid="4" name="KSOTemplateUUID">
    <vt:lpwstr>v1.0_mb_sCTzNPZqCvnwEs5+ZwLJ4g==</vt:lpwstr>
  </property>
  <property fmtid="{D5CDD505-2E9C-101B-9397-08002B2CF9AE}" pid="5" name="KSOTemplateDocerSaveRecord">
    <vt:lpwstr>eyJoZGlkIjoiMGFhMTIzN2I1ZDVmNGVhNzExOGQwZGY4N2VjZTc1MTEiLCJ1c2VySWQiOiIyNDc0MDEwMTUifQ==</vt:lpwstr>
  </property>
</Properties>
</file>