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供应商认</w:t>
      </w:r>
      <w:bookmarkStart w:id="0" w:name="_GoBack"/>
      <w:bookmarkEnd w:id="0"/>
      <w:r>
        <w:rPr>
          <w:rFonts w:hint="eastAsia"/>
        </w:rPr>
        <w:t>为应提交的相关资格证明材料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kZDc5NmQzM2Q3NjczNjQzMjg2YjRkZWQzNThmY2IifQ=="/>
  </w:docVars>
  <w:rsids>
    <w:rsidRoot w:val="51072208"/>
    <w:rsid w:val="1CBD3139"/>
    <w:rsid w:val="2FE239C3"/>
    <w:rsid w:val="51072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446;&#23431;&#22372;\&#25307;&#26631;&#20195;&#29702;\&#27491;&#22312;&#36827;&#34892;\&#35199;&#23433;&#24066;&#37152;&#37009;&#21306;&#31532;&#19977;&#25209;&#32769;&#26087;&#23567;&#21306;&#32508;&#21512;&#25552;&#21319;&#25913;&#36896;&#39033;&#30446;EPC&#24635;&#25215;&#21253;&#32467;&#31639;&#23457;&#35745;&#39033;&#30446;\&#38468;&#20214;\&#20379;&#24212;&#21830;&#24212;&#25552;&#20132;&#30340;&#30456;&#20851;&#36164;&#26684;&#35777;&#26126;&#26448;&#2600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供应商应提交的相关资格证明材料.doc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2024-03-06T02:41:00Z</dcterms:created>
  <dc:creator>简凡零微</dc:creator>
  <cp:lastModifiedBy>简凡零微</cp:lastModifiedBy>
  <dcterms:modified xsi:type="dcterms:W3CDTF">2024-03-06T03:42:02Z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0ED17F1DB5294E2483B7C5BBCAD9FDF6_11</vt:lpwstr>
  </property>
</Properties>
</file>