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BBFEB34">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68EA3AB7">
      <w:pPr>
        <w:jc w:val="center"/>
        <w:rPr>
          <w:rFonts w:ascii="Times New Roman" w:hAnsi="Times New Roman" w:eastAsia="华文中宋"/>
          <w:b/>
          <w:color w:val="000000"/>
          <w:sz w:val="52"/>
          <w:szCs w:val="52"/>
        </w:rPr>
      </w:pPr>
    </w:p>
    <w:p w14:paraId="07B02553">
      <w:pPr>
        <w:jc w:val="center"/>
        <w:rPr>
          <w:rFonts w:ascii="Times New Roman" w:hAnsi="Times New Roman" w:eastAsia="华文中宋"/>
          <w:b/>
          <w:color w:val="000000"/>
          <w:sz w:val="52"/>
          <w:szCs w:val="52"/>
        </w:rPr>
      </w:pPr>
    </w:p>
    <w:p w14:paraId="1EADA96D">
      <w:pPr>
        <w:jc w:val="center"/>
        <w:rPr>
          <w:rFonts w:ascii="Times New Roman" w:hAnsi="Times New Roman" w:eastAsia="华文中宋"/>
          <w:b/>
          <w:color w:val="000000"/>
          <w:sz w:val="52"/>
          <w:szCs w:val="52"/>
        </w:rPr>
      </w:pPr>
    </w:p>
    <w:p w14:paraId="5C16F94E">
      <w:pPr>
        <w:jc w:val="center"/>
        <w:rPr>
          <w:rFonts w:ascii="Times New Roman" w:hAnsi="Times New Roman" w:eastAsia="华文中宋"/>
          <w:b/>
          <w:color w:val="000000"/>
          <w:sz w:val="52"/>
          <w:szCs w:val="52"/>
        </w:rPr>
      </w:pPr>
    </w:p>
    <w:p w14:paraId="06987B32">
      <w:pPr>
        <w:jc w:val="center"/>
        <w:rPr>
          <w:rFonts w:ascii="Times New Roman" w:hAnsi="Times New Roman" w:eastAsia="华文中宋"/>
          <w:b/>
          <w:color w:val="000000"/>
          <w:sz w:val="52"/>
          <w:szCs w:val="52"/>
        </w:rPr>
      </w:pPr>
      <w:bookmarkStart w:id="1039" w:name="_GoBack"/>
      <w:r>
        <w:rPr>
          <w:rFonts w:ascii="Times New Roman" w:hAnsi="Times New Roman" w:eastAsia="华文中宋"/>
          <w:b/>
          <w:color w:val="000000"/>
          <w:sz w:val="72"/>
          <w:szCs w:val="52"/>
        </w:rPr>
        <w:t>建设工程施工合同</w:t>
      </w:r>
      <w:bookmarkEnd w:id="1039"/>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77D7D378">
      <w:pPr>
        <w:jc w:val="center"/>
        <w:rPr>
          <w:rFonts w:ascii="Times New Roman" w:hAnsi="Times New Roman" w:eastAsia="华文中宋"/>
          <w:b/>
          <w:color w:val="000000"/>
          <w:sz w:val="52"/>
          <w:szCs w:val="52"/>
        </w:rPr>
      </w:pPr>
    </w:p>
    <w:p w14:paraId="338A14F8">
      <w:pPr>
        <w:jc w:val="center"/>
        <w:rPr>
          <w:rFonts w:ascii="Times New Roman" w:hAnsi="Times New Roman" w:eastAsia="黑体"/>
          <w:b/>
          <w:color w:val="000000"/>
          <w:sz w:val="72"/>
          <w:szCs w:val="72"/>
        </w:rPr>
      </w:pPr>
    </w:p>
    <w:p w14:paraId="25E2619C">
      <w:pPr>
        <w:jc w:val="center"/>
        <w:rPr>
          <w:rFonts w:ascii="Times New Roman" w:hAnsi="Times New Roman" w:eastAsia="楷体_GB2312"/>
          <w:b/>
          <w:color w:val="000000"/>
          <w:sz w:val="72"/>
          <w:szCs w:val="72"/>
        </w:rPr>
      </w:pPr>
    </w:p>
    <w:p w14:paraId="3061A805">
      <w:pPr>
        <w:jc w:val="center"/>
        <w:rPr>
          <w:rFonts w:ascii="Times New Roman" w:hAnsi="Times New Roman" w:eastAsia="黑体"/>
          <w:b/>
          <w:color w:val="000000"/>
          <w:sz w:val="52"/>
          <w:szCs w:val="52"/>
        </w:rPr>
      </w:pPr>
    </w:p>
    <w:p w14:paraId="35761BDB">
      <w:pPr>
        <w:rPr>
          <w:rFonts w:ascii="Times New Roman" w:hAnsi="Times New Roman"/>
          <w:b/>
          <w:color w:val="000000"/>
          <w:sz w:val="28"/>
          <w:szCs w:val="28"/>
        </w:rPr>
      </w:pPr>
    </w:p>
    <w:p w14:paraId="56D2ED37">
      <w:pPr>
        <w:rPr>
          <w:rFonts w:ascii="Times New Roman" w:hAnsi="Times New Roman"/>
          <w:b/>
          <w:color w:val="000000"/>
          <w:sz w:val="28"/>
          <w:szCs w:val="28"/>
        </w:rPr>
      </w:pPr>
    </w:p>
    <w:p w14:paraId="5A423D6F">
      <w:pPr>
        <w:rPr>
          <w:rFonts w:ascii="Times New Roman" w:hAnsi="Times New Roman"/>
          <w:b/>
          <w:color w:val="000000"/>
          <w:sz w:val="28"/>
          <w:szCs w:val="28"/>
        </w:rPr>
      </w:pPr>
    </w:p>
    <w:p w14:paraId="47A3AB7B">
      <w:pPr>
        <w:rPr>
          <w:rFonts w:ascii="Times New Roman" w:hAnsi="Times New Roman"/>
          <w:b/>
          <w:color w:val="000000"/>
          <w:sz w:val="28"/>
          <w:szCs w:val="28"/>
        </w:rPr>
      </w:pPr>
    </w:p>
    <w:p w14:paraId="685EA621">
      <w:pPr>
        <w:rPr>
          <w:rFonts w:ascii="Times New Roman" w:hAnsi="Times New Roman"/>
          <w:b/>
          <w:color w:val="000000"/>
          <w:sz w:val="28"/>
          <w:szCs w:val="28"/>
        </w:rPr>
      </w:pPr>
    </w:p>
    <w:p w14:paraId="39260430">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4BA97E21">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4BA97E21">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137593AF">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65C530F">
      <w:pPr>
        <w:rPr>
          <w:rFonts w:ascii="Times New Roman" w:hAnsi="Times New Roman"/>
          <w:b/>
          <w:color w:val="000000"/>
        </w:rPr>
      </w:pPr>
    </w:p>
    <w:p w14:paraId="1EA48293">
      <w:pPr>
        <w:pStyle w:val="43"/>
        <w:spacing w:before="0" w:beforeLines="0" w:after="0" w:afterLines="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54050CB6">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655A2094">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D4FF92D">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1E0826BB">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5C329B23">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DC6D8A1">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44EAF98A">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4208040E">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A23FF0D">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3F5DF975">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36627483">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775B254A">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BCEDC47">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6B5AA334">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0B1477E3">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04B5F21">
      <w:pPr>
        <w:pStyle w:val="43"/>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1ED7D83B">
      <w:pPr>
        <w:pStyle w:val="1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4A67928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9BA0B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46475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DEE5E3">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D3DE602">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09E42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1E0CF803">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D540EE">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41F2448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79A513">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AD92393">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5D87E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106D2C">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3A566C">
      <w:pPr>
        <w:pStyle w:val="1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39"/>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4DF47BFE">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2D482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80468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80E83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93D61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F9482C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F3CF4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36FE1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6D4C9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AD2C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39E46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30BD6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5A312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1E41B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F875B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579E0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CC17A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55B14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EB0620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37B24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7F78F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9BBE2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AF129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03A1B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D5548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C9F92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52EC8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93A161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3E514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AB3BF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49500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66400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4DC6A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64F1DEB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2B5C7A4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FEEE3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FECA6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B21AF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D5DF8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B7068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755BE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054612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DBF1B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B6AA9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914446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EA9AB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09B25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63C3D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A994E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0EBB9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1D0AD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01510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47AB5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6B230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CDB8A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B77DA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731D1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9D3D2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57B17EE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2B8C072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993DB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15179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459CC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5B47A8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DC601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851AF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97629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8.9材料与设备专用</w:t>
      </w:r>
      <w:r>
        <w:rPr>
          <w:rStyle w:val="39"/>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CB005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91FF1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F6F888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50F3A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D41B62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EF1470">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12442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177E5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C2CD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BF9DA3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34C61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10.5</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E042C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C609B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10.7</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55EC0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40F01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C13D1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710A2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F8E976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41FE77">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7422C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EBC4F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0BF261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2CEFFDF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F08A5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32827E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781ED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E9D70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41C76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62AA4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9AF2F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658D8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A571B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89BCA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B364F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14.2 竣工</w:t>
      </w:r>
      <w:bookmarkStart w:id="2" w:name="_Hlt356058165"/>
      <w:bookmarkStart w:id="3" w:name="_Hlt356058166"/>
      <w:r>
        <w:rPr>
          <w:rStyle w:val="39"/>
          <w:rFonts w:ascii="Times New Roman" w:hAnsi="Times New Roman" w:eastAsia="仿宋_GB2312"/>
          <w:sz w:val="28"/>
          <w:szCs w:val="28"/>
        </w:rPr>
        <w:t>结</w:t>
      </w:r>
      <w:bookmarkEnd w:id="2"/>
      <w:bookmarkEnd w:id="3"/>
      <w:r>
        <w:rPr>
          <w:rStyle w:val="39"/>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D0E0D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0F174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4869E6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B222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5A855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15.2 缺</w:t>
      </w:r>
      <w:bookmarkStart w:id="4" w:name="_Hlt354658487"/>
      <w:bookmarkStart w:id="5" w:name="_Hlt354658488"/>
      <w:r>
        <w:rPr>
          <w:rStyle w:val="39"/>
          <w:rFonts w:ascii="Times New Roman" w:hAnsi="Times New Roman" w:eastAsia="仿宋_GB2312"/>
          <w:sz w:val="28"/>
          <w:szCs w:val="28"/>
        </w:rPr>
        <w:t>陷</w:t>
      </w:r>
      <w:bookmarkEnd w:id="4"/>
      <w:bookmarkEnd w:id="5"/>
      <w:r>
        <w:rPr>
          <w:rStyle w:val="39"/>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77368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2A0F4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AA7E7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963A2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3FB32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31C25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F566D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3E97C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D364A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BACF6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3B946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72A34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DA996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65466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8D05B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251CB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18.4</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85975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BFC4F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00FD0E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2E0D1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1E1E5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19.1</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633307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FF2B3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249AD58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1D6EA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D83083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479FE6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A91F4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7E2CE1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85587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1CB0D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572F48E">
      <w:pPr>
        <w:pStyle w:val="19"/>
        <w:tabs>
          <w:tab w:val="right" w:leader="dot" w:pos="8810"/>
        </w:tabs>
        <w:rPr>
          <w:rStyle w:val="39"/>
          <w:rFonts w:hint="eastAsia" w:ascii="Times New Roman" w:hAnsi="Times New Roman" w:eastAsia="仿宋_GB2312"/>
          <w:b/>
          <w:sz w:val="28"/>
          <w:szCs w:val="28"/>
        </w:rPr>
      </w:pPr>
    </w:p>
    <w:p w14:paraId="323E235A">
      <w:pPr>
        <w:pStyle w:val="1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50FC79A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65B59CD7">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2226658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29FE296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0EA516E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3DEC7BA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4F0E5A5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07D7D90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6542E5D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3359750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4B754F2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302C451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30D4606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6B0918C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1F5D747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4169060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7205C26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133E9D9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69EFC18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20F26635">
      <w:pPr>
        <w:pStyle w:val="26"/>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6DB25601">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1BCFEF2C">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0B38732A">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ACE5A03">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20A340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7E63DB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44D1537">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4B55F767">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B05D49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01CDD8E">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F86D99E">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A05EAE9">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3199397">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73F3CC0C">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174E5BA4">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73E054C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5BBB0656">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08898A1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96D188C">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BDB756A">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FECFA23">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6B7A4E0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53012209">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424BE5E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740D3E35">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3C2DFB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441715C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1D8DA07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DD3C1F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0C4702E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5E3F95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14D8D20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470FC1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649F265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67537C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48E9FDA">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34C78CF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687E9A9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44D12FA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5A91A0E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67C99B2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0D8AD95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022286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2EB568E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7D1C047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0553E58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10F1A11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5C5264C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12469DE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1CA12BFA">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224A2C6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774739E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2C4DF7D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35C51DF">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3CEE598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6CEAB77C">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0C0D013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2C56DAEB">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7A397C1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3200FEA2">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7C87FC7C">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0ABA475">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4F1FA92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18B4C198">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043A0C7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7C625710">
      <w:pPr>
        <w:spacing w:line="360" w:lineRule="auto"/>
        <w:rPr>
          <w:rFonts w:hint="eastAsia" w:ascii="Times New Roman" w:hAnsi="Times New Roman" w:eastAsia="仿宋_GB2312"/>
          <w:bCs/>
          <w:color w:val="000000"/>
          <w:sz w:val="30"/>
          <w:szCs w:val="30"/>
        </w:rPr>
      </w:pPr>
    </w:p>
    <w:p w14:paraId="2C69F9B7">
      <w:pPr>
        <w:spacing w:line="360" w:lineRule="auto"/>
        <w:rPr>
          <w:rFonts w:hint="eastAsia" w:ascii="Times New Roman" w:hAnsi="Times New Roman" w:eastAsia="仿宋_GB2312"/>
          <w:bCs/>
          <w:color w:val="000000"/>
          <w:sz w:val="30"/>
          <w:szCs w:val="30"/>
        </w:rPr>
      </w:pPr>
    </w:p>
    <w:p w14:paraId="736C7200">
      <w:pPr>
        <w:spacing w:line="360" w:lineRule="auto"/>
        <w:rPr>
          <w:rFonts w:hint="eastAsia" w:ascii="Times New Roman" w:hAnsi="Times New Roman" w:eastAsia="仿宋_GB2312"/>
          <w:bCs/>
          <w:color w:val="000000"/>
          <w:sz w:val="30"/>
          <w:szCs w:val="30"/>
        </w:rPr>
      </w:pPr>
    </w:p>
    <w:p w14:paraId="6B4221A0">
      <w:pPr>
        <w:spacing w:line="360" w:lineRule="auto"/>
        <w:rPr>
          <w:rFonts w:hint="eastAsia" w:ascii="Times New Roman" w:hAnsi="Times New Roman" w:eastAsia="仿宋_GB2312"/>
          <w:bCs/>
          <w:color w:val="000000"/>
          <w:sz w:val="30"/>
          <w:szCs w:val="30"/>
        </w:rPr>
      </w:pPr>
    </w:p>
    <w:p w14:paraId="08B11E00">
      <w:pPr>
        <w:spacing w:line="360" w:lineRule="auto"/>
        <w:rPr>
          <w:rFonts w:hint="eastAsia" w:ascii="Times New Roman" w:hAnsi="Times New Roman" w:eastAsia="仿宋_GB2312"/>
          <w:bCs/>
          <w:color w:val="000000"/>
          <w:sz w:val="30"/>
          <w:szCs w:val="30"/>
        </w:rPr>
      </w:pPr>
    </w:p>
    <w:p w14:paraId="1E65A55C">
      <w:pPr>
        <w:spacing w:line="360" w:lineRule="auto"/>
        <w:rPr>
          <w:rFonts w:hint="eastAsia" w:ascii="Times New Roman" w:hAnsi="Times New Roman" w:eastAsia="仿宋_GB2312"/>
          <w:bCs/>
          <w:color w:val="000000"/>
          <w:sz w:val="30"/>
          <w:szCs w:val="30"/>
        </w:rPr>
      </w:pPr>
    </w:p>
    <w:p w14:paraId="4C11E609">
      <w:pPr>
        <w:spacing w:line="360" w:lineRule="auto"/>
        <w:rPr>
          <w:rFonts w:hint="eastAsia" w:ascii="Times New Roman" w:hAnsi="Times New Roman" w:eastAsia="仿宋_GB2312"/>
          <w:bCs/>
          <w:color w:val="000000"/>
          <w:sz w:val="30"/>
          <w:szCs w:val="30"/>
        </w:rPr>
      </w:pPr>
    </w:p>
    <w:p w14:paraId="1D0DC203">
      <w:pPr>
        <w:spacing w:line="360" w:lineRule="auto"/>
        <w:rPr>
          <w:rFonts w:hint="eastAsia" w:ascii="Times New Roman" w:hAnsi="Times New Roman" w:eastAsia="仿宋_GB2312"/>
          <w:color w:val="000000"/>
          <w:sz w:val="30"/>
          <w:szCs w:val="30"/>
        </w:rPr>
      </w:pPr>
    </w:p>
    <w:p w14:paraId="703C0638">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5D9EDC80">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58A2572B">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3AF00A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2FFA44BD">
      <w:pPr>
        <w:spacing w:line="360" w:lineRule="auto"/>
        <w:rPr>
          <w:rFonts w:hint="eastAsia" w:ascii="Times New Roman" w:hAnsi="Times New Roman" w:eastAsia="仿宋_GB2312"/>
          <w:color w:val="000000"/>
          <w:sz w:val="30"/>
          <w:szCs w:val="30"/>
          <w:u w:val="single"/>
        </w:rPr>
      </w:pPr>
    </w:p>
    <w:p w14:paraId="5BCD8618">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5CB7D9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8E19F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6955562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10A76B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DCE72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B6A225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A99151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B29FE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7BFDEAA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4E20C618">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6D6031EA">
      <w:pPr>
        <w:pStyle w:val="5"/>
        <w:spacing w:before="120" w:beforeLines="0" w:after="120" w:afterLines="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3"/>
      <w:bookmarkEnd w:id="24"/>
      <w:bookmarkStart w:id="25" w:name="_Toc303538975"/>
      <w:bookmarkEnd w:id="25"/>
      <w:bookmarkStart w:id="26" w:name="_Toc303538976"/>
      <w:bookmarkEnd w:id="26"/>
      <w:bookmarkStart w:id="27" w:name="_Toc303538972"/>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05A421D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 w:name="_Toc337558728"/>
      <w:bookmarkStart w:id="31" w:name="_Toc296346529"/>
      <w:bookmarkStart w:id="32" w:name="_Toc2965030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32B568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16F908EC">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433091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08DE12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7007D1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1CEF3D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5F42DF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42FAE6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0B1CC86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24457B26">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7EDF5F60">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022D2C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72C775C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3A3AE4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0777F9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1C9564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625D81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640D52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12DEA0A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91C01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7AF677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4D3B71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275DF0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19CDB3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517455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489747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21845A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50BBEF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4AD7C2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4D811A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5E2BB6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7F5062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6DE62B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348E83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3C0BA9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3FC134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75FD8003">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1B7463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441886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082EA0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138454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4F4C52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042D44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08E7A7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5A1FB1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59AB84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171F71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1BEAFD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2B4956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632296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3BADAAD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4141D7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53F3415B">
      <w:pPr>
        <w:pStyle w:val="6"/>
        <w:spacing w:before="120" w:beforeLines="0" w:after="120" w:afterLines="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37558729"/>
      <w:bookmarkStart w:id="37" w:name="_Toc296503029"/>
      <w:bookmarkStart w:id="38" w:name="_Toc351203497"/>
      <w:bookmarkStart w:id="39" w:name="_Toc296346530"/>
      <w:r>
        <w:rPr>
          <w:rFonts w:ascii="Times New Roman" w:hAnsi="Times New Roman" w:eastAsia="黑体"/>
          <w:b w:val="0"/>
          <w:color w:val="000000"/>
          <w:sz w:val="30"/>
          <w:szCs w:val="32"/>
        </w:rPr>
        <w:t>1.2语言文字</w:t>
      </w:r>
      <w:bookmarkEnd w:id="36"/>
      <w:bookmarkEnd w:id="37"/>
      <w:bookmarkEnd w:id="38"/>
      <w:bookmarkEnd w:id="39"/>
    </w:p>
    <w:p w14:paraId="724594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0DAFFE7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 w:name="_Toc337558730"/>
      <w:bookmarkStart w:id="41" w:name="_Toc296346531"/>
      <w:bookmarkStart w:id="42" w:name="_Toc351203498"/>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37CA84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6D2C21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63FE24A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6467FB91">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0732AAB3">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5A40C03F">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35A8010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14:paraId="7C4090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129BCF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63F4DA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54A3A6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1BCD28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475BD5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60DD1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2C91C5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5BAFB0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7CA144C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2BC201C4">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4C3C28A1">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55CE9E6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296346533"/>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27D060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7040AA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1CAB80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73BAB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3666F9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7C5FB3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2099B1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23CA53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514E19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504B1D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3AA6D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4BFA4B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31253A6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296503033"/>
      <w:bookmarkStart w:id="56" w:name="_Toc337558733"/>
      <w:r>
        <w:rPr>
          <w:rFonts w:ascii="Times New Roman" w:hAnsi="Times New Roman" w:eastAsia="黑体"/>
          <w:b w:val="0"/>
          <w:color w:val="000000"/>
          <w:sz w:val="30"/>
          <w:szCs w:val="32"/>
        </w:rPr>
        <w:t>.7联络</w:t>
      </w:r>
      <w:bookmarkEnd w:id="53"/>
    </w:p>
    <w:bookmarkEnd w:id="54"/>
    <w:bookmarkEnd w:id="55"/>
    <w:bookmarkEnd w:id="56"/>
    <w:p w14:paraId="11A8CA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20721C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4C57F7CA">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7824AC8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3A8412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29284F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324BB36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6E8CD5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DE026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478B98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BE002A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0D639A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34C8EC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5E3C84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2441C6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0803E5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331FB1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4D53AF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2543B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015796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54123B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7D8EDE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CF032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770491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4B3F91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38F178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113E253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2C7AA4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5F180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C76BD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CAE95FC">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364606E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3011E3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19A0AD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3B70344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68B571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65A8F0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4EF535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6CDF37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4F12225A">
      <w:pPr>
        <w:pStyle w:val="5"/>
        <w:spacing w:before="120" w:beforeLines="0" w:after="120" w:afterLines="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3465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39B91B0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503039"/>
      <w:bookmarkStart w:id="83" w:name="_Toc296346540"/>
      <w:r>
        <w:rPr>
          <w:rFonts w:ascii="Times New Roman" w:hAnsi="Times New Roman" w:eastAsia="黑体"/>
          <w:b w:val="0"/>
          <w:color w:val="000000"/>
          <w:sz w:val="30"/>
          <w:szCs w:val="32"/>
        </w:rPr>
        <w:t>.1 许可或批准</w:t>
      </w:r>
      <w:bookmarkEnd w:id="80"/>
    </w:p>
    <w:p w14:paraId="4015F2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0CF260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0EAFA8F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5C925F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C4A81E6">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5D148A1A">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10A7102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1F9201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08971466">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5EEA65A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296503040"/>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4705D1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073BE3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483BE1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13F5D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37B5A7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2001D1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562F2A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4C720F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39281E2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5D1A286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BA233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3CCCFF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38329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0B172ED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346543"/>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3E7ECF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5B4724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1E6D305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461C91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071F3B5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4C1AA2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30BEB19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5A99B1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0CB48CBD">
      <w:pPr>
        <w:pStyle w:val="5"/>
        <w:spacing w:before="120" w:beforeLines="0" w:after="120" w:afterLines="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296346546"/>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1EACE8E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3465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2A1F67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3B0CB7E3">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315455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788D5E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74C352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77974C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8406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387936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5F6595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599FAB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5807D3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68C6FAB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503047"/>
      <w:bookmarkStart w:id="107" w:name="_Toc337558748"/>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4E00D5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0BD122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7FD5FC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33D3E6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076648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211F1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3E4183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3B7C824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076A9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73EF51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2FA61B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08F84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9E057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A13F1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2686840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503050"/>
      <w:bookmarkStart w:id="115" w:name="_Toc296346551"/>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78EF1C5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440A2F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2F74086D">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337558751"/>
      <w:bookmarkStart w:id="119" w:name="_Toc2965030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08FD13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56CC18E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6294B1C">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3E53A0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445FAF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55C22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326854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5AD215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7BB50B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7550A6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4E7B12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432B24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0135282C">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01FC4E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2253D5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50C020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6FCBC11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14A4BF1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0C767E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395FAF9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29AFDC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10E89F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05149E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015BF9E9">
      <w:pPr>
        <w:pStyle w:val="5"/>
        <w:spacing w:before="120" w:beforeLines="0" w:after="120" w:afterLines="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02CD1BC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503054"/>
      <w:bookmarkStart w:id="133" w:name="_Toc3375587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62D6C3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04F624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20F2BFE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12F73F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C39E68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2DE40C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04E50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2D10FA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6DA3C7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13DDBE63">
      <w:pPr>
        <w:pStyle w:val="5"/>
        <w:spacing w:before="120" w:beforeLines="0" w:after="120" w:afterLines="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337558757"/>
      <w:bookmarkStart w:id="143" w:name="_Toc296346558"/>
      <w:bookmarkStart w:id="144" w:name="_Toc296503057"/>
      <w:r>
        <w:rPr>
          <w:rFonts w:ascii="Times New Roman" w:hAnsi="Times New Roman" w:eastAsia="黑体"/>
          <w:b w:val="0"/>
          <w:color w:val="000000"/>
          <w:sz w:val="30"/>
          <w:szCs w:val="32"/>
        </w:rPr>
        <w:t>.4 商定或确定</w:t>
      </w:r>
      <w:bookmarkEnd w:id="141"/>
    </w:p>
    <w:bookmarkEnd w:id="142"/>
    <w:bookmarkEnd w:id="143"/>
    <w:bookmarkEnd w:id="144"/>
    <w:p w14:paraId="531156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620F09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254D1C8F">
      <w:pPr>
        <w:pStyle w:val="5"/>
        <w:spacing w:before="120" w:beforeLines="0" w:after="120" w:afterLines="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0F26C4B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0CD4D9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0CDDC4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137CD6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404EEDC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08DEA6B">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1BF1B4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241FB4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747E7A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4811EB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7FCE79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1A72465">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66564E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CD0F4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C8F391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2086AA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71D58D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865FD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1971B3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7EBCCF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205C4BF">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64DAE0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496260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615050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22EF97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5771CCB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6A412B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74EBA1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4D419E4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2AA26FA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713A71C2">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9E83E25">
      <w:pPr>
        <w:pStyle w:val="5"/>
        <w:spacing w:before="120" w:beforeLines="0" w:after="120" w:afterLines="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4F76BC5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35D996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0751F6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07CA3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1395D28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271F0D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5E7DBF6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69DEB66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15F3E1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BA6BE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415007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62298E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68583C3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59370B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70F307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5080D1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1EF721D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336D2B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0E2406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65F89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770E4D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0F1EE0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24711F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86E95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5CBA5B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7A0593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91F21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09D063E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F7E599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6B5551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33A094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4F977A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2840BB7">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37E4BEB8">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63DF2E7A">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2A7A14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3C4AF52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0ECBC96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35ABEB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D232B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0A74AB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64D10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7248A8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1868D0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4987CC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109F5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057F8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65140360">
      <w:pPr>
        <w:pStyle w:val="5"/>
        <w:spacing w:before="120" w:beforeLines="0" w:after="120" w:afterLines="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06A89EA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535CF5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12C505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6EDC35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173C48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3F2DFB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54FEB0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36DA39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7C04AA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6259AF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4477E2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31C6A1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76050C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C2886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4F4FF4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FAA3B9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605A77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7F68EC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9D0F7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0036B7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0094857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227144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46AEE8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63F147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56B594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4C6EF0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CE81B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394C85B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1C7FF5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3EDF11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73BC3E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56B2FE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0AE1483F">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296503073"/>
      <w:bookmarkStart w:id="178" w:name="_Toc337558772"/>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3958D1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7D9B34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F9D03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776104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CDD70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325B5C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2A0BC0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3C412C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4B898C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3B30750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2FD725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4E9196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6145625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337558773"/>
      <w:bookmarkStart w:id="183" w:name="_Toc296503074"/>
      <w:bookmarkStart w:id="184" w:name="_Toc296346575"/>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431F72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86AD5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6BC6C65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296346576"/>
      <w:bookmarkStart w:id="189" w:name="_Toc296503075"/>
      <w:bookmarkStart w:id="190" w:name="_Toc337558774"/>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08A6D2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6996A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22E330FD">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586D83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01C19D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31D35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72483E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5DC106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313E5B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529596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0B9912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5928CC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F53F6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1BDD05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244131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59CAF4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3293BB6C">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630807CA">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65EBEFF">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43D744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78C3DE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351D23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774EFA9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2CC817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0E8CFC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30AA71EA">
      <w:pPr>
        <w:pStyle w:val="5"/>
        <w:spacing w:before="120" w:beforeLines="0" w:after="120" w:afterLines="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1D983C2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118B00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6D0334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4551A5CB">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337558778"/>
      <w:bookmarkStart w:id="205" w:name="_Toc296503060"/>
      <w:bookmarkStart w:id="206" w:name="_Toc296346561"/>
      <w:r>
        <w:rPr>
          <w:rFonts w:ascii="Times New Roman" w:hAnsi="Times New Roman" w:eastAsia="黑体"/>
          <w:b w:val="0"/>
          <w:color w:val="000000"/>
          <w:sz w:val="30"/>
          <w:szCs w:val="32"/>
        </w:rPr>
        <w:t>.2承包人采购材料与工程设备</w:t>
      </w:r>
      <w:bookmarkEnd w:id="203"/>
    </w:p>
    <w:bookmarkEnd w:id="204"/>
    <w:bookmarkEnd w:id="205"/>
    <w:bookmarkEnd w:id="206"/>
    <w:p w14:paraId="2109E6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0523A62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503061"/>
      <w:bookmarkStart w:id="209" w:name="_Toc337558779"/>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4E4055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CCFDD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51632A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6B546138">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5C0BB6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296503062"/>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16B389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64CAB3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793F4F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797D41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222BE0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386C2B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5E4F289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424FC8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282E4D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1EB4A7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4A9C6E1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338D58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01EC35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358444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2CF4B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758AE2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509EC7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1E183C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4A5DFC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7D6BF71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6DBAE9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1080C3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4BD4B0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30F65E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62C0A3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1C73EE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423CB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720DE6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75E005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066ACD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254F4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3406DF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1D948C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72B2B2E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310DCF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4AACA3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03EF259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659CE5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2F28D2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056166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6E00D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55DDEC1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296503063"/>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07FEEB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2769DB11">
      <w:pPr>
        <w:pStyle w:val="5"/>
        <w:spacing w:before="120" w:beforeLines="0" w:after="120" w:afterLines="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628FF0C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236DEB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1BC5DC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2F3A4A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7EB47B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76E4EB7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50A25F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7FB6AFD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7DCB1E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35BB9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5B243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4479505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6202CF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316781C8">
      <w:pPr>
        <w:pStyle w:val="5"/>
        <w:spacing w:before="120" w:beforeLines="0" w:after="120" w:afterLines="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51D5A0A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296346585"/>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1069D1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652FFA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05B132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3483B1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2DC909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49D2D3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4D93891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5ADE83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A5468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59F7D5F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503086"/>
      <w:bookmarkStart w:id="248" w:name="_Toc337558790"/>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14:paraId="710045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6E4278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5FDA2D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596A0FF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B5FD385">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721A7D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730223E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296503087"/>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0084796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6C294E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6958ED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6BDD31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0B3B37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38C90D1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7069E96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176B57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6D94377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296503094"/>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14:paraId="6DFCBE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4B4F09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744F8A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064B2D98">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232CDA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399B9A7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44515A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4FFCD1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42373C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15E55B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06C6F3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9D243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6F8AF04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5889B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1A532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65D7C3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5A0F92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2D8CB5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B56E0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8EF3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6CDE00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0FF41D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6FED33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24C07B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3885C3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296346591"/>
      <w:bookmarkStart w:id="265" w:name="_Toc322522561"/>
      <w:r>
        <w:rPr>
          <w:rFonts w:ascii="Times New Roman" w:hAnsi="Times New Roman" w:eastAsia="黑体"/>
          <w:b w:val="0"/>
          <w:color w:val="000000"/>
          <w:sz w:val="30"/>
          <w:szCs w:val="32"/>
        </w:rPr>
        <w:t>0.8暂列金额</w:t>
      </w:r>
      <w:bookmarkEnd w:id="261"/>
    </w:p>
    <w:bookmarkEnd w:id="262"/>
    <w:p w14:paraId="21FCA3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649E600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337558796"/>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36C67F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083D5A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4F7F794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0BEC7C3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06613A1E">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1BA35E8E">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0F1F0DC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07305B05">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61C9715A">
      <w:pPr>
        <w:pStyle w:val="5"/>
        <w:spacing w:before="120" w:beforeLines="0" w:after="120" w:afterLines="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56E8581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337558797"/>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14:paraId="49E900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70C68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9725B7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1499035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5F5F26AF">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36140E63">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615F0722">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54AB42A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33CC369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1AF9AC3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20A0140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18460E5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A0632A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0549078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4F6B73B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2F634FF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52C59AC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6FAB1A9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2CA408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2569D6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7204B0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059BC4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063C61AD">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76D4B3D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6D3DF15">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B4FA2C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A201B4A">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23A86C0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43B86E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58E37DF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6" w:name="_Toc351203579"/>
      <w:bookmarkStart w:id="277" w:name="_Toc337558798"/>
      <w:bookmarkStart w:id="278" w:name="_Toc296346594"/>
      <w:bookmarkStart w:id="279" w:name="_Toc296503093"/>
      <w:r>
        <w:rPr>
          <w:rFonts w:ascii="Times New Roman" w:hAnsi="Times New Roman" w:eastAsia="黑体"/>
          <w:b w:val="0"/>
          <w:color w:val="000000"/>
          <w:sz w:val="30"/>
          <w:szCs w:val="32"/>
        </w:rPr>
        <w:t>11.2法律变化引起的调整</w:t>
      </w:r>
      <w:bookmarkEnd w:id="276"/>
    </w:p>
    <w:bookmarkEnd w:id="277"/>
    <w:bookmarkEnd w:id="278"/>
    <w:bookmarkEnd w:id="279"/>
    <w:p w14:paraId="496C91F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5774A12F">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5C30DF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23DC032C">
      <w:pPr>
        <w:pStyle w:val="5"/>
        <w:spacing w:before="120" w:beforeLines="0" w:after="120" w:afterLines="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424374D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1237D2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78929D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518E29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4EBA21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73E654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142D47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404E7A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5B1A357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36A3D0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0D537C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79C3B8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2374D1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8C573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4DF38D6A">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30F4BC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1369753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07D5F4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135D71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7C821E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6A2EC5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3CEA72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5FCDF8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3C4F77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713BE3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418288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597725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3FFA1C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5DC2C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4664ED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8A593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0B4F82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52891F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18BD82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012619C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729C04ED">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3D4AC0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6439AC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54156C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2E16FE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4D2B2A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72FEA4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55D1FA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4BC1B5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65E010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5A572F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15A3602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433F4F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739F59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6B80EF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526CCC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3A4F0F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4BAA67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35653B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75438D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23E1CA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62E660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7B3B1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44593D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261C4F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4B1B58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2EBE97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2D3CF7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4E8999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0C52A9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5CC5DF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344F1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6073C7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20846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0246BBF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706565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0508AF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D1B748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6A8D0B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7AE4DC42">
      <w:pPr>
        <w:pStyle w:val="5"/>
        <w:spacing w:before="120" w:beforeLines="0" w:after="120" w:afterLines="0" w:line="360" w:lineRule="auto"/>
        <w:rPr>
          <w:rFonts w:ascii="Times New Roman" w:hAnsi="Times New Roman" w:eastAsia="黑体"/>
          <w:b w:val="0"/>
          <w:color w:val="000000"/>
          <w:sz w:val="32"/>
          <w:szCs w:val="32"/>
        </w:rPr>
      </w:pPr>
      <w:bookmarkStart w:id="299" w:name="_Toc351203586"/>
      <w:bookmarkStart w:id="300" w:name="_Toc296503106"/>
      <w:bookmarkStart w:id="301" w:name="_Toc296346607"/>
      <w:bookmarkStart w:id="302" w:name="_Toc322522574"/>
      <w:bookmarkStart w:id="303" w:name="_Toc33755880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79C5C34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2D8CC7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211DAF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368D90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4B1340E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2B219D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5FB4A8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1A2A03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646EB4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3CEB2C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59038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A67EE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3D1CA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54899A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5F5B48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14BD31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66717C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ED4FB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5C1E6F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3C3AA1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2C5B1F8">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69F8F9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0C7715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505F39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6BF2EE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4BEF74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6133A3E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296503111"/>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14:paraId="25BB9D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23F8EC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3D80F2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DB155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7A1C4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0FBDA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4A3C1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F74A7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4D150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12413E0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59BE2D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1F20E3F3">
      <w:pPr>
        <w:pStyle w:val="6"/>
        <w:spacing w:before="120" w:beforeLines="0" w:after="120" w:afterLines="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5DA9AB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546785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117AB5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08227BD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2CA19D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6A3AB47D">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7E7ED71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47473D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5BA9E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7C04C8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0E6BD1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5F3A33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491CDC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397705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0C12D0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1D8C7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2283AE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410D5D14">
      <w:pPr>
        <w:pStyle w:val="5"/>
        <w:spacing w:before="120" w:beforeLines="0" w:after="120" w:afterLines="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7707BB3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6DC5BEA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314A996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7E5D78E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7E04DD5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6D29D61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C8144F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3309BC2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3BD3FD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4B2EEF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4B87BC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2E1A77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7769647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2EEB359B">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4DEF367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5901CF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166AB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5C1C4AA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66B5CD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538ECE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21C963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26922D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6B3FA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44455519">
      <w:pPr>
        <w:pStyle w:val="5"/>
        <w:spacing w:before="120" w:beforeLines="0" w:after="120" w:afterLines="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5F5F961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6B0E2D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7A046B5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50F109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19BCB2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713FCE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0495AA61">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5D8340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63EA738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13F72CA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6828C5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28D7B0D9">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071F609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635C52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A869D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440461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6EC6E3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231D9B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189A7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17ADEB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465730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282DCB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D966D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0064DF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347F54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255249B6">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1DE6F01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2CC9F6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6C976F30">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4A05068F">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4CBCF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376208D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6133BA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4D50FC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2C4A29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1FC6FE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03BA48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1F87E7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2C47BD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00A5B0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1D1A6A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589EF64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1F98D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0EB4B9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08F4F1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624389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44B4CDE">
      <w:pPr>
        <w:pStyle w:val="5"/>
        <w:spacing w:before="120" w:beforeLines="0" w:after="120" w:afterLines="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722F437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7F1734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40CBE0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3CFE85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4F9D19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32D947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3EB3D4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560120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6035A2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0CF357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060B20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0437C9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A6834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723D75F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37EE8B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6DDCF5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765BE90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0C7FD7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5719AE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615E35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71C3E4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40E5CB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137E82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5F4CA4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6C7A47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0BEEAC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6D9FB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6DD6FB7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6" w:name="_Toc351203605"/>
      <w:bookmarkStart w:id="357" w:name="_Toc337558822"/>
      <w:bookmarkStart w:id="358" w:name="_Toc29634663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14:paraId="66B0E5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71F070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131B28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2F7FE0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A46A7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3D3A7D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152911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6F2465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3A0B82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05CD3B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0A5B3C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3F5DD0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33CBF0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59A266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12D992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2E0B7D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59BEF5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4954AA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6D84F0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586D10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4A8FDE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490585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60327AC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75C8E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35E630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63AD780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0A2EFF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57671220">
      <w:pPr>
        <w:pStyle w:val="5"/>
        <w:spacing w:before="120" w:beforeLines="0" w:after="120" w:afterLines="0" w:line="360" w:lineRule="auto"/>
        <w:rPr>
          <w:rFonts w:ascii="Times New Roman" w:hAnsi="Times New Roman" w:eastAsia="黑体"/>
          <w:b w:val="0"/>
          <w:color w:val="000000"/>
          <w:sz w:val="32"/>
          <w:szCs w:val="32"/>
        </w:rPr>
      </w:pPr>
      <w:bookmarkStart w:id="361" w:name="_Toc351203607"/>
      <w:bookmarkStart w:id="362" w:name="_Toc296346617"/>
      <w:bookmarkStart w:id="363" w:name="_Toc337558823"/>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22D4B66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44A5FB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26F78B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3C8738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14:paraId="67A540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772263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3E0F6FA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3" w:name="_Toc351203610"/>
      <w:bookmarkStart w:id="374" w:name="_Toc337558826"/>
      <w:bookmarkStart w:id="375" w:name="_Toc296346620"/>
      <w:bookmarkStart w:id="376" w:name="_Toc296503119"/>
      <w:r>
        <w:rPr>
          <w:rFonts w:ascii="Times New Roman" w:hAnsi="Times New Roman" w:eastAsia="黑体"/>
          <w:b w:val="0"/>
          <w:color w:val="000000"/>
          <w:sz w:val="30"/>
          <w:szCs w:val="32"/>
        </w:rPr>
        <w:t>17.3 不可抗力后果的承担</w:t>
      </w:r>
      <w:bookmarkEnd w:id="373"/>
    </w:p>
    <w:bookmarkEnd w:id="374"/>
    <w:bookmarkEnd w:id="375"/>
    <w:bookmarkEnd w:id="376"/>
    <w:p w14:paraId="335505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48C984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24D630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1A92EC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7A02AD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5EA83A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1A1B5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0D5EE3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6D066B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0909AA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1640E0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3E452B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14287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1F3769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50C743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05CD2C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DCBDD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246D9E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674587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5E44B2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60121417">
      <w:pPr>
        <w:pStyle w:val="5"/>
        <w:spacing w:before="120" w:beforeLines="0" w:after="120" w:afterLines="0" w:line="360" w:lineRule="auto"/>
        <w:rPr>
          <w:rFonts w:ascii="Times New Roman" w:hAnsi="Times New Roman" w:eastAsia="黑体"/>
          <w:b w:val="0"/>
          <w:color w:val="000000"/>
          <w:sz w:val="32"/>
          <w:szCs w:val="32"/>
        </w:rPr>
      </w:pPr>
      <w:bookmarkStart w:id="379" w:name="_Toc351203612"/>
      <w:bookmarkStart w:id="380" w:name="_Toc296503120"/>
      <w:bookmarkStart w:id="381" w:name="_Toc296346621"/>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6BCCB33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62FA5F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0BEB8BA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14:paraId="4458D8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8FE9D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0748B75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346626"/>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14:paraId="09E7DD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4B60F5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7D36C5A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60981C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26CF726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6F3878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636EA52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0" w:name="_Toc351203618"/>
      <w:bookmarkStart w:id="401" w:name="_Toc296503127"/>
      <w:bookmarkStart w:id="402" w:name="_Toc337558833"/>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14:paraId="6E8A4B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357A02A4">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358C07D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6A8FAE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4B7331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71145771">
      <w:pPr>
        <w:pStyle w:val="5"/>
        <w:spacing w:before="120" w:beforeLines="0" w:after="120" w:afterLines="0" w:line="360" w:lineRule="auto"/>
        <w:rPr>
          <w:rFonts w:ascii="Times New Roman" w:hAnsi="Times New Roman" w:eastAsia="黑体"/>
          <w:b w:val="0"/>
          <w:color w:val="000000"/>
          <w:sz w:val="32"/>
          <w:szCs w:val="32"/>
        </w:rPr>
      </w:pPr>
      <w:bookmarkStart w:id="406" w:name="_Toc351203620"/>
      <w:bookmarkStart w:id="407" w:name="_Toc296503140"/>
      <w:bookmarkStart w:id="408" w:name="_Toc337558835"/>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7581BCF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189AB4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544378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851CF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61C40F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1C151E6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7A61AD8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296346643"/>
      <w:bookmarkStart w:id="417" w:name="_Toc337558837"/>
      <w:r>
        <w:rPr>
          <w:rFonts w:ascii="Times New Roman" w:hAnsi="Times New Roman" w:eastAsia="黑体"/>
          <w:b w:val="0"/>
          <w:color w:val="000000"/>
          <w:sz w:val="30"/>
          <w:szCs w:val="32"/>
        </w:rPr>
        <w:t>19.2 对承包人索赔的处理</w:t>
      </w:r>
      <w:bookmarkEnd w:id="414"/>
    </w:p>
    <w:bookmarkEnd w:id="415"/>
    <w:bookmarkEnd w:id="416"/>
    <w:bookmarkEnd w:id="417"/>
    <w:p w14:paraId="519286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2395E4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771D40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705B5B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08A288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337558838"/>
      <w:bookmarkStart w:id="421" w:name="_Toc296503143"/>
      <w:r>
        <w:rPr>
          <w:rFonts w:ascii="Times New Roman" w:hAnsi="Times New Roman" w:eastAsia="黑体"/>
          <w:b w:val="0"/>
          <w:color w:val="000000"/>
          <w:sz w:val="30"/>
          <w:szCs w:val="32"/>
        </w:rPr>
        <w:t>19.3发包人的索赔</w:t>
      </w:r>
      <w:bookmarkEnd w:id="418"/>
    </w:p>
    <w:bookmarkEnd w:id="419"/>
    <w:bookmarkEnd w:id="420"/>
    <w:bookmarkEnd w:id="421"/>
    <w:p w14:paraId="7A0E55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5A95174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4BA072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337558839"/>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499DAE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6D2A96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802E9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6F1846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39956F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1ADD594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4E09D29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7B053873">
      <w:pPr>
        <w:pStyle w:val="5"/>
        <w:spacing w:before="120" w:beforeLines="0" w:after="120" w:afterLines="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296503146"/>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6042923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2C38CD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7E07517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337558842"/>
      <w:bookmarkStart w:id="438" w:name="_Toc296346649"/>
      <w:r>
        <w:rPr>
          <w:rFonts w:ascii="Times New Roman" w:hAnsi="Times New Roman" w:eastAsia="黑体"/>
          <w:b w:val="0"/>
          <w:color w:val="000000"/>
          <w:sz w:val="30"/>
          <w:szCs w:val="32"/>
        </w:rPr>
        <w:t>.2调解</w:t>
      </w:r>
      <w:bookmarkEnd w:id="435"/>
    </w:p>
    <w:bookmarkEnd w:id="436"/>
    <w:bookmarkEnd w:id="437"/>
    <w:bookmarkEnd w:id="438"/>
    <w:p w14:paraId="50046A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45F9BBB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1FFD4B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7F82FA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66F0F8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17A422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0459F2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09A834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D32AD0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26219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54C3A4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65A25F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341031D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30"/>
          <w:szCs w:val="32"/>
        </w:rPr>
        <w:t>20.4仲裁或诉讼</w:t>
      </w:r>
      <w:bookmarkEnd w:id="443"/>
    </w:p>
    <w:bookmarkEnd w:id="444"/>
    <w:bookmarkEnd w:id="445"/>
    <w:bookmarkEnd w:id="446"/>
    <w:p w14:paraId="424168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39B3B1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3109FF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0808303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0B081A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768076A6">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133BC13F">
      <w:pPr>
        <w:pStyle w:val="5"/>
        <w:spacing w:before="120" w:beforeLines="0" w:after="120" w:afterLines="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944495"/>
      <w:bookmarkStart w:id="454" w:name="_Toc292559361"/>
      <w:bookmarkStart w:id="455" w:name="_Toc296346657"/>
      <w:bookmarkStart w:id="456" w:name="_Toc296890984"/>
      <w:bookmarkStart w:id="457" w:name="_Toc297120456"/>
      <w:bookmarkStart w:id="458" w:name="_Toc296891196"/>
      <w:bookmarkStart w:id="459" w:name="_Toc296347155"/>
      <w:bookmarkStart w:id="460" w:name="_Toc292559866"/>
      <w:bookmarkStart w:id="461" w:name="_Toc297048342"/>
      <w:bookmarkStart w:id="462" w:name="_Toc2965031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736EEE51">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21B656B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5899DDB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104379D7">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BB911E4">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1032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28E12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4452C9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44047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8ADEE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7AACB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C0C0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446B4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6A33CB4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0E8AB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D016A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403B2B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A7C58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CBF5D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566CA15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6468FBB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C7825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376BD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F7B233B">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A9D6A1B">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72C58AEC">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4DD84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3C8159CC">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104CAB8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B74AD7">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FFC13D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A3F247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42CE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A9288F6">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68EB0DE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5C8BB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2ACCAF3A">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BEBB4E0">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2B9EF7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6A0A79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5F8F1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5CD3E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8CBA2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2E1AB247">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F9E18E9">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FA76C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8E8C9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44E79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923A4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B0795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35828B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12AF5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1D335EEC">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2AB0D01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1FE925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52D41D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ED6D2A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495D8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E9A40C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EF42E56">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7323EFA9">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18581155"/>
      <w:bookmarkStart w:id="465" w:name="_Toc303539100"/>
      <w:bookmarkStart w:id="466" w:name="_Toc304295521"/>
      <w:bookmarkStart w:id="467" w:name="_Toc312677986"/>
      <w:r>
        <w:rPr>
          <w:rFonts w:ascii="Times New Roman" w:hAnsi="Times New Roman" w:eastAsia="仿宋_GB2312"/>
          <w:sz w:val="30"/>
          <w:szCs w:val="32"/>
        </w:rPr>
        <w:t>.10.1 出入现场的权利</w:t>
      </w:r>
    </w:p>
    <w:p w14:paraId="7BADC026">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B12197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5806E671">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03539101"/>
      <w:bookmarkStart w:id="470" w:name="_Toc304295522"/>
      <w:bookmarkStart w:id="471" w:name="_Toc312677987"/>
      <w:bookmarkStart w:id="472" w:name="_Toc318581156"/>
      <w:r>
        <w:rPr>
          <w:rFonts w:ascii="Times New Roman" w:hAnsi="Times New Roman" w:eastAsia="仿宋_GB2312"/>
          <w:sz w:val="30"/>
          <w:szCs w:val="32"/>
        </w:rPr>
        <w:t>.10.3 场内交通</w:t>
      </w:r>
    </w:p>
    <w:p w14:paraId="1D83F6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591717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4C17745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2C0EEA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733DD4F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5818DE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2CA3934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B0E5F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E53EC6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A71B1C">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5F1E2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05E824">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5BBE3BF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A9780D">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05C16D7">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47776A0A">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AD0262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B5DB68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E578454">
      <w:pPr>
        <w:pStyle w:val="5"/>
        <w:spacing w:before="120" w:beforeLines="0" w:after="120" w:afterLines="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2559867"/>
      <w:bookmarkStart w:id="477" w:name="_Toc296891197"/>
      <w:bookmarkStart w:id="478" w:name="_Toc296346658"/>
      <w:bookmarkStart w:id="479" w:name="_Toc296347156"/>
      <w:bookmarkStart w:id="480" w:name="_Toc297048343"/>
      <w:bookmarkStart w:id="481" w:name="_Toc296944496"/>
      <w:bookmarkStart w:id="482" w:name="_Toc296890985"/>
      <w:bookmarkStart w:id="483" w:name="_Toc297120457"/>
      <w:bookmarkStart w:id="484" w:name="_Toc2965031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0F27CC1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1FA34A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2441DE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E2F02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E7B83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DCF43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3EC74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328E2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653040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54AB5C4B">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8EE3A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6D998B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47022C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DE9C9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67F9FD8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ED389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260E8F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AD0A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BF6FD1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F5DCF2">
      <w:pPr>
        <w:pStyle w:val="5"/>
        <w:spacing w:before="120" w:beforeLines="0" w:after="120" w:afterLines="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944497"/>
      <w:bookmarkStart w:id="487" w:name="_Toc296890986"/>
      <w:bookmarkStart w:id="488" w:name="_Toc296346659"/>
      <w:bookmarkStart w:id="489" w:name="_Toc296891198"/>
      <w:bookmarkStart w:id="490" w:name="_Toc297048344"/>
      <w:bookmarkStart w:id="491" w:name="_Toc292559363"/>
      <w:bookmarkStart w:id="492" w:name="_Toc292559868"/>
      <w:bookmarkStart w:id="493" w:name="_Toc296347157"/>
      <w:bookmarkStart w:id="494" w:name="_Toc296503158"/>
      <w:bookmarkStart w:id="495" w:name="_Toc2971204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224A6B8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423A6A6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C5A12C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0E5FA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EFFB9D">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DFC2F5">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C65100">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A832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C9B293">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03D54F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34EB67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A3EFB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47BE1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A8370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EC70C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3D2BC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36044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1EFDD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D07CBE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68E7A8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C84A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6A74F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2CF9B7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E57E9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5A02853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8A3EC2">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EF385F">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03F4C5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BD13B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85AE9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90043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7DF3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18F957">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2559364"/>
      <w:bookmarkStart w:id="497" w:name="_Toc292559869"/>
      <w:bookmarkStart w:id="498" w:name="_Toc296346660"/>
      <w:bookmarkStart w:id="499" w:name="_Toc296347158"/>
      <w:bookmarkStart w:id="500" w:name="_Toc296503159"/>
      <w:bookmarkStart w:id="501" w:name="_Toc297120459"/>
      <w:bookmarkStart w:id="502" w:name="_Toc312677988"/>
      <w:bookmarkStart w:id="503" w:name="_Toc297123492"/>
      <w:bookmarkStart w:id="504" w:name="_Toc304295523"/>
      <w:bookmarkStart w:id="505" w:name="_Toc303539102"/>
      <w:bookmarkStart w:id="506" w:name="_Toc300934945"/>
      <w:bookmarkStart w:id="507" w:name="_Toc296890987"/>
      <w:bookmarkStart w:id="508" w:name="_Toc297048345"/>
      <w:bookmarkStart w:id="509" w:name="_Toc297216151"/>
      <w:bookmarkStart w:id="510" w:name="_Toc296891199"/>
      <w:bookmarkStart w:id="511" w:name="_Toc296944498"/>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6176E10C">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944499"/>
      <w:bookmarkStart w:id="513" w:name="_Toc297120460"/>
      <w:bookmarkStart w:id="514" w:name="_Toc292559365"/>
      <w:bookmarkStart w:id="515" w:name="_Toc292559870"/>
      <w:bookmarkStart w:id="516" w:name="_Toc296346661"/>
      <w:bookmarkStart w:id="517" w:name="_Toc296347159"/>
      <w:bookmarkStart w:id="518" w:name="_Toc296503160"/>
      <w:bookmarkStart w:id="519" w:name="_Toc296891200"/>
      <w:bookmarkStart w:id="520" w:name="_Toc296890988"/>
      <w:bookmarkStart w:id="521" w:name="_Toc297048346"/>
      <w:bookmarkStart w:id="522" w:name="_Toc304295524"/>
      <w:bookmarkStart w:id="523" w:name="_Toc300934946"/>
      <w:bookmarkStart w:id="524" w:name="_Toc297216152"/>
      <w:bookmarkStart w:id="525" w:name="_Toc297123493"/>
      <w:bookmarkStart w:id="526" w:name="_Toc303539103"/>
      <w:bookmarkStart w:id="527" w:name="_Toc318581158"/>
      <w:bookmarkStart w:id="528" w:name="_Toc312677989"/>
      <w:r>
        <w:rPr>
          <w:rFonts w:ascii="Times New Roman" w:hAnsi="Times New Roman" w:eastAsia="仿宋_GB2312"/>
          <w:sz w:val="30"/>
          <w:szCs w:val="32"/>
        </w:rPr>
        <w:t>.5.1 分包的一般约定</w:t>
      </w:r>
    </w:p>
    <w:p w14:paraId="4668EEC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4E2EB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5635934">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7048347"/>
      <w:bookmarkStart w:id="530" w:name="_Toc304295525"/>
      <w:bookmarkStart w:id="531" w:name="_Toc296347160"/>
      <w:bookmarkStart w:id="532" w:name="_Toc296503161"/>
      <w:bookmarkStart w:id="533" w:name="_Toc296891201"/>
      <w:bookmarkStart w:id="534" w:name="_Toc300934947"/>
      <w:bookmarkStart w:id="535" w:name="_Toc303539104"/>
      <w:bookmarkStart w:id="536" w:name="_Toc296346662"/>
      <w:bookmarkStart w:id="537" w:name="_Toc296890989"/>
      <w:bookmarkStart w:id="538" w:name="_Toc296944500"/>
      <w:bookmarkStart w:id="539" w:name="_Toc297120461"/>
      <w:bookmarkStart w:id="540" w:name="_Toc297123494"/>
      <w:bookmarkStart w:id="541" w:name="_Toc297216153"/>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743C119">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0251AEB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3A691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7A70FA7">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B8A189">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4CFB152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19906E3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58AEC1CD">
      <w:pPr>
        <w:spacing w:before="120" w:beforeLines="0" w:after="120" w:afterLines="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5E2FCA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4536AC0C">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37FCF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17CBF19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B013C3">
      <w:pPr>
        <w:pStyle w:val="5"/>
        <w:spacing w:before="120" w:beforeLines="0" w:after="120" w:afterLines="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944501"/>
      <w:bookmarkStart w:id="546" w:name="_Toc292559366"/>
      <w:bookmarkStart w:id="547" w:name="_Toc296346663"/>
      <w:bookmarkStart w:id="548" w:name="_Toc267251413"/>
      <w:bookmarkStart w:id="549" w:name="_Toc296347161"/>
      <w:bookmarkStart w:id="550" w:name="_Toc297120462"/>
      <w:bookmarkStart w:id="551" w:name="_Toc292559871"/>
      <w:bookmarkStart w:id="552" w:name="_Toc296503162"/>
      <w:bookmarkStart w:id="553" w:name="_Toc296891202"/>
      <w:bookmarkStart w:id="554" w:name="_Toc296890990"/>
      <w:bookmarkStart w:id="555" w:name="_Toc297048348"/>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4392FCB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4673DA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89296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734082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2073444">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94A5D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2561A2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5CE1E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E0D477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177AC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697CD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C8F61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85B48B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C86DC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873DF1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BB4E0BD">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38D5A9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2264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7B36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8C58D6">
      <w:pPr>
        <w:pStyle w:val="5"/>
        <w:spacing w:before="120" w:beforeLines="0" w:after="120" w:afterLines="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0991"/>
      <w:bookmarkStart w:id="559" w:name="_Toc296944502"/>
      <w:bookmarkStart w:id="560" w:name="_Toc297048349"/>
      <w:bookmarkStart w:id="561" w:name="_Toc296891203"/>
      <w:bookmarkStart w:id="562" w:name="_Toc296347162"/>
      <w:bookmarkStart w:id="563" w:name="_Toc296346664"/>
      <w:bookmarkStart w:id="564" w:name="_Toc292559872"/>
      <w:bookmarkStart w:id="565" w:name="_Toc292559367"/>
      <w:bookmarkStart w:id="566" w:name="_Toc296503163"/>
      <w:bookmarkStart w:id="567" w:name="_Toc297120463"/>
      <w:r>
        <w:rPr>
          <w:rFonts w:ascii="Times New Roman" w:hAnsi="Times New Roman" w:eastAsia="黑体"/>
          <w:b w:val="0"/>
          <w:color w:val="000000"/>
          <w:sz w:val="32"/>
          <w:szCs w:val="32"/>
        </w:rPr>
        <w:t>. 工程质量</w:t>
      </w:r>
      <w:bookmarkEnd w:id="557"/>
    </w:p>
    <w:p w14:paraId="26B50F6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D05285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2677997"/>
      <w:bookmarkStart w:id="569" w:name="_Toc297216155"/>
      <w:bookmarkStart w:id="570" w:name="_Toc304295527"/>
      <w:bookmarkStart w:id="571" w:name="_Toc300934949"/>
      <w:bookmarkStart w:id="572" w:name="_Toc318581164"/>
      <w:bookmarkStart w:id="573" w:name="_Toc303539106"/>
      <w:bookmarkStart w:id="574" w:name="_Toc29712349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BD1F0C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AA51A3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A8EC4D">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39A84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1A51656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50979E9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2E170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7B955B5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508DBF30">
      <w:pPr>
        <w:pStyle w:val="5"/>
        <w:spacing w:before="120" w:beforeLines="0" w:after="120" w:afterLines="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5D0F5A0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40DD3EE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7F5E1F2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CE592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0A98C8D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CA6DC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97834A">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4151D98">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F8B9FA3">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16F08F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21C5000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208E683A">
      <w:pPr>
        <w:pStyle w:val="5"/>
        <w:spacing w:before="120" w:beforeLines="0" w:after="120" w:afterLines="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5FD5D5C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5AA876C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92E19AC">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4FCA1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3EC880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55D344A">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7D370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C0199A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297216173"/>
      <w:bookmarkStart w:id="579" w:name="_Toc312677479"/>
      <w:bookmarkStart w:id="580" w:name="_Toc297123514"/>
      <w:bookmarkStart w:id="581" w:name="_Toc300934966"/>
      <w:bookmarkStart w:id="582" w:name="_Toc304295541"/>
      <w:bookmarkStart w:id="583" w:name="_Toc312678005"/>
      <w:r>
        <w:rPr>
          <w:rFonts w:ascii="Times New Roman" w:hAnsi="Times New Roman" w:eastAsia="黑体"/>
          <w:color w:val="000000"/>
          <w:sz w:val="30"/>
          <w:szCs w:val="32"/>
        </w:rPr>
        <w:t>.2 施工进度计划</w:t>
      </w:r>
    </w:p>
    <w:p w14:paraId="39457F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856B4E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D4FD0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7F2CA36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47BE3E2C">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91977D3">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0374CCBD">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DD455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47D6AE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B743D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519E710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4FCEE39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78FBC59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3FD7656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12678010"/>
      <w:bookmarkStart w:id="585" w:name="_Toc303539125"/>
      <w:bookmarkStart w:id="586" w:name="_Toc300934968"/>
      <w:bookmarkStart w:id="587" w:name="_Toc312677484"/>
      <w:bookmarkStart w:id="588" w:name="_Toc297216175"/>
      <w:bookmarkStart w:id="589" w:name="_Toc297123516"/>
      <w:bookmarkStart w:id="590" w:name="_Toc304295546"/>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4AFC29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40F953E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6678E68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005F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8012"/>
      <w:bookmarkStart w:id="592" w:name="_Toc318581169"/>
      <w:bookmarkStart w:id="593" w:name="_Toc312677486"/>
      <w:bookmarkStart w:id="594" w:name="_Toc297123518"/>
      <w:bookmarkStart w:id="595" w:name="_Toc297216177"/>
      <w:bookmarkStart w:id="596" w:name="_Toc303539127"/>
      <w:bookmarkStart w:id="597" w:name="_Toc300934970"/>
      <w:bookmarkStart w:id="598" w:name="_Toc304295548"/>
      <w:r>
        <w:rPr>
          <w:rFonts w:ascii="Times New Roman" w:hAnsi="Times New Roman" w:eastAsia="仿宋_GB2312"/>
          <w:sz w:val="30"/>
          <w:szCs w:val="32"/>
        </w:rPr>
        <w:t>.5.2 因承包人原因导致工期延误</w:t>
      </w:r>
    </w:p>
    <w:bookmarkEnd w:id="591"/>
    <w:bookmarkEnd w:id="592"/>
    <w:bookmarkEnd w:id="593"/>
    <w:p w14:paraId="5F43B11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60ABFF6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499C55E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469749F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49EBA25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123519"/>
      <w:bookmarkStart w:id="605" w:name="_Toc300934971"/>
      <w:bookmarkStart w:id="606" w:name="_Toc304295549"/>
      <w:bookmarkStart w:id="607" w:name="_Toc297216178"/>
      <w:bookmarkStart w:id="608" w:name="_Toc303539128"/>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51CE96DF">
      <w:pPr>
        <w:spacing w:line="360" w:lineRule="auto"/>
        <w:ind w:firstLine="600" w:firstLineChars="200"/>
        <w:jc w:val="left"/>
        <w:rPr>
          <w:rFonts w:ascii="Times New Roman" w:hAnsi="Times New Roman" w:eastAsia="仿宋_GB2312"/>
          <w:sz w:val="30"/>
          <w:szCs w:val="32"/>
          <w:u w:val="single"/>
        </w:rPr>
      </w:pPr>
      <w:bookmarkStart w:id="610" w:name="_Toc312678016"/>
      <w:bookmarkStart w:id="611" w:name="_Toc318581172"/>
      <w:bookmarkStart w:id="612" w:name="_Toc297216179"/>
      <w:bookmarkStart w:id="613" w:name="_Toc304295550"/>
      <w:bookmarkStart w:id="614" w:name="_Toc300934972"/>
      <w:bookmarkStart w:id="615" w:name="_Toc303539129"/>
      <w:bookmarkStart w:id="616" w:name="_Toc29712352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7401E9A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2336F819">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3539130"/>
      <w:bookmarkStart w:id="618" w:name="_Toc312678017"/>
      <w:bookmarkStart w:id="619" w:name="_Toc304295551"/>
      <w:bookmarkStart w:id="620" w:name="_Toc297216180"/>
      <w:bookmarkStart w:id="621" w:name="_Toc300934973"/>
      <w:bookmarkStart w:id="622" w:name="_Toc29712352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6D5B011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719709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A9968D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C6C38C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501F2F">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0BA98FF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9D290A2">
      <w:pPr>
        <w:pStyle w:val="5"/>
        <w:spacing w:before="120" w:beforeLines="0" w:after="120" w:afterLines="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31B53FE5">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6346668"/>
      <w:bookmarkStart w:id="626" w:name="_Toc292559372"/>
      <w:bookmarkStart w:id="627" w:name="_Toc292559877"/>
      <w:bookmarkStart w:id="628" w:name="_Toc296890995"/>
      <w:bookmarkStart w:id="629" w:name="_Toc296944506"/>
      <w:bookmarkStart w:id="630" w:name="_Toc297048353"/>
      <w:bookmarkStart w:id="631" w:name="_Toc300934979"/>
      <w:bookmarkStart w:id="632" w:name="_Toc303539136"/>
      <w:bookmarkStart w:id="633" w:name="_Toc296891207"/>
      <w:bookmarkStart w:id="634" w:name="_Toc296503167"/>
      <w:bookmarkStart w:id="635" w:name="_Toc304295556"/>
      <w:bookmarkStart w:id="636" w:name="_Toc297120467"/>
      <w:bookmarkStart w:id="637" w:name="_Toc297216186"/>
      <w:bookmarkStart w:id="638" w:name="_Toc296347166"/>
      <w:bookmarkStart w:id="639" w:name="_Toc312677493"/>
      <w:bookmarkStart w:id="640" w:name="_Toc312678019"/>
      <w:bookmarkStart w:id="641" w:name="_Toc297123527"/>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1F86BF5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12678020"/>
      <w:bookmarkStart w:id="648" w:name="_Toc300934980"/>
      <w:bookmarkStart w:id="649" w:name="_Toc297120468"/>
      <w:bookmarkStart w:id="650" w:name="_Toc318581173"/>
      <w:bookmarkStart w:id="651" w:name="_Toc296346669"/>
      <w:bookmarkStart w:id="652" w:name="_Toc296891208"/>
      <w:bookmarkStart w:id="653" w:name="_Toc312677494"/>
      <w:bookmarkStart w:id="654" w:name="_Toc297048354"/>
      <w:bookmarkStart w:id="655" w:name="_Toc297123528"/>
      <w:bookmarkStart w:id="656" w:name="_Toc304295557"/>
      <w:bookmarkStart w:id="657" w:name="_Toc303539137"/>
      <w:bookmarkStart w:id="658" w:name="_Toc296503168"/>
      <w:bookmarkStart w:id="659" w:name="_Toc296944507"/>
      <w:bookmarkStart w:id="660" w:name="_Toc297216187"/>
      <w:bookmarkStart w:id="661" w:name="_Toc296347167"/>
      <w:bookmarkStart w:id="662" w:name="_Toc296890996"/>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4D3329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3052D12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09344D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6ACEDC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262309">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41C687">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72C299B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133D792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B88E5EB">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0F598076">
      <w:pPr>
        <w:pStyle w:val="5"/>
        <w:spacing w:before="120" w:beforeLines="0" w:after="120" w:afterLines="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123533"/>
      <w:bookmarkStart w:id="665" w:name="_Toc300934982"/>
      <w:bookmarkStart w:id="666" w:name="_Toc303539139"/>
      <w:bookmarkStart w:id="667" w:name="_Toc297216192"/>
      <w:bookmarkStart w:id="668" w:name="_Toc304295559"/>
      <w:bookmarkStart w:id="669" w:name="_Toc312677495"/>
      <w:bookmarkStart w:id="670" w:name="_Toc312678021"/>
      <w:bookmarkStart w:id="671" w:name="_Toc296944512"/>
      <w:bookmarkStart w:id="672" w:name="_Toc267251428"/>
      <w:bookmarkStart w:id="673" w:name="_Toc296891001"/>
      <w:bookmarkStart w:id="674" w:name="_Toc292559883"/>
      <w:bookmarkStart w:id="675" w:name="_Toc296347172"/>
      <w:bookmarkStart w:id="676" w:name="_Toc296503173"/>
      <w:bookmarkStart w:id="677" w:name="_Toc297120473"/>
      <w:bookmarkStart w:id="678" w:name="_Toc297048359"/>
      <w:bookmarkStart w:id="679" w:name="_Toc296346674"/>
      <w:bookmarkStart w:id="680" w:name="_Toc296891213"/>
      <w:bookmarkStart w:id="681" w:name="_Toc292559378"/>
      <w:bookmarkStart w:id="682" w:name="_Toc267251427"/>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0CCC523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00934983"/>
      <w:bookmarkStart w:id="684" w:name="_Toc297123534"/>
      <w:bookmarkStart w:id="685" w:name="_Toc303539140"/>
      <w:bookmarkStart w:id="686" w:name="_Toc297216193"/>
      <w:bookmarkStart w:id="687" w:name="_Toc312678022"/>
      <w:bookmarkStart w:id="688" w:name="_Toc312677496"/>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19312D8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3539141"/>
      <w:bookmarkStart w:id="691" w:name="_Toc300934984"/>
      <w:bookmarkStart w:id="692" w:name="_Toc297123535"/>
      <w:bookmarkStart w:id="693" w:name="_Toc297216194"/>
      <w:bookmarkStart w:id="694" w:name="_Toc312677497"/>
      <w:bookmarkStart w:id="695" w:name="_Toc312678023"/>
      <w:bookmarkStart w:id="696" w:name="_Toc304295561"/>
      <w:bookmarkStart w:id="697" w:name="_Toc318581174"/>
      <w:r>
        <w:rPr>
          <w:rFonts w:ascii="Times New Roman" w:hAnsi="Times New Roman" w:eastAsia="仿宋_GB2312"/>
          <w:sz w:val="30"/>
          <w:szCs w:val="32"/>
        </w:rPr>
        <w:t>.1.2 试验设备</w:t>
      </w:r>
    </w:p>
    <w:p w14:paraId="73635CD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3539142"/>
      <w:bookmarkStart w:id="699" w:name="_Toc312678024"/>
      <w:bookmarkStart w:id="700" w:name="_Toc312677498"/>
      <w:bookmarkStart w:id="701" w:name="_Toc297123536"/>
      <w:bookmarkStart w:id="702" w:name="_Toc304295562"/>
      <w:bookmarkStart w:id="703" w:name="_Toc300934985"/>
      <w:bookmarkStart w:id="704"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5BF8B6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451A962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4B09AF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F62A6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DAA76D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10D0A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D4D703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611B104">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2EFBAC2C">
      <w:pPr>
        <w:pStyle w:val="5"/>
        <w:spacing w:before="120" w:beforeLines="0" w:after="120" w:afterLines="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304295566"/>
      <w:bookmarkStart w:id="707" w:name="_Toc297048379"/>
      <w:bookmarkStart w:id="708" w:name="_Toc296347192"/>
      <w:bookmarkStart w:id="709" w:name="_Toc296503193"/>
      <w:bookmarkStart w:id="710" w:name="_Toc297123540"/>
      <w:bookmarkStart w:id="711" w:name="_Toc297216199"/>
      <w:bookmarkStart w:id="712" w:name="_Toc303539146"/>
      <w:bookmarkStart w:id="713" w:name="_Toc296346694"/>
      <w:bookmarkStart w:id="714" w:name="_Toc296891021"/>
      <w:bookmarkStart w:id="715" w:name="_Toc292559398"/>
      <w:bookmarkStart w:id="716" w:name="_Toc296891233"/>
      <w:bookmarkStart w:id="717" w:name="_Toc292559903"/>
      <w:bookmarkStart w:id="718" w:name="_Toc300934989"/>
      <w:bookmarkStart w:id="719" w:name="_Toc296944532"/>
      <w:bookmarkStart w:id="720" w:name="_Toc297120493"/>
      <w:bookmarkStart w:id="721" w:name="_Toc312677499"/>
      <w:bookmarkStart w:id="722" w:name="_Toc312678025"/>
      <w:bookmarkStart w:id="723" w:name="_Toc267251439"/>
      <w:bookmarkStart w:id="724" w:name="_Toc267251437"/>
      <w:bookmarkStart w:id="725" w:name="_Toc267251435"/>
      <w:bookmarkStart w:id="726" w:name="_Toc267251441"/>
      <w:bookmarkStart w:id="727" w:name="_Toc267251440"/>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1B38AD8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944533"/>
      <w:bookmarkStart w:id="731" w:name="_Toc292559904"/>
      <w:bookmarkStart w:id="732" w:name="_Toc297120494"/>
      <w:bookmarkStart w:id="733" w:name="_Toc300934990"/>
      <w:bookmarkStart w:id="734" w:name="_Toc292559399"/>
      <w:bookmarkStart w:id="735" w:name="_Toc296891022"/>
      <w:bookmarkStart w:id="736" w:name="_Toc297216200"/>
      <w:bookmarkStart w:id="737" w:name="_Toc296503194"/>
      <w:bookmarkStart w:id="738" w:name="_Toc304295567"/>
      <w:bookmarkStart w:id="739" w:name="_Toc296891234"/>
      <w:bookmarkStart w:id="740" w:name="_Toc312677500"/>
      <w:bookmarkStart w:id="741" w:name="_Toc296347193"/>
      <w:bookmarkStart w:id="742" w:name="_Toc297123541"/>
      <w:bookmarkStart w:id="743" w:name="_Toc296346695"/>
      <w:bookmarkStart w:id="744" w:name="_Toc303539147"/>
      <w:bookmarkStart w:id="745" w:name="_Toc297048380"/>
      <w:bookmarkStart w:id="746" w:name="_Toc312678026"/>
      <w:r>
        <w:rPr>
          <w:rFonts w:ascii="Times New Roman" w:hAnsi="Times New Roman" w:eastAsia="黑体"/>
          <w:color w:val="000000"/>
          <w:sz w:val="30"/>
          <w:szCs w:val="32"/>
        </w:rPr>
        <w:t>0.1变更的范围</w:t>
      </w:r>
    </w:p>
    <w:p w14:paraId="5287BA27">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D9862A8">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21025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43176708">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01E9D7D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C5F12B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F9E57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300934993"/>
      <w:bookmarkStart w:id="748" w:name="_Toc296346698"/>
      <w:bookmarkStart w:id="749" w:name="_Toc296347196"/>
      <w:bookmarkStart w:id="750" w:name="_Toc296891237"/>
      <w:bookmarkStart w:id="751" w:name="_Toc297120497"/>
      <w:bookmarkStart w:id="752" w:name="_Toc296944536"/>
      <w:bookmarkStart w:id="753" w:name="_Toc297216203"/>
      <w:bookmarkStart w:id="754" w:name="_Toc303539150"/>
      <w:bookmarkStart w:id="755" w:name="_Toc296503197"/>
      <w:bookmarkStart w:id="756" w:name="_Toc292559907"/>
      <w:bookmarkStart w:id="757" w:name="_Toc297123544"/>
      <w:bookmarkStart w:id="758" w:name="_Toc292559402"/>
      <w:bookmarkStart w:id="759" w:name="_Toc297048383"/>
      <w:bookmarkStart w:id="760" w:name="_Toc296891025"/>
      <w:bookmarkStart w:id="761" w:name="_Toc304295570"/>
      <w:bookmarkStart w:id="762" w:name="_Toc312678029"/>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120503"/>
      <w:bookmarkStart w:id="765" w:name="_Toc292559913"/>
      <w:bookmarkStart w:id="766" w:name="_Toc292559408"/>
      <w:bookmarkStart w:id="767" w:name="_Toc297048389"/>
      <w:bookmarkStart w:id="768" w:name="_Toc296891243"/>
      <w:bookmarkStart w:id="769" w:name="_Toc296944542"/>
      <w:bookmarkStart w:id="770" w:name="_Toc296346704"/>
      <w:bookmarkStart w:id="771" w:name="_Toc296891031"/>
      <w:bookmarkStart w:id="772" w:name="_Toc300934994"/>
      <w:bookmarkStart w:id="773" w:name="_Toc296503203"/>
      <w:bookmarkStart w:id="774" w:name="_Toc303539151"/>
      <w:bookmarkStart w:id="775" w:name="_Toc297216204"/>
      <w:bookmarkStart w:id="776" w:name="_Toc297123545"/>
      <w:bookmarkStart w:id="777" w:name="_Toc296347202"/>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6D26EB0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48503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1522D0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347203"/>
      <w:bookmarkStart w:id="779" w:name="_Toc296503204"/>
      <w:bookmarkStart w:id="780" w:name="_Toc296891032"/>
      <w:bookmarkStart w:id="781" w:name="_Toc297123546"/>
      <w:bookmarkStart w:id="782" w:name="_Toc297216205"/>
      <w:bookmarkStart w:id="783" w:name="_Toc300934995"/>
      <w:bookmarkStart w:id="784" w:name="_Toc304295571"/>
      <w:bookmarkStart w:id="785" w:name="_Toc312677504"/>
      <w:bookmarkStart w:id="786" w:name="_Toc292559914"/>
      <w:bookmarkStart w:id="787" w:name="_Toc296346705"/>
      <w:bookmarkStart w:id="788" w:name="_Toc296944543"/>
      <w:bookmarkStart w:id="789" w:name="_Toc296891244"/>
      <w:bookmarkStart w:id="790" w:name="_Toc312678030"/>
      <w:bookmarkStart w:id="791" w:name="_Toc318581175"/>
      <w:bookmarkStart w:id="792" w:name="_Toc297120504"/>
      <w:bookmarkStart w:id="793" w:name="_Toc303539152"/>
      <w:bookmarkStart w:id="794" w:name="_Toc292559409"/>
      <w:bookmarkStart w:id="795" w:name="_Toc297048390"/>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2092F5">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6534485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503199"/>
      <w:bookmarkStart w:id="797" w:name="_Toc303539154"/>
      <w:bookmarkStart w:id="798" w:name="_Toc296944538"/>
      <w:bookmarkStart w:id="799" w:name="_Toc300934997"/>
      <w:bookmarkStart w:id="800" w:name="_Toc312677507"/>
      <w:bookmarkStart w:id="801" w:name="_Toc292559404"/>
      <w:bookmarkStart w:id="802" w:name="_Toc296891027"/>
      <w:bookmarkStart w:id="803" w:name="_Toc296346700"/>
      <w:bookmarkStart w:id="804" w:name="_Toc297048385"/>
      <w:bookmarkStart w:id="805" w:name="_Toc297120499"/>
      <w:bookmarkStart w:id="806" w:name="_Toc297216207"/>
      <w:bookmarkStart w:id="807" w:name="_Toc297123548"/>
      <w:bookmarkStart w:id="808" w:name="_Toc312678033"/>
      <w:bookmarkStart w:id="809" w:name="_Toc292559909"/>
      <w:bookmarkStart w:id="810" w:name="_Toc304295574"/>
      <w:bookmarkStart w:id="811" w:name="_Toc296347198"/>
      <w:bookmarkStart w:id="812" w:name="_Toc296891239"/>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0048821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7508"/>
      <w:bookmarkStart w:id="814" w:name="_Toc312678034"/>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6DBD8E0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2678035"/>
      <w:bookmarkStart w:id="818" w:name="_Toc318581177"/>
      <w:r>
        <w:rPr>
          <w:rFonts w:ascii="Times New Roman" w:hAnsi="Times New Roman" w:eastAsia="仿宋_GB2312"/>
          <w:sz w:val="30"/>
          <w:szCs w:val="32"/>
        </w:rPr>
        <w:t>0.7.1 依法必须招标的暂估价项目</w:t>
      </w:r>
    </w:p>
    <w:bookmarkEnd w:id="816"/>
    <w:bookmarkEnd w:id="817"/>
    <w:bookmarkEnd w:id="818"/>
    <w:p w14:paraId="573A684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32EE4A6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4AF156E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29A564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54763A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01FE4E55">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C6976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FAFF04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D4E078D">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A698DD6">
      <w:pPr>
        <w:pStyle w:val="5"/>
        <w:spacing w:before="120" w:beforeLines="0" w:after="120" w:afterLines="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2871C466">
      <w:pPr>
        <w:spacing w:after="120" w:afterLines="0" w:line="360" w:lineRule="auto"/>
        <w:ind w:firstLine="600" w:firstLineChars="200"/>
        <w:rPr>
          <w:rFonts w:ascii="Times New Roman" w:hAnsi="Times New Roman" w:eastAsia="黑体"/>
          <w:color w:val="000000"/>
          <w:sz w:val="30"/>
          <w:szCs w:val="32"/>
        </w:rPr>
      </w:pPr>
      <w:bookmarkStart w:id="820" w:name="_Toc297120501"/>
      <w:bookmarkStart w:id="821" w:name="_Toc296503201"/>
      <w:bookmarkStart w:id="822" w:name="_Toc297048387"/>
      <w:bookmarkStart w:id="823" w:name="_Toc296347200"/>
      <w:bookmarkStart w:id="824" w:name="_Toc297123550"/>
      <w:bookmarkStart w:id="825" w:name="_Toc292559406"/>
      <w:bookmarkStart w:id="826" w:name="_Toc312678039"/>
      <w:bookmarkStart w:id="827" w:name="_Toc292559911"/>
      <w:bookmarkStart w:id="828" w:name="_Toc296891029"/>
      <w:bookmarkStart w:id="829" w:name="_Toc304295577"/>
      <w:bookmarkStart w:id="830" w:name="_Toc296346702"/>
      <w:bookmarkStart w:id="831" w:name="_Toc303539157"/>
      <w:bookmarkStart w:id="832" w:name="_Toc296891241"/>
      <w:bookmarkStart w:id="833" w:name="_Toc296944540"/>
      <w:bookmarkStart w:id="834" w:name="_Toc300935000"/>
      <w:bookmarkStart w:id="835" w:name="_Toc297216209"/>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1C0B0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79A723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3A15822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82DC55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6354E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28418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B5D3D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23693CA">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52552D5">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B40D9FF">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7F4F4FB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2863EC71">
      <w:pPr>
        <w:pStyle w:val="5"/>
        <w:spacing w:before="120" w:beforeLines="0" w:after="120" w:afterLines="0" w:line="360" w:lineRule="auto"/>
        <w:rPr>
          <w:rFonts w:ascii="Times New Roman" w:hAnsi="Times New Roman" w:eastAsia="黑体"/>
          <w:b w:val="0"/>
          <w:color w:val="000000"/>
          <w:sz w:val="32"/>
          <w:szCs w:val="32"/>
        </w:rPr>
      </w:pPr>
      <w:bookmarkStart w:id="836" w:name="_Toc296346706"/>
      <w:bookmarkStart w:id="837" w:name="_Toc297120505"/>
      <w:bookmarkStart w:id="838" w:name="_Toc292559915"/>
      <w:bookmarkStart w:id="839" w:name="_Toc297048391"/>
      <w:bookmarkStart w:id="840" w:name="_Toc296944544"/>
      <w:bookmarkStart w:id="841" w:name="_Toc296503205"/>
      <w:bookmarkStart w:id="842" w:name="_Toc292559410"/>
      <w:bookmarkStart w:id="843" w:name="_Toc296891033"/>
      <w:bookmarkStart w:id="844" w:name="_Toc296891245"/>
      <w:bookmarkStart w:id="845" w:name="_Toc296347204"/>
      <w:bookmarkStart w:id="846" w:name="_Toc351203644"/>
      <w:bookmarkStart w:id="847" w:name="_Toc312678040"/>
      <w:bookmarkStart w:id="848" w:name="_Toc303539159"/>
      <w:bookmarkStart w:id="849" w:name="_Toc297216211"/>
      <w:bookmarkStart w:id="850" w:name="_Toc300935002"/>
      <w:bookmarkStart w:id="851" w:name="_Toc304295579"/>
      <w:bookmarkStart w:id="852" w:name="_Toc297123552"/>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5DA1074E">
      <w:pPr>
        <w:spacing w:after="120" w:afterLines="0" w:line="360" w:lineRule="auto"/>
        <w:ind w:firstLine="600" w:firstLineChars="200"/>
        <w:rPr>
          <w:rFonts w:ascii="Times New Roman" w:hAnsi="Times New Roman" w:eastAsia="黑体"/>
          <w:color w:val="000000"/>
          <w:sz w:val="30"/>
          <w:szCs w:val="32"/>
        </w:rPr>
      </w:pPr>
      <w:bookmarkStart w:id="853" w:name="_Toc292559916"/>
      <w:bookmarkStart w:id="854" w:name="_Toc267251461"/>
      <w:bookmarkStart w:id="855" w:name="_Toc292559411"/>
      <w:bookmarkStart w:id="856" w:name="_Toc296891246"/>
      <w:bookmarkStart w:id="857" w:name="_Toc297048392"/>
      <w:bookmarkStart w:id="858" w:name="_Toc296944545"/>
      <w:bookmarkStart w:id="859" w:name="_Toc297120506"/>
      <w:bookmarkStart w:id="860" w:name="_Toc296346707"/>
      <w:bookmarkStart w:id="861" w:name="_Toc296347205"/>
      <w:bookmarkStart w:id="862" w:name="_Toc296503206"/>
      <w:bookmarkStart w:id="863" w:name="_Toc296891034"/>
      <w:bookmarkStart w:id="864" w:name="_Toc297123553"/>
      <w:bookmarkStart w:id="865" w:name="_Toc297216212"/>
      <w:bookmarkStart w:id="866" w:name="_Toc300935003"/>
      <w:bookmarkStart w:id="867" w:name="_Toc303539160"/>
      <w:bookmarkStart w:id="868" w:name="_Toc304295580"/>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36D1AE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64EB486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65394D1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83821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089B435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50064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0EB684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6412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0BBD743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F7BCF5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E8460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EABBDFF">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C7FE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A46E97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046949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70A1159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A80581">
      <w:pPr>
        <w:spacing w:after="120" w:afterLines="0" w:line="360" w:lineRule="auto"/>
        <w:ind w:firstLine="600" w:firstLineChars="200"/>
        <w:rPr>
          <w:rFonts w:ascii="Times New Roman" w:hAnsi="Times New Roman" w:eastAsia="黑体"/>
          <w:color w:val="000000"/>
          <w:sz w:val="30"/>
          <w:szCs w:val="32"/>
        </w:rPr>
      </w:pPr>
      <w:bookmarkStart w:id="870" w:name="_Toc297123554"/>
      <w:bookmarkStart w:id="871" w:name="_Toc300935004"/>
      <w:bookmarkStart w:id="872" w:name="_Toc312678042"/>
      <w:bookmarkStart w:id="873" w:name="_Toc303539161"/>
      <w:bookmarkStart w:id="874" w:name="_Toc304295581"/>
      <w:bookmarkStart w:id="875" w:name="_Toc297216213"/>
      <w:bookmarkStart w:id="876" w:name="_Toc296944546"/>
      <w:bookmarkStart w:id="877" w:name="_Toc297048393"/>
      <w:bookmarkStart w:id="878" w:name="_Toc297120507"/>
      <w:bookmarkStart w:id="879" w:name="_Toc296347206"/>
      <w:bookmarkStart w:id="880" w:name="_Toc296891035"/>
      <w:bookmarkStart w:id="881" w:name="_Toc292559917"/>
      <w:bookmarkStart w:id="882" w:name="_Toc296891247"/>
      <w:bookmarkStart w:id="883" w:name="_Toc296346708"/>
      <w:bookmarkStart w:id="884" w:name="_Toc296503207"/>
      <w:bookmarkStart w:id="885" w:name="_Toc292559412"/>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119BFA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8E6BE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4AC4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9CCB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0241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0EF57B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F67DF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6D321DE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176CB8E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7B0DD8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95D26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050301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B3C80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4F8F94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7C53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8F361F5">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6E4A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0AED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07779A1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9E4C46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F1EE6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085F23AD">
      <w:pPr>
        <w:spacing w:line="360" w:lineRule="auto"/>
        <w:ind w:firstLine="600" w:firstLineChars="200"/>
        <w:jc w:val="left"/>
        <w:rPr>
          <w:rFonts w:ascii="Times New Roman" w:hAnsi="Times New Roman" w:eastAsia="仿宋_GB2312"/>
          <w:color w:val="000000"/>
          <w:sz w:val="30"/>
          <w:szCs w:val="32"/>
        </w:rPr>
      </w:pPr>
      <w:bookmarkStart w:id="886" w:name="_Toc296891251"/>
      <w:bookmarkStart w:id="887" w:name="_Toc292559416"/>
      <w:bookmarkStart w:id="888" w:name="_Toc296944550"/>
      <w:bookmarkStart w:id="889" w:name="_Toc297120511"/>
      <w:bookmarkStart w:id="890" w:name="_Toc297123556"/>
      <w:bookmarkStart w:id="891" w:name="_Toc297048397"/>
      <w:bookmarkStart w:id="892" w:name="_Toc296347210"/>
      <w:bookmarkStart w:id="893" w:name="_Toc292559921"/>
      <w:bookmarkStart w:id="894" w:name="_Toc303539163"/>
      <w:bookmarkStart w:id="895" w:name="_Toc300935006"/>
      <w:bookmarkStart w:id="896" w:name="_Toc296346712"/>
      <w:bookmarkStart w:id="897" w:name="_Toc296891039"/>
      <w:bookmarkStart w:id="898" w:name="_Toc297216215"/>
      <w:bookmarkStart w:id="899" w:name="_Toc296503211"/>
      <w:r>
        <w:rPr>
          <w:rFonts w:ascii="Times New Roman" w:hAnsi="Times New Roman" w:eastAsia="仿宋_GB2312"/>
          <w:color w:val="000000"/>
          <w:sz w:val="30"/>
          <w:szCs w:val="32"/>
        </w:rPr>
        <w:t>12.4.1 付款周期</w:t>
      </w:r>
    </w:p>
    <w:p w14:paraId="0A2E66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9A68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5A809BD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AFB512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EB28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08B76DD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45FC5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65F23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5D1F3EB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D2EF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485026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D7D5B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D4FE04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1721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DCB422">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F66E4C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C1BBE4">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9AD973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2036863A">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909AC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61F872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6375FC83">
      <w:pPr>
        <w:pStyle w:val="5"/>
        <w:spacing w:before="120" w:beforeLines="0" w:after="120" w:afterLines="0" w:line="360" w:lineRule="auto"/>
        <w:rPr>
          <w:rFonts w:ascii="Times New Roman" w:hAnsi="Times New Roman" w:eastAsia="黑体"/>
          <w:b w:val="0"/>
          <w:color w:val="000000"/>
          <w:sz w:val="32"/>
          <w:szCs w:val="32"/>
        </w:rPr>
      </w:pPr>
      <w:bookmarkStart w:id="900" w:name="_Toc351203645"/>
      <w:bookmarkStart w:id="901" w:name="_Toc297048405"/>
      <w:bookmarkStart w:id="902" w:name="_Toc297120519"/>
      <w:bookmarkStart w:id="903" w:name="_Toc303539172"/>
      <w:bookmarkStart w:id="904" w:name="_Toc297216223"/>
      <w:bookmarkStart w:id="905" w:name="_Toc304295593"/>
      <w:bookmarkStart w:id="906" w:name="_Toc297123564"/>
      <w:bookmarkStart w:id="907" w:name="_Toc312678053"/>
      <w:bookmarkStart w:id="908" w:name="_Toc300935015"/>
      <w:bookmarkStart w:id="909" w:name="_Toc296944558"/>
      <w:bookmarkStart w:id="910" w:name="_Toc292559424"/>
      <w:bookmarkStart w:id="911" w:name="_Toc296503219"/>
      <w:bookmarkStart w:id="912" w:name="_Toc296891047"/>
      <w:bookmarkStart w:id="913" w:name="_Toc296891259"/>
      <w:bookmarkStart w:id="914" w:name="_Toc292559929"/>
      <w:bookmarkStart w:id="915" w:name="_Toc296346720"/>
      <w:bookmarkStart w:id="916" w:name="_Toc296347218"/>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593DC69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0E0396E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9DF09A2">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76D13F87">
      <w:pPr>
        <w:spacing w:after="120" w:afterLines="0" w:line="360" w:lineRule="auto"/>
        <w:ind w:firstLine="600" w:firstLineChars="200"/>
        <w:rPr>
          <w:rFonts w:ascii="Times New Roman" w:hAnsi="Times New Roman" w:eastAsia="黑体"/>
          <w:color w:val="000000"/>
          <w:sz w:val="30"/>
          <w:szCs w:val="32"/>
        </w:rPr>
      </w:pPr>
      <w:bookmarkStart w:id="917" w:name="_Toc296891051"/>
      <w:bookmarkStart w:id="918" w:name="_Toc296891263"/>
      <w:bookmarkStart w:id="919" w:name="_Toc296944562"/>
      <w:bookmarkStart w:id="920" w:name="_Toc297048409"/>
      <w:bookmarkStart w:id="921" w:name="_Toc297123565"/>
      <w:bookmarkStart w:id="922" w:name="_Toc297216224"/>
      <w:bookmarkStart w:id="923" w:name="_Toc300935016"/>
      <w:bookmarkStart w:id="924" w:name="_Toc303539173"/>
      <w:bookmarkStart w:id="925" w:name="_Toc292559933"/>
      <w:bookmarkStart w:id="926" w:name="_Toc297120523"/>
      <w:bookmarkStart w:id="927" w:name="_Toc304295596"/>
      <w:bookmarkStart w:id="928" w:name="_Toc296346724"/>
      <w:bookmarkStart w:id="929" w:name="_Toc292559428"/>
      <w:bookmarkStart w:id="930" w:name="_Toc296347222"/>
      <w:bookmarkStart w:id="931" w:name="_Toc296503223"/>
      <w:bookmarkStart w:id="932" w:name="_Toc312678056"/>
      <w:bookmarkStart w:id="933" w:name="_Toc267251475"/>
      <w:bookmarkStart w:id="934" w:name="_Toc267251472"/>
      <w:bookmarkStart w:id="935" w:name="_Toc267251474"/>
      <w:bookmarkStart w:id="936" w:name="_Toc267251476"/>
      <w:bookmarkStart w:id="937" w:name="_Toc267251471"/>
      <w:bookmarkStart w:id="938" w:name="_Toc267251470"/>
      <w:bookmarkStart w:id="939" w:name="_Toc267251473"/>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36264461">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31998ED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C47B978">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6CD66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2AA187F">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121349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6A4798FC">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FC1458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6148A3F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750BCD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ACB28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77C667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556300D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2F3597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CAA8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3C836F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4EE898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AFD0E8C">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2F760F39">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EB4BD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2C1714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08E4D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4EA384E">
      <w:pPr>
        <w:pStyle w:val="5"/>
        <w:spacing w:before="120" w:beforeLines="0" w:after="120" w:afterLines="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170B546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2E776AF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52FF3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AACC091">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316D9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706BD7E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BA50E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370A0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DF295A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3C2DEE">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4DAFA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56A0BC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CE872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4EA4DAA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7B7107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53151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76889785">
      <w:pPr>
        <w:pStyle w:val="5"/>
        <w:spacing w:before="120" w:beforeLines="0" w:after="120" w:afterLines="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9"/>
      <w:bookmarkStart w:id="953" w:name="_Toc267251488"/>
      <w:bookmarkStart w:id="954" w:name="_Toc267251490"/>
      <w:bookmarkStart w:id="955" w:name="_Toc267251486"/>
      <w:bookmarkStart w:id="956" w:name="_Toc267251497"/>
      <w:bookmarkStart w:id="957" w:name="_Toc267251491"/>
      <w:bookmarkStart w:id="958" w:name="_Toc267251503"/>
      <w:bookmarkStart w:id="959" w:name="_Toc267251502"/>
      <w:bookmarkStart w:id="960" w:name="_Toc267251494"/>
      <w:bookmarkStart w:id="961" w:name="_Toc267251493"/>
      <w:bookmarkStart w:id="962" w:name="_Toc267251501"/>
      <w:bookmarkStart w:id="963" w:name="_Toc267251492"/>
      <w:bookmarkStart w:id="964" w:name="_Toc267251495"/>
      <w:bookmarkStart w:id="965" w:name="_Toc267251499"/>
      <w:bookmarkStart w:id="966" w:name="_Toc267251496"/>
      <w:bookmarkStart w:id="967" w:name="_Toc267251498"/>
      <w:bookmarkStart w:id="968" w:name="_Toc267251504"/>
      <w:bookmarkStart w:id="969" w:name="_Toc267251506"/>
      <w:bookmarkStart w:id="970" w:name="_Toc267251507"/>
      <w:bookmarkStart w:id="971" w:name="_Toc267251508"/>
      <w:bookmarkStart w:id="972" w:name="_Toc267251509"/>
      <w:bookmarkStart w:id="973" w:name="_Toc267251514"/>
      <w:bookmarkStart w:id="974" w:name="_Toc267251515"/>
      <w:bookmarkStart w:id="975" w:name="_Toc267251513"/>
      <w:bookmarkStart w:id="976" w:name="_Toc267251510"/>
      <w:bookmarkStart w:id="977" w:name="_Toc267251511"/>
      <w:r>
        <w:rPr>
          <w:rFonts w:ascii="Times New Roman" w:hAnsi="Times New Roman" w:eastAsia="黑体"/>
          <w:b w:val="0"/>
          <w:color w:val="000000"/>
          <w:sz w:val="32"/>
          <w:szCs w:val="32"/>
        </w:rPr>
        <w:t>15. 缺陷责任期与保修</w:t>
      </w:r>
      <w:bookmarkEnd w:id="947"/>
    </w:p>
    <w:p w14:paraId="25495CE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2BAFC02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2E0193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7B830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2C6AAB09">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5CC3DB0F">
      <w:pPr>
        <w:spacing w:line="360" w:lineRule="auto"/>
        <w:ind w:firstLine="600" w:firstLineChars="200"/>
        <w:jc w:val="left"/>
        <w:rPr>
          <w:rFonts w:hint="eastAsia" w:ascii="Times New Roman" w:hAnsi="Times New Roman" w:eastAsia="仿宋_GB2312"/>
          <w:color w:val="000000"/>
          <w:sz w:val="30"/>
          <w:szCs w:val="32"/>
        </w:rPr>
      </w:pPr>
    </w:p>
    <w:p w14:paraId="3EBCB09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3184E69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7B2A06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116DBC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405B6B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575877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45AC32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A5FC5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8D7C4EB">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6CEED9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F254FB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56E126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202880D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7491E76B">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7043BB4E">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349AC25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89A173">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0D44E26F">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4D7D39A2">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020EC4EF">
      <w:pPr>
        <w:pStyle w:val="5"/>
        <w:spacing w:before="120" w:beforeLines="0" w:after="120" w:afterLines="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14473B9F">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2DB950B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1B4BE7C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095D3B69">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D6411EA">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3BF07C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4EF222BC">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5661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5D8371E">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1A5E09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80965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DB1344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3EC70A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D9683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D8E9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726BA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21BDE11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7164120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2C6C74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6DD017E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441A130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C42E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3E8E14A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3B44C2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413CD1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6F9A98EF">
      <w:pPr>
        <w:spacing w:before="120" w:beforeLines="0" w:after="120" w:afterLines="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258EB79E">
      <w:pPr>
        <w:spacing w:before="120" w:beforeLines="0" w:after="120" w:afterLines="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4B648DB">
      <w:pPr>
        <w:spacing w:before="120" w:beforeLines="0" w:after="120" w:afterLines="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52C754A7">
      <w:pPr>
        <w:pStyle w:val="5"/>
        <w:spacing w:before="120" w:beforeLines="0" w:after="120" w:afterLines="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2DE8FD0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6C624F75">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E52E1F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CB3C8C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5AC63BB8">
      <w:pPr>
        <w:pStyle w:val="5"/>
        <w:spacing w:before="120" w:beforeLines="0" w:after="120" w:afterLines="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4378425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2DE4B8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61402CB">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2E1E76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F714B9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F87572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D73A37">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621FEAA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41278C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3B9ABB9C">
      <w:pPr>
        <w:pStyle w:val="5"/>
        <w:spacing w:before="120" w:beforeLines="0" w:after="120" w:afterLines="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36F6B93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6CA01A58">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6028136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25F12C9">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0F2E699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8EAC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2853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A97C4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7E0E0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501EC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C0DB3F">
      <w:pPr>
        <w:spacing w:after="120" w:afterLines="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1E9C7B85">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13323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71E4E0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769656DA">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6E7948BD">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5BAEA9A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69C3905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5B41367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52D93ED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5DB5403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0FF55A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66C8B06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015ECA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6A9536E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00F6866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2B61969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4559807E">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660EE35">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3992B0DA">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336F3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488C967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1CDC2CC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A20079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13C1218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7FFDA4B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71C9A23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0FC8F26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FE8949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10811DC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3FB79CA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5F003B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0F8CD7ED">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69D325D4">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E3F6FF5">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445CED30">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801D129">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5858CDD9">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404E18CE">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5C918299">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457BBD78">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FFF7357">
            <w:pPr>
              <w:pStyle w:val="16"/>
              <w:keepNext/>
              <w:spacing w:after="0" w:afterLines="0" w:line="440" w:lineRule="exact"/>
              <w:ind w:left="63" w:right="63"/>
              <w:rPr>
                <w:rFonts w:eastAsia="仿宋_GB2312"/>
                <w:color w:val="000000"/>
                <w:kern w:val="2"/>
                <w:sz w:val="30"/>
                <w:szCs w:val="30"/>
                <w:lang w:val="en-US" w:eastAsia="zh-CN"/>
              </w:rPr>
            </w:pPr>
          </w:p>
        </w:tc>
      </w:tr>
      <w:tr w14:paraId="2BEE64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EF76D47">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8E455AD">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FE0E867">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324FE6F">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EA6457B">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AFD2E4F">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D9D3041">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A0BE743">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B00223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98DC9C8">
            <w:pPr>
              <w:pStyle w:val="16"/>
              <w:keepNext/>
              <w:spacing w:after="0" w:afterLines="0" w:line="440" w:lineRule="exact"/>
              <w:ind w:left="63" w:right="63"/>
              <w:rPr>
                <w:rFonts w:eastAsia="仿宋_GB2312"/>
                <w:color w:val="000000"/>
                <w:kern w:val="2"/>
                <w:sz w:val="30"/>
                <w:szCs w:val="30"/>
                <w:lang w:val="en-US" w:eastAsia="zh-CN"/>
              </w:rPr>
            </w:pPr>
          </w:p>
        </w:tc>
      </w:tr>
      <w:tr w14:paraId="4F87A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89FC84C">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59971BC">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EADF5F1">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11571BB">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744B38D">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A366D33">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0049A4D">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EE97387">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D12E34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408F8AD">
            <w:pPr>
              <w:pStyle w:val="16"/>
              <w:keepNext/>
              <w:spacing w:after="0" w:afterLines="0" w:line="440" w:lineRule="exact"/>
              <w:ind w:left="63" w:right="63"/>
              <w:rPr>
                <w:rFonts w:eastAsia="仿宋_GB2312"/>
                <w:color w:val="000000"/>
                <w:kern w:val="2"/>
                <w:sz w:val="30"/>
                <w:szCs w:val="30"/>
                <w:lang w:val="en-US" w:eastAsia="zh-CN"/>
              </w:rPr>
            </w:pPr>
          </w:p>
        </w:tc>
      </w:tr>
      <w:tr w14:paraId="46C62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E77C072">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27D8BE5B">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5C9D3CC">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5E469C2C">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E0FFE12">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7D7F189E">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7FA758CF">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DDF7AE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03A1BB2">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607C98C">
            <w:pPr>
              <w:pStyle w:val="16"/>
              <w:keepNext/>
              <w:spacing w:after="0" w:afterLines="0" w:line="440" w:lineRule="exact"/>
              <w:ind w:left="63" w:right="63"/>
              <w:rPr>
                <w:rFonts w:eastAsia="仿宋_GB2312"/>
                <w:color w:val="000000"/>
                <w:kern w:val="2"/>
                <w:sz w:val="30"/>
                <w:szCs w:val="30"/>
                <w:lang w:val="en-US" w:eastAsia="zh-CN"/>
              </w:rPr>
            </w:pPr>
          </w:p>
        </w:tc>
      </w:tr>
      <w:tr w14:paraId="14ED13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EDF96C0">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C8EC31">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BA6F720">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E921218">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748BD9B">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E59628B">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AF1206E">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2A4E089">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E635190">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512E4AD">
            <w:pPr>
              <w:pStyle w:val="16"/>
              <w:keepNext/>
              <w:spacing w:after="0" w:afterLines="0" w:line="440" w:lineRule="exact"/>
              <w:ind w:left="63" w:right="63"/>
              <w:rPr>
                <w:rFonts w:eastAsia="仿宋_GB2312"/>
                <w:color w:val="000000"/>
                <w:kern w:val="2"/>
                <w:sz w:val="30"/>
                <w:szCs w:val="30"/>
                <w:lang w:val="en-US" w:eastAsia="zh-CN"/>
              </w:rPr>
            </w:pPr>
          </w:p>
        </w:tc>
      </w:tr>
      <w:tr w14:paraId="27EA0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05B0903">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6B1BFC2F">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1C4D0FF">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7D2786B6">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48C29134">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63D3C69D">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2F4527D7">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7ECE3F69">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E09B56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1F9113A3">
            <w:pPr>
              <w:pStyle w:val="16"/>
              <w:keepNext/>
              <w:spacing w:after="0" w:afterLines="0" w:line="440" w:lineRule="exact"/>
              <w:ind w:left="63" w:right="63"/>
              <w:rPr>
                <w:rFonts w:eastAsia="仿宋_GB2312"/>
                <w:color w:val="000000"/>
                <w:kern w:val="2"/>
                <w:sz w:val="30"/>
                <w:szCs w:val="30"/>
                <w:lang w:val="en-US" w:eastAsia="zh-CN"/>
              </w:rPr>
            </w:pPr>
          </w:p>
        </w:tc>
      </w:tr>
      <w:tr w14:paraId="44C3B6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D7BCC68">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CE4B9D5">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BB959AB">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1351C57">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D1E02F5">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7204B1E">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52BCF89">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540ED0A">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DE606E9">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02D1D46">
            <w:pPr>
              <w:pStyle w:val="16"/>
              <w:keepNext/>
              <w:spacing w:after="0" w:afterLines="0" w:line="440" w:lineRule="exact"/>
              <w:ind w:left="63" w:right="63"/>
              <w:rPr>
                <w:rFonts w:eastAsia="仿宋_GB2312"/>
                <w:color w:val="000000"/>
                <w:kern w:val="2"/>
                <w:sz w:val="30"/>
                <w:szCs w:val="30"/>
                <w:lang w:val="en-US" w:eastAsia="zh-CN"/>
              </w:rPr>
            </w:pPr>
          </w:p>
        </w:tc>
      </w:tr>
      <w:tr w14:paraId="55DE2A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44BDE9">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4B56898">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CFA31AB">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4A62CB9">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85EC55B">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9641193">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94738ED">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0FD65CD">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AB81225">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E2D08A1">
            <w:pPr>
              <w:pStyle w:val="16"/>
              <w:keepNext/>
              <w:spacing w:after="0" w:afterLines="0" w:line="440" w:lineRule="exact"/>
              <w:ind w:left="63" w:right="63"/>
              <w:rPr>
                <w:rFonts w:eastAsia="仿宋_GB2312"/>
                <w:color w:val="000000"/>
                <w:kern w:val="2"/>
                <w:sz w:val="30"/>
                <w:szCs w:val="30"/>
                <w:lang w:val="en-US" w:eastAsia="zh-CN"/>
              </w:rPr>
            </w:pPr>
          </w:p>
        </w:tc>
      </w:tr>
      <w:tr w14:paraId="5362B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CBB07A7">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2D43B124">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F825529">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381D138F">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2B33FF4">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32152CE2">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092F79AB">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2953ECEF">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2874B34">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F4BBB8E">
            <w:pPr>
              <w:pStyle w:val="16"/>
              <w:keepNext/>
              <w:spacing w:after="0" w:afterLines="0" w:line="440" w:lineRule="exact"/>
              <w:ind w:left="63" w:right="63"/>
              <w:rPr>
                <w:rFonts w:eastAsia="仿宋_GB2312"/>
                <w:color w:val="000000"/>
                <w:kern w:val="2"/>
                <w:sz w:val="30"/>
                <w:szCs w:val="30"/>
                <w:lang w:val="en-US" w:eastAsia="zh-CN"/>
              </w:rPr>
            </w:pPr>
          </w:p>
        </w:tc>
      </w:tr>
      <w:tr w14:paraId="783A5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F1B3BF6">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281195E">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9EB6BDE">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88F79AA">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7296AE4">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B8ECA28">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03B6916">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29F0137">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AF988FC">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814E5FA">
            <w:pPr>
              <w:pStyle w:val="16"/>
              <w:keepNext/>
              <w:spacing w:after="0" w:afterLines="0" w:line="440" w:lineRule="exact"/>
              <w:ind w:left="63" w:right="63"/>
              <w:rPr>
                <w:rFonts w:eastAsia="仿宋_GB2312"/>
                <w:color w:val="000000"/>
                <w:kern w:val="2"/>
                <w:sz w:val="30"/>
                <w:szCs w:val="30"/>
                <w:lang w:val="en-US" w:eastAsia="zh-CN"/>
              </w:rPr>
            </w:pPr>
          </w:p>
        </w:tc>
      </w:tr>
      <w:tr w14:paraId="66E85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182E676">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62AF10E8">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39A3AE64">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558852F3">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43EA06F">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496557F3">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7B49AE86">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3FFA24D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3F71EEE">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011E33E9">
            <w:pPr>
              <w:pStyle w:val="16"/>
              <w:keepNext/>
              <w:spacing w:after="0" w:afterLines="0" w:line="440" w:lineRule="exact"/>
              <w:ind w:left="63" w:right="63"/>
              <w:rPr>
                <w:rFonts w:eastAsia="仿宋_GB2312"/>
                <w:color w:val="000000"/>
                <w:kern w:val="2"/>
                <w:sz w:val="30"/>
                <w:szCs w:val="30"/>
                <w:lang w:val="en-US" w:eastAsia="zh-CN"/>
              </w:rPr>
            </w:pPr>
          </w:p>
        </w:tc>
      </w:tr>
    </w:tbl>
    <w:p w14:paraId="7D61EFD3">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115BA2C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053"/>
      <w:bookmarkStart w:id="986" w:name="_Toc296503225"/>
      <w:bookmarkStart w:id="987" w:name="_Toc296891265"/>
      <w:bookmarkStart w:id="988" w:name="_Toc296944564"/>
      <w:bookmarkStart w:id="989" w:name="_Toc296347224"/>
      <w:bookmarkStart w:id="990" w:name="_Toc296346726"/>
      <w:bookmarkStart w:id="991" w:name="_Toc267261692"/>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43A5B350">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28CF1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0C79F5B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73D08A20">
            <w:pPr>
              <w:pStyle w:val="16"/>
              <w:keepNext/>
              <w:spacing w:after="0" w:afterLines="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75DE945B">
            <w:pPr>
              <w:pStyle w:val="16"/>
              <w:keepNext/>
              <w:spacing w:after="0" w:afterLines="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37A0B77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1053610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2C36AB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6CAB624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58882AE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2E2FE61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0B75424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7B05BC0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F960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0D9FA9CB">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309BBB92">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31DA6FBC">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30E590CE">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BAECD4C">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4B39886A">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79124003">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FF3213A">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11C4A302">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5B39FB9">
            <w:pPr>
              <w:pStyle w:val="16"/>
              <w:keepNext/>
              <w:spacing w:after="0" w:afterLines="0" w:line="440" w:lineRule="exact"/>
              <w:ind w:left="63" w:right="63"/>
              <w:rPr>
                <w:rFonts w:eastAsia="仿宋_GB2312"/>
                <w:color w:val="000000"/>
                <w:kern w:val="2"/>
                <w:sz w:val="30"/>
                <w:szCs w:val="30"/>
                <w:lang w:val="en-US" w:eastAsia="zh-CN"/>
              </w:rPr>
            </w:pPr>
          </w:p>
        </w:tc>
      </w:tr>
      <w:tr w14:paraId="621C3E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73416831">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4594C699">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66B7C56D">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5D57A277">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6D72F0D">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219E03FB">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44319588">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5BEDE54">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06DAB266">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44234C70">
            <w:pPr>
              <w:pStyle w:val="16"/>
              <w:keepNext/>
              <w:spacing w:after="0" w:afterLines="0" w:line="440" w:lineRule="exact"/>
              <w:ind w:left="63" w:right="63"/>
              <w:rPr>
                <w:rFonts w:eastAsia="仿宋_GB2312"/>
                <w:color w:val="000000"/>
                <w:kern w:val="2"/>
                <w:sz w:val="30"/>
                <w:szCs w:val="30"/>
                <w:lang w:val="en-US" w:eastAsia="zh-CN"/>
              </w:rPr>
            </w:pPr>
          </w:p>
        </w:tc>
      </w:tr>
      <w:tr w14:paraId="37D35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9639359">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5FC4AC16">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F4961B8">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7523502E">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170E7474">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779B58DE">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9D8EF8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E93E0BD">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2313A464">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00BA752E">
            <w:pPr>
              <w:pStyle w:val="16"/>
              <w:keepNext/>
              <w:spacing w:after="0" w:afterLines="0" w:line="440" w:lineRule="exact"/>
              <w:ind w:left="63" w:right="63"/>
              <w:rPr>
                <w:rFonts w:eastAsia="仿宋_GB2312"/>
                <w:color w:val="000000"/>
                <w:kern w:val="2"/>
                <w:sz w:val="30"/>
                <w:szCs w:val="30"/>
                <w:lang w:val="en-US" w:eastAsia="zh-CN"/>
              </w:rPr>
            </w:pPr>
          </w:p>
        </w:tc>
      </w:tr>
      <w:tr w14:paraId="07B592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6B83E9B">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210B8AC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077A9D3">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175E039F">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01E463B">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4C81CB59">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08A3BF8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5060402">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422E0EBB">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3ADDA2A">
            <w:pPr>
              <w:pStyle w:val="16"/>
              <w:keepNext/>
              <w:spacing w:after="0" w:afterLines="0" w:line="440" w:lineRule="exact"/>
              <w:ind w:left="63" w:right="63"/>
              <w:rPr>
                <w:rFonts w:eastAsia="仿宋_GB2312"/>
                <w:color w:val="000000"/>
                <w:kern w:val="2"/>
                <w:sz w:val="30"/>
                <w:szCs w:val="30"/>
                <w:lang w:val="en-US" w:eastAsia="zh-CN"/>
              </w:rPr>
            </w:pPr>
          </w:p>
        </w:tc>
      </w:tr>
      <w:tr w14:paraId="6064A8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CF7BA0D">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DB49CBB">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9DED5D4">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59320F3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D577B5B">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7C527A70">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7AF6CB78">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F0B273C">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203C6891">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29FC19C">
            <w:pPr>
              <w:pStyle w:val="16"/>
              <w:keepNext/>
              <w:spacing w:after="0" w:afterLines="0" w:line="440" w:lineRule="exact"/>
              <w:ind w:left="63" w:right="63"/>
              <w:rPr>
                <w:rFonts w:eastAsia="仿宋_GB2312"/>
                <w:color w:val="000000"/>
                <w:kern w:val="2"/>
                <w:sz w:val="30"/>
                <w:szCs w:val="30"/>
                <w:lang w:val="en-US" w:eastAsia="zh-CN"/>
              </w:rPr>
            </w:pPr>
          </w:p>
        </w:tc>
      </w:tr>
      <w:tr w14:paraId="72603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8D8E18A">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046DAEF4">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D4B6EAB">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0F21BB6E">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279A380">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5F1C18B1">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6449EC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32596C85">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48AE0F4B">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E44EFA4">
            <w:pPr>
              <w:pStyle w:val="16"/>
              <w:keepNext/>
              <w:spacing w:after="0" w:afterLines="0" w:line="440" w:lineRule="exact"/>
              <w:ind w:left="63" w:right="63"/>
              <w:rPr>
                <w:rFonts w:eastAsia="仿宋_GB2312"/>
                <w:color w:val="000000"/>
                <w:kern w:val="2"/>
                <w:sz w:val="30"/>
                <w:szCs w:val="30"/>
                <w:lang w:val="en-US" w:eastAsia="zh-CN"/>
              </w:rPr>
            </w:pPr>
          </w:p>
        </w:tc>
      </w:tr>
      <w:tr w14:paraId="2AB14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0B69746">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52144AAA">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773DECC">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3252E6F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7ED656A">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2F1BCE83">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80E438B">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1B5D5BD">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3B3CDC3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57BE9E5D">
            <w:pPr>
              <w:pStyle w:val="16"/>
              <w:keepNext/>
              <w:spacing w:after="0" w:afterLines="0" w:line="440" w:lineRule="exact"/>
              <w:ind w:left="63" w:right="63"/>
              <w:rPr>
                <w:rFonts w:eastAsia="仿宋_GB2312"/>
                <w:color w:val="000000"/>
                <w:kern w:val="2"/>
                <w:sz w:val="30"/>
                <w:szCs w:val="30"/>
                <w:lang w:val="en-US" w:eastAsia="zh-CN"/>
              </w:rPr>
            </w:pPr>
          </w:p>
        </w:tc>
      </w:tr>
      <w:tr w14:paraId="420AA3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57CEE6D">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3BDD3344">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FDC3135">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085016B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1907BD6">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3F1D67F8">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B5FEADC">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705FE77">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3D7E8307">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8F0D3EF">
            <w:pPr>
              <w:pStyle w:val="16"/>
              <w:keepNext/>
              <w:spacing w:after="0" w:afterLines="0" w:line="440" w:lineRule="exact"/>
              <w:ind w:left="63" w:right="63"/>
              <w:rPr>
                <w:rFonts w:eastAsia="仿宋_GB2312"/>
                <w:color w:val="000000"/>
                <w:kern w:val="2"/>
                <w:sz w:val="30"/>
                <w:szCs w:val="30"/>
                <w:lang w:val="en-US" w:eastAsia="zh-CN"/>
              </w:rPr>
            </w:pPr>
          </w:p>
        </w:tc>
      </w:tr>
      <w:tr w14:paraId="607EC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3092220">
            <w:pPr>
              <w:jc w:val="center"/>
              <w:rPr>
                <w:rFonts w:eastAsia="仿宋_GB2312"/>
                <w:color w:val="000000"/>
                <w:sz w:val="30"/>
                <w:szCs w:val="30"/>
              </w:rPr>
            </w:pPr>
          </w:p>
        </w:tc>
        <w:tc>
          <w:tcPr>
            <w:tcW w:w="1276" w:type="dxa"/>
            <w:noWrap w:val="0"/>
            <w:vAlign w:val="center"/>
          </w:tcPr>
          <w:p w14:paraId="65789322">
            <w:pPr>
              <w:jc w:val="center"/>
              <w:rPr>
                <w:rFonts w:eastAsia="仿宋_GB2312"/>
                <w:color w:val="000000"/>
                <w:sz w:val="30"/>
                <w:szCs w:val="30"/>
              </w:rPr>
            </w:pPr>
          </w:p>
        </w:tc>
        <w:tc>
          <w:tcPr>
            <w:tcW w:w="1418" w:type="dxa"/>
            <w:noWrap w:val="0"/>
            <w:vAlign w:val="center"/>
          </w:tcPr>
          <w:p w14:paraId="53D50353">
            <w:pPr>
              <w:jc w:val="center"/>
              <w:rPr>
                <w:rFonts w:eastAsia="仿宋_GB2312"/>
                <w:color w:val="000000"/>
                <w:sz w:val="30"/>
                <w:szCs w:val="30"/>
              </w:rPr>
            </w:pPr>
          </w:p>
        </w:tc>
        <w:tc>
          <w:tcPr>
            <w:tcW w:w="940" w:type="dxa"/>
            <w:noWrap w:val="0"/>
            <w:vAlign w:val="center"/>
          </w:tcPr>
          <w:p w14:paraId="471E9B5F">
            <w:pPr>
              <w:jc w:val="center"/>
              <w:rPr>
                <w:rFonts w:eastAsia="仿宋_GB2312"/>
                <w:color w:val="000000"/>
                <w:sz w:val="30"/>
                <w:szCs w:val="30"/>
              </w:rPr>
            </w:pPr>
          </w:p>
        </w:tc>
        <w:tc>
          <w:tcPr>
            <w:tcW w:w="851" w:type="dxa"/>
            <w:noWrap w:val="0"/>
            <w:vAlign w:val="center"/>
          </w:tcPr>
          <w:p w14:paraId="07F0B54C">
            <w:pPr>
              <w:jc w:val="center"/>
              <w:rPr>
                <w:rFonts w:eastAsia="仿宋_GB2312"/>
                <w:color w:val="000000"/>
                <w:sz w:val="30"/>
                <w:szCs w:val="30"/>
              </w:rPr>
            </w:pPr>
          </w:p>
        </w:tc>
        <w:tc>
          <w:tcPr>
            <w:tcW w:w="1044" w:type="dxa"/>
            <w:noWrap w:val="0"/>
            <w:vAlign w:val="center"/>
          </w:tcPr>
          <w:p w14:paraId="0E05623E">
            <w:pPr>
              <w:jc w:val="center"/>
              <w:rPr>
                <w:rFonts w:eastAsia="仿宋_GB2312"/>
                <w:color w:val="000000"/>
                <w:sz w:val="30"/>
                <w:szCs w:val="30"/>
              </w:rPr>
            </w:pPr>
          </w:p>
        </w:tc>
        <w:tc>
          <w:tcPr>
            <w:tcW w:w="992" w:type="dxa"/>
            <w:noWrap w:val="0"/>
            <w:vAlign w:val="center"/>
          </w:tcPr>
          <w:p w14:paraId="690ED970">
            <w:pPr>
              <w:jc w:val="center"/>
              <w:rPr>
                <w:rFonts w:eastAsia="仿宋_GB2312"/>
                <w:color w:val="000000"/>
                <w:sz w:val="30"/>
                <w:szCs w:val="30"/>
              </w:rPr>
            </w:pPr>
          </w:p>
        </w:tc>
        <w:tc>
          <w:tcPr>
            <w:tcW w:w="851" w:type="dxa"/>
            <w:noWrap w:val="0"/>
            <w:vAlign w:val="center"/>
          </w:tcPr>
          <w:p w14:paraId="0D3301C4">
            <w:pPr>
              <w:jc w:val="center"/>
              <w:rPr>
                <w:rFonts w:eastAsia="仿宋_GB2312"/>
                <w:color w:val="000000"/>
                <w:sz w:val="30"/>
                <w:szCs w:val="30"/>
              </w:rPr>
            </w:pPr>
          </w:p>
        </w:tc>
        <w:tc>
          <w:tcPr>
            <w:tcW w:w="1487" w:type="dxa"/>
            <w:noWrap w:val="0"/>
            <w:vAlign w:val="center"/>
          </w:tcPr>
          <w:p w14:paraId="63D54423">
            <w:pPr>
              <w:jc w:val="center"/>
              <w:rPr>
                <w:rFonts w:eastAsia="仿宋_GB2312"/>
                <w:color w:val="000000"/>
                <w:sz w:val="30"/>
                <w:szCs w:val="30"/>
              </w:rPr>
            </w:pPr>
          </w:p>
        </w:tc>
        <w:tc>
          <w:tcPr>
            <w:tcW w:w="992" w:type="dxa"/>
            <w:noWrap w:val="0"/>
            <w:vAlign w:val="center"/>
          </w:tcPr>
          <w:p w14:paraId="3CC55DAA">
            <w:pPr>
              <w:jc w:val="center"/>
              <w:rPr>
                <w:rFonts w:eastAsia="仿宋_GB2312"/>
                <w:color w:val="000000"/>
                <w:sz w:val="30"/>
                <w:szCs w:val="30"/>
              </w:rPr>
            </w:pPr>
          </w:p>
        </w:tc>
      </w:tr>
      <w:tr w14:paraId="2D422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3A76B76">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164AAB19">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275CBC8E">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0F7D613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160346F7">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3D591DF9">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2E322A87">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F010C9B">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31597B53">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7A96E091">
            <w:pPr>
              <w:pStyle w:val="16"/>
              <w:keepNext/>
              <w:spacing w:after="0" w:afterLines="0" w:line="440" w:lineRule="exact"/>
              <w:ind w:left="63" w:right="63"/>
              <w:rPr>
                <w:rFonts w:eastAsia="仿宋_GB2312"/>
                <w:color w:val="000000"/>
                <w:kern w:val="2"/>
                <w:sz w:val="30"/>
                <w:szCs w:val="30"/>
                <w:lang w:val="en-US" w:eastAsia="zh-CN"/>
              </w:rPr>
            </w:pPr>
          </w:p>
        </w:tc>
      </w:tr>
      <w:tr w14:paraId="56BB3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416E85">
            <w:pPr>
              <w:jc w:val="center"/>
              <w:rPr>
                <w:rFonts w:eastAsia="仿宋_GB2312"/>
                <w:color w:val="000000"/>
                <w:sz w:val="30"/>
                <w:szCs w:val="30"/>
              </w:rPr>
            </w:pPr>
          </w:p>
        </w:tc>
        <w:tc>
          <w:tcPr>
            <w:tcW w:w="1276" w:type="dxa"/>
            <w:noWrap w:val="0"/>
            <w:vAlign w:val="center"/>
          </w:tcPr>
          <w:p w14:paraId="1230DE51">
            <w:pPr>
              <w:jc w:val="center"/>
              <w:rPr>
                <w:rFonts w:eastAsia="仿宋_GB2312"/>
                <w:color w:val="000000"/>
                <w:sz w:val="30"/>
                <w:szCs w:val="30"/>
              </w:rPr>
            </w:pPr>
          </w:p>
        </w:tc>
        <w:tc>
          <w:tcPr>
            <w:tcW w:w="1418" w:type="dxa"/>
            <w:noWrap w:val="0"/>
            <w:vAlign w:val="center"/>
          </w:tcPr>
          <w:p w14:paraId="5833D251">
            <w:pPr>
              <w:jc w:val="center"/>
              <w:rPr>
                <w:rFonts w:eastAsia="仿宋_GB2312"/>
                <w:color w:val="000000"/>
                <w:sz w:val="30"/>
                <w:szCs w:val="30"/>
              </w:rPr>
            </w:pPr>
          </w:p>
        </w:tc>
        <w:tc>
          <w:tcPr>
            <w:tcW w:w="940" w:type="dxa"/>
            <w:noWrap w:val="0"/>
            <w:vAlign w:val="center"/>
          </w:tcPr>
          <w:p w14:paraId="396B59A2">
            <w:pPr>
              <w:jc w:val="center"/>
              <w:rPr>
                <w:rFonts w:eastAsia="仿宋_GB2312"/>
                <w:color w:val="000000"/>
                <w:sz w:val="30"/>
                <w:szCs w:val="30"/>
              </w:rPr>
            </w:pPr>
          </w:p>
        </w:tc>
        <w:tc>
          <w:tcPr>
            <w:tcW w:w="851" w:type="dxa"/>
            <w:noWrap w:val="0"/>
            <w:vAlign w:val="center"/>
          </w:tcPr>
          <w:p w14:paraId="36B68046">
            <w:pPr>
              <w:jc w:val="center"/>
              <w:rPr>
                <w:rFonts w:eastAsia="仿宋_GB2312"/>
                <w:color w:val="000000"/>
                <w:sz w:val="30"/>
                <w:szCs w:val="30"/>
              </w:rPr>
            </w:pPr>
          </w:p>
        </w:tc>
        <w:tc>
          <w:tcPr>
            <w:tcW w:w="1044" w:type="dxa"/>
            <w:noWrap w:val="0"/>
            <w:vAlign w:val="center"/>
          </w:tcPr>
          <w:p w14:paraId="04EB3643">
            <w:pPr>
              <w:jc w:val="center"/>
              <w:rPr>
                <w:rFonts w:eastAsia="仿宋_GB2312"/>
                <w:color w:val="000000"/>
                <w:sz w:val="30"/>
                <w:szCs w:val="30"/>
              </w:rPr>
            </w:pPr>
          </w:p>
        </w:tc>
        <w:tc>
          <w:tcPr>
            <w:tcW w:w="992" w:type="dxa"/>
            <w:noWrap w:val="0"/>
            <w:vAlign w:val="center"/>
          </w:tcPr>
          <w:p w14:paraId="3C141B02">
            <w:pPr>
              <w:jc w:val="center"/>
              <w:rPr>
                <w:rFonts w:eastAsia="仿宋_GB2312"/>
                <w:color w:val="000000"/>
                <w:sz w:val="30"/>
                <w:szCs w:val="30"/>
              </w:rPr>
            </w:pPr>
          </w:p>
        </w:tc>
        <w:tc>
          <w:tcPr>
            <w:tcW w:w="851" w:type="dxa"/>
            <w:noWrap w:val="0"/>
            <w:vAlign w:val="center"/>
          </w:tcPr>
          <w:p w14:paraId="152986C7">
            <w:pPr>
              <w:jc w:val="center"/>
              <w:rPr>
                <w:rFonts w:eastAsia="仿宋_GB2312"/>
                <w:color w:val="000000"/>
                <w:sz w:val="30"/>
                <w:szCs w:val="30"/>
              </w:rPr>
            </w:pPr>
          </w:p>
        </w:tc>
        <w:tc>
          <w:tcPr>
            <w:tcW w:w="1487" w:type="dxa"/>
            <w:noWrap w:val="0"/>
            <w:vAlign w:val="center"/>
          </w:tcPr>
          <w:p w14:paraId="21DC2021">
            <w:pPr>
              <w:jc w:val="center"/>
              <w:rPr>
                <w:rFonts w:eastAsia="仿宋_GB2312"/>
                <w:color w:val="000000"/>
                <w:sz w:val="30"/>
                <w:szCs w:val="30"/>
              </w:rPr>
            </w:pPr>
          </w:p>
        </w:tc>
        <w:tc>
          <w:tcPr>
            <w:tcW w:w="992" w:type="dxa"/>
            <w:noWrap w:val="0"/>
            <w:vAlign w:val="center"/>
          </w:tcPr>
          <w:p w14:paraId="049CC598">
            <w:pPr>
              <w:jc w:val="center"/>
              <w:rPr>
                <w:rFonts w:eastAsia="仿宋_GB2312"/>
                <w:color w:val="000000"/>
                <w:sz w:val="30"/>
                <w:szCs w:val="30"/>
              </w:rPr>
            </w:pPr>
          </w:p>
        </w:tc>
      </w:tr>
      <w:tr w14:paraId="53220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560F46">
            <w:pPr>
              <w:jc w:val="center"/>
              <w:rPr>
                <w:rFonts w:eastAsia="仿宋_GB2312"/>
                <w:color w:val="000000"/>
                <w:sz w:val="30"/>
                <w:szCs w:val="30"/>
              </w:rPr>
            </w:pPr>
          </w:p>
        </w:tc>
        <w:tc>
          <w:tcPr>
            <w:tcW w:w="1276" w:type="dxa"/>
            <w:noWrap w:val="0"/>
            <w:vAlign w:val="center"/>
          </w:tcPr>
          <w:p w14:paraId="3E1D07DB">
            <w:pPr>
              <w:jc w:val="center"/>
              <w:rPr>
                <w:rFonts w:eastAsia="仿宋_GB2312"/>
                <w:color w:val="000000"/>
                <w:sz w:val="30"/>
                <w:szCs w:val="30"/>
              </w:rPr>
            </w:pPr>
          </w:p>
        </w:tc>
        <w:tc>
          <w:tcPr>
            <w:tcW w:w="1418" w:type="dxa"/>
            <w:noWrap w:val="0"/>
            <w:vAlign w:val="center"/>
          </w:tcPr>
          <w:p w14:paraId="14F70B76">
            <w:pPr>
              <w:jc w:val="center"/>
              <w:rPr>
                <w:rFonts w:eastAsia="仿宋_GB2312"/>
                <w:color w:val="000000"/>
                <w:sz w:val="30"/>
                <w:szCs w:val="30"/>
              </w:rPr>
            </w:pPr>
          </w:p>
        </w:tc>
        <w:tc>
          <w:tcPr>
            <w:tcW w:w="940" w:type="dxa"/>
            <w:noWrap w:val="0"/>
            <w:vAlign w:val="center"/>
          </w:tcPr>
          <w:p w14:paraId="0291EE72">
            <w:pPr>
              <w:jc w:val="center"/>
              <w:rPr>
                <w:rFonts w:eastAsia="仿宋_GB2312"/>
                <w:color w:val="000000"/>
                <w:sz w:val="30"/>
                <w:szCs w:val="30"/>
              </w:rPr>
            </w:pPr>
          </w:p>
        </w:tc>
        <w:tc>
          <w:tcPr>
            <w:tcW w:w="851" w:type="dxa"/>
            <w:noWrap w:val="0"/>
            <w:vAlign w:val="center"/>
          </w:tcPr>
          <w:p w14:paraId="3FACB204">
            <w:pPr>
              <w:jc w:val="center"/>
              <w:rPr>
                <w:rFonts w:eastAsia="仿宋_GB2312"/>
                <w:color w:val="000000"/>
                <w:sz w:val="30"/>
                <w:szCs w:val="30"/>
              </w:rPr>
            </w:pPr>
          </w:p>
        </w:tc>
        <w:tc>
          <w:tcPr>
            <w:tcW w:w="1044" w:type="dxa"/>
            <w:noWrap w:val="0"/>
            <w:vAlign w:val="center"/>
          </w:tcPr>
          <w:p w14:paraId="6957D6B0">
            <w:pPr>
              <w:jc w:val="center"/>
              <w:rPr>
                <w:rFonts w:eastAsia="仿宋_GB2312"/>
                <w:color w:val="000000"/>
                <w:sz w:val="30"/>
                <w:szCs w:val="30"/>
              </w:rPr>
            </w:pPr>
          </w:p>
        </w:tc>
        <w:tc>
          <w:tcPr>
            <w:tcW w:w="992" w:type="dxa"/>
            <w:noWrap w:val="0"/>
            <w:vAlign w:val="center"/>
          </w:tcPr>
          <w:p w14:paraId="520127B7">
            <w:pPr>
              <w:jc w:val="center"/>
              <w:rPr>
                <w:rFonts w:eastAsia="仿宋_GB2312"/>
                <w:color w:val="000000"/>
                <w:sz w:val="30"/>
                <w:szCs w:val="30"/>
              </w:rPr>
            </w:pPr>
          </w:p>
        </w:tc>
        <w:tc>
          <w:tcPr>
            <w:tcW w:w="851" w:type="dxa"/>
            <w:noWrap w:val="0"/>
            <w:vAlign w:val="center"/>
          </w:tcPr>
          <w:p w14:paraId="56B02086">
            <w:pPr>
              <w:jc w:val="center"/>
              <w:rPr>
                <w:rFonts w:eastAsia="仿宋_GB2312"/>
                <w:color w:val="000000"/>
                <w:sz w:val="30"/>
                <w:szCs w:val="30"/>
              </w:rPr>
            </w:pPr>
          </w:p>
        </w:tc>
        <w:tc>
          <w:tcPr>
            <w:tcW w:w="1487" w:type="dxa"/>
            <w:noWrap w:val="0"/>
            <w:vAlign w:val="center"/>
          </w:tcPr>
          <w:p w14:paraId="0B2470A2">
            <w:pPr>
              <w:jc w:val="center"/>
              <w:rPr>
                <w:rFonts w:eastAsia="仿宋_GB2312"/>
                <w:color w:val="000000"/>
                <w:sz w:val="30"/>
                <w:szCs w:val="30"/>
              </w:rPr>
            </w:pPr>
          </w:p>
        </w:tc>
        <w:tc>
          <w:tcPr>
            <w:tcW w:w="992" w:type="dxa"/>
            <w:noWrap w:val="0"/>
            <w:vAlign w:val="center"/>
          </w:tcPr>
          <w:p w14:paraId="24F79EEF">
            <w:pPr>
              <w:jc w:val="center"/>
              <w:rPr>
                <w:rFonts w:eastAsia="仿宋_GB2312"/>
                <w:color w:val="000000"/>
                <w:sz w:val="30"/>
                <w:szCs w:val="30"/>
              </w:rPr>
            </w:pPr>
          </w:p>
        </w:tc>
      </w:tr>
      <w:tr w14:paraId="70C22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ED4A4C4">
            <w:pPr>
              <w:jc w:val="center"/>
              <w:rPr>
                <w:rFonts w:eastAsia="仿宋_GB2312"/>
                <w:color w:val="000000"/>
                <w:sz w:val="30"/>
                <w:szCs w:val="30"/>
              </w:rPr>
            </w:pPr>
          </w:p>
        </w:tc>
        <w:tc>
          <w:tcPr>
            <w:tcW w:w="1276" w:type="dxa"/>
            <w:noWrap w:val="0"/>
            <w:vAlign w:val="center"/>
          </w:tcPr>
          <w:p w14:paraId="69A693B3">
            <w:pPr>
              <w:jc w:val="center"/>
              <w:rPr>
                <w:rFonts w:eastAsia="仿宋_GB2312"/>
                <w:color w:val="000000"/>
                <w:sz w:val="30"/>
                <w:szCs w:val="30"/>
              </w:rPr>
            </w:pPr>
          </w:p>
        </w:tc>
        <w:tc>
          <w:tcPr>
            <w:tcW w:w="1418" w:type="dxa"/>
            <w:noWrap w:val="0"/>
            <w:vAlign w:val="center"/>
          </w:tcPr>
          <w:p w14:paraId="4486046B">
            <w:pPr>
              <w:jc w:val="center"/>
              <w:rPr>
                <w:rFonts w:eastAsia="仿宋_GB2312"/>
                <w:color w:val="000000"/>
                <w:sz w:val="30"/>
                <w:szCs w:val="30"/>
              </w:rPr>
            </w:pPr>
          </w:p>
        </w:tc>
        <w:tc>
          <w:tcPr>
            <w:tcW w:w="940" w:type="dxa"/>
            <w:noWrap w:val="0"/>
            <w:vAlign w:val="center"/>
          </w:tcPr>
          <w:p w14:paraId="0FA8C8AD">
            <w:pPr>
              <w:jc w:val="center"/>
              <w:rPr>
                <w:rFonts w:eastAsia="仿宋_GB2312"/>
                <w:color w:val="000000"/>
                <w:sz w:val="30"/>
                <w:szCs w:val="30"/>
              </w:rPr>
            </w:pPr>
          </w:p>
        </w:tc>
        <w:tc>
          <w:tcPr>
            <w:tcW w:w="851" w:type="dxa"/>
            <w:noWrap w:val="0"/>
            <w:vAlign w:val="center"/>
          </w:tcPr>
          <w:p w14:paraId="6E098865">
            <w:pPr>
              <w:jc w:val="center"/>
              <w:rPr>
                <w:rFonts w:eastAsia="仿宋_GB2312"/>
                <w:color w:val="000000"/>
                <w:sz w:val="30"/>
                <w:szCs w:val="30"/>
              </w:rPr>
            </w:pPr>
          </w:p>
        </w:tc>
        <w:tc>
          <w:tcPr>
            <w:tcW w:w="1044" w:type="dxa"/>
            <w:noWrap w:val="0"/>
            <w:vAlign w:val="center"/>
          </w:tcPr>
          <w:p w14:paraId="7C5B59FE">
            <w:pPr>
              <w:jc w:val="center"/>
              <w:rPr>
                <w:rFonts w:eastAsia="仿宋_GB2312"/>
                <w:color w:val="000000"/>
                <w:sz w:val="30"/>
                <w:szCs w:val="30"/>
              </w:rPr>
            </w:pPr>
          </w:p>
        </w:tc>
        <w:tc>
          <w:tcPr>
            <w:tcW w:w="992" w:type="dxa"/>
            <w:noWrap w:val="0"/>
            <w:vAlign w:val="center"/>
          </w:tcPr>
          <w:p w14:paraId="4C442DCA">
            <w:pPr>
              <w:jc w:val="center"/>
              <w:rPr>
                <w:rFonts w:eastAsia="仿宋_GB2312"/>
                <w:color w:val="000000"/>
                <w:sz w:val="30"/>
                <w:szCs w:val="30"/>
              </w:rPr>
            </w:pPr>
          </w:p>
        </w:tc>
        <w:tc>
          <w:tcPr>
            <w:tcW w:w="851" w:type="dxa"/>
            <w:noWrap w:val="0"/>
            <w:vAlign w:val="center"/>
          </w:tcPr>
          <w:p w14:paraId="15CC5EAA">
            <w:pPr>
              <w:jc w:val="center"/>
              <w:rPr>
                <w:rFonts w:eastAsia="仿宋_GB2312"/>
                <w:color w:val="000000"/>
                <w:sz w:val="30"/>
                <w:szCs w:val="30"/>
              </w:rPr>
            </w:pPr>
          </w:p>
        </w:tc>
        <w:tc>
          <w:tcPr>
            <w:tcW w:w="1487" w:type="dxa"/>
            <w:noWrap w:val="0"/>
            <w:vAlign w:val="center"/>
          </w:tcPr>
          <w:p w14:paraId="1D2D02E3">
            <w:pPr>
              <w:jc w:val="center"/>
              <w:rPr>
                <w:rFonts w:eastAsia="仿宋_GB2312"/>
                <w:color w:val="000000"/>
                <w:sz w:val="30"/>
                <w:szCs w:val="30"/>
              </w:rPr>
            </w:pPr>
          </w:p>
        </w:tc>
        <w:tc>
          <w:tcPr>
            <w:tcW w:w="992" w:type="dxa"/>
            <w:noWrap w:val="0"/>
            <w:vAlign w:val="center"/>
          </w:tcPr>
          <w:p w14:paraId="2DC49115">
            <w:pPr>
              <w:jc w:val="center"/>
              <w:rPr>
                <w:rFonts w:eastAsia="仿宋_GB2312"/>
                <w:color w:val="000000"/>
                <w:sz w:val="30"/>
                <w:szCs w:val="30"/>
              </w:rPr>
            </w:pPr>
          </w:p>
        </w:tc>
      </w:tr>
      <w:tr w14:paraId="1ED34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2C0F2E7">
            <w:pPr>
              <w:jc w:val="center"/>
              <w:rPr>
                <w:rFonts w:eastAsia="仿宋_GB2312"/>
                <w:color w:val="000000"/>
                <w:sz w:val="30"/>
                <w:szCs w:val="30"/>
              </w:rPr>
            </w:pPr>
          </w:p>
        </w:tc>
        <w:tc>
          <w:tcPr>
            <w:tcW w:w="1276" w:type="dxa"/>
            <w:noWrap w:val="0"/>
            <w:vAlign w:val="center"/>
          </w:tcPr>
          <w:p w14:paraId="4E89F4D0">
            <w:pPr>
              <w:jc w:val="center"/>
              <w:rPr>
                <w:rFonts w:eastAsia="仿宋_GB2312"/>
                <w:color w:val="000000"/>
                <w:sz w:val="30"/>
                <w:szCs w:val="30"/>
              </w:rPr>
            </w:pPr>
          </w:p>
        </w:tc>
        <w:tc>
          <w:tcPr>
            <w:tcW w:w="1418" w:type="dxa"/>
            <w:noWrap w:val="0"/>
            <w:vAlign w:val="center"/>
          </w:tcPr>
          <w:p w14:paraId="2BA480E7">
            <w:pPr>
              <w:jc w:val="center"/>
              <w:rPr>
                <w:rFonts w:eastAsia="仿宋_GB2312"/>
                <w:color w:val="000000"/>
                <w:sz w:val="30"/>
                <w:szCs w:val="30"/>
              </w:rPr>
            </w:pPr>
          </w:p>
        </w:tc>
        <w:tc>
          <w:tcPr>
            <w:tcW w:w="940" w:type="dxa"/>
            <w:noWrap w:val="0"/>
            <w:vAlign w:val="center"/>
          </w:tcPr>
          <w:p w14:paraId="50EA5D03">
            <w:pPr>
              <w:jc w:val="center"/>
              <w:rPr>
                <w:rFonts w:eastAsia="仿宋_GB2312"/>
                <w:color w:val="000000"/>
                <w:sz w:val="30"/>
                <w:szCs w:val="30"/>
              </w:rPr>
            </w:pPr>
          </w:p>
        </w:tc>
        <w:tc>
          <w:tcPr>
            <w:tcW w:w="851" w:type="dxa"/>
            <w:noWrap w:val="0"/>
            <w:vAlign w:val="center"/>
          </w:tcPr>
          <w:p w14:paraId="7044E9EE">
            <w:pPr>
              <w:jc w:val="center"/>
              <w:rPr>
                <w:rFonts w:eastAsia="仿宋_GB2312"/>
                <w:color w:val="000000"/>
                <w:sz w:val="30"/>
                <w:szCs w:val="30"/>
              </w:rPr>
            </w:pPr>
          </w:p>
        </w:tc>
        <w:tc>
          <w:tcPr>
            <w:tcW w:w="1044" w:type="dxa"/>
            <w:noWrap w:val="0"/>
            <w:vAlign w:val="center"/>
          </w:tcPr>
          <w:p w14:paraId="638295BF">
            <w:pPr>
              <w:jc w:val="center"/>
              <w:rPr>
                <w:rFonts w:eastAsia="仿宋_GB2312"/>
                <w:color w:val="000000"/>
                <w:sz w:val="30"/>
                <w:szCs w:val="30"/>
              </w:rPr>
            </w:pPr>
          </w:p>
        </w:tc>
        <w:tc>
          <w:tcPr>
            <w:tcW w:w="992" w:type="dxa"/>
            <w:noWrap w:val="0"/>
            <w:vAlign w:val="center"/>
          </w:tcPr>
          <w:p w14:paraId="59BA4072">
            <w:pPr>
              <w:jc w:val="center"/>
              <w:rPr>
                <w:rFonts w:eastAsia="仿宋_GB2312"/>
                <w:color w:val="000000"/>
                <w:sz w:val="30"/>
                <w:szCs w:val="30"/>
              </w:rPr>
            </w:pPr>
          </w:p>
        </w:tc>
        <w:tc>
          <w:tcPr>
            <w:tcW w:w="851" w:type="dxa"/>
            <w:noWrap w:val="0"/>
            <w:vAlign w:val="center"/>
          </w:tcPr>
          <w:p w14:paraId="3730B7DD">
            <w:pPr>
              <w:jc w:val="center"/>
              <w:rPr>
                <w:rFonts w:eastAsia="仿宋_GB2312"/>
                <w:color w:val="000000"/>
                <w:sz w:val="30"/>
                <w:szCs w:val="30"/>
              </w:rPr>
            </w:pPr>
          </w:p>
        </w:tc>
        <w:tc>
          <w:tcPr>
            <w:tcW w:w="1487" w:type="dxa"/>
            <w:noWrap w:val="0"/>
            <w:vAlign w:val="center"/>
          </w:tcPr>
          <w:p w14:paraId="08322F49">
            <w:pPr>
              <w:jc w:val="center"/>
              <w:rPr>
                <w:rFonts w:eastAsia="仿宋_GB2312"/>
                <w:color w:val="000000"/>
                <w:sz w:val="30"/>
                <w:szCs w:val="30"/>
              </w:rPr>
            </w:pPr>
          </w:p>
        </w:tc>
        <w:tc>
          <w:tcPr>
            <w:tcW w:w="992" w:type="dxa"/>
            <w:noWrap w:val="0"/>
            <w:vAlign w:val="center"/>
          </w:tcPr>
          <w:p w14:paraId="66774F3F">
            <w:pPr>
              <w:jc w:val="center"/>
              <w:rPr>
                <w:rFonts w:eastAsia="仿宋_GB2312"/>
                <w:color w:val="000000"/>
                <w:sz w:val="30"/>
                <w:szCs w:val="30"/>
              </w:rPr>
            </w:pPr>
          </w:p>
        </w:tc>
      </w:tr>
      <w:tr w14:paraId="782031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E25A150">
            <w:pPr>
              <w:jc w:val="center"/>
              <w:rPr>
                <w:rFonts w:eastAsia="仿宋_GB2312"/>
                <w:color w:val="000000"/>
                <w:sz w:val="30"/>
                <w:szCs w:val="30"/>
              </w:rPr>
            </w:pPr>
          </w:p>
        </w:tc>
        <w:tc>
          <w:tcPr>
            <w:tcW w:w="1276" w:type="dxa"/>
            <w:noWrap w:val="0"/>
            <w:vAlign w:val="center"/>
          </w:tcPr>
          <w:p w14:paraId="38259378">
            <w:pPr>
              <w:jc w:val="center"/>
              <w:rPr>
                <w:rFonts w:eastAsia="仿宋_GB2312"/>
                <w:color w:val="000000"/>
                <w:sz w:val="30"/>
                <w:szCs w:val="30"/>
              </w:rPr>
            </w:pPr>
          </w:p>
        </w:tc>
        <w:tc>
          <w:tcPr>
            <w:tcW w:w="1418" w:type="dxa"/>
            <w:noWrap w:val="0"/>
            <w:vAlign w:val="center"/>
          </w:tcPr>
          <w:p w14:paraId="723F269E">
            <w:pPr>
              <w:jc w:val="center"/>
              <w:rPr>
                <w:rFonts w:eastAsia="仿宋_GB2312"/>
                <w:color w:val="000000"/>
                <w:sz w:val="30"/>
                <w:szCs w:val="30"/>
              </w:rPr>
            </w:pPr>
          </w:p>
        </w:tc>
        <w:tc>
          <w:tcPr>
            <w:tcW w:w="940" w:type="dxa"/>
            <w:noWrap w:val="0"/>
            <w:vAlign w:val="center"/>
          </w:tcPr>
          <w:p w14:paraId="63731A7D">
            <w:pPr>
              <w:jc w:val="center"/>
              <w:rPr>
                <w:rFonts w:eastAsia="仿宋_GB2312"/>
                <w:color w:val="000000"/>
                <w:sz w:val="30"/>
                <w:szCs w:val="30"/>
              </w:rPr>
            </w:pPr>
          </w:p>
        </w:tc>
        <w:tc>
          <w:tcPr>
            <w:tcW w:w="851" w:type="dxa"/>
            <w:noWrap w:val="0"/>
            <w:vAlign w:val="center"/>
          </w:tcPr>
          <w:p w14:paraId="02677305">
            <w:pPr>
              <w:jc w:val="center"/>
              <w:rPr>
                <w:rFonts w:eastAsia="仿宋_GB2312"/>
                <w:color w:val="000000"/>
                <w:sz w:val="30"/>
                <w:szCs w:val="30"/>
              </w:rPr>
            </w:pPr>
          </w:p>
        </w:tc>
        <w:tc>
          <w:tcPr>
            <w:tcW w:w="1044" w:type="dxa"/>
            <w:noWrap w:val="0"/>
            <w:vAlign w:val="center"/>
          </w:tcPr>
          <w:p w14:paraId="70B33D42">
            <w:pPr>
              <w:jc w:val="center"/>
              <w:rPr>
                <w:rFonts w:eastAsia="仿宋_GB2312"/>
                <w:color w:val="000000"/>
                <w:sz w:val="30"/>
                <w:szCs w:val="30"/>
              </w:rPr>
            </w:pPr>
          </w:p>
        </w:tc>
        <w:tc>
          <w:tcPr>
            <w:tcW w:w="992" w:type="dxa"/>
            <w:noWrap w:val="0"/>
            <w:vAlign w:val="center"/>
          </w:tcPr>
          <w:p w14:paraId="403B0A6A">
            <w:pPr>
              <w:jc w:val="center"/>
              <w:rPr>
                <w:rFonts w:eastAsia="仿宋_GB2312"/>
                <w:color w:val="000000"/>
                <w:sz w:val="30"/>
                <w:szCs w:val="30"/>
              </w:rPr>
            </w:pPr>
          </w:p>
        </w:tc>
        <w:tc>
          <w:tcPr>
            <w:tcW w:w="851" w:type="dxa"/>
            <w:noWrap w:val="0"/>
            <w:vAlign w:val="center"/>
          </w:tcPr>
          <w:p w14:paraId="6593F457">
            <w:pPr>
              <w:jc w:val="center"/>
              <w:rPr>
                <w:rFonts w:eastAsia="仿宋_GB2312"/>
                <w:color w:val="000000"/>
                <w:sz w:val="30"/>
                <w:szCs w:val="30"/>
              </w:rPr>
            </w:pPr>
          </w:p>
        </w:tc>
        <w:tc>
          <w:tcPr>
            <w:tcW w:w="1487" w:type="dxa"/>
            <w:noWrap w:val="0"/>
            <w:vAlign w:val="center"/>
          </w:tcPr>
          <w:p w14:paraId="782FFE7B">
            <w:pPr>
              <w:jc w:val="center"/>
              <w:rPr>
                <w:rFonts w:eastAsia="仿宋_GB2312"/>
                <w:color w:val="000000"/>
                <w:sz w:val="30"/>
                <w:szCs w:val="30"/>
              </w:rPr>
            </w:pPr>
          </w:p>
        </w:tc>
        <w:tc>
          <w:tcPr>
            <w:tcW w:w="992" w:type="dxa"/>
            <w:noWrap w:val="0"/>
            <w:vAlign w:val="center"/>
          </w:tcPr>
          <w:p w14:paraId="756ABC0A">
            <w:pPr>
              <w:jc w:val="center"/>
              <w:rPr>
                <w:rFonts w:eastAsia="仿宋_GB2312"/>
                <w:color w:val="000000"/>
                <w:sz w:val="30"/>
                <w:szCs w:val="30"/>
              </w:rPr>
            </w:pPr>
          </w:p>
        </w:tc>
      </w:tr>
      <w:tr w14:paraId="5BAC6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7806500">
            <w:pPr>
              <w:jc w:val="center"/>
              <w:rPr>
                <w:rFonts w:eastAsia="仿宋_GB2312"/>
                <w:color w:val="000000"/>
                <w:sz w:val="30"/>
                <w:szCs w:val="30"/>
              </w:rPr>
            </w:pPr>
          </w:p>
        </w:tc>
        <w:tc>
          <w:tcPr>
            <w:tcW w:w="1276" w:type="dxa"/>
            <w:noWrap w:val="0"/>
            <w:vAlign w:val="center"/>
          </w:tcPr>
          <w:p w14:paraId="64E945A0">
            <w:pPr>
              <w:jc w:val="center"/>
              <w:rPr>
                <w:rFonts w:eastAsia="仿宋_GB2312"/>
                <w:color w:val="000000"/>
                <w:sz w:val="30"/>
                <w:szCs w:val="30"/>
              </w:rPr>
            </w:pPr>
          </w:p>
        </w:tc>
        <w:tc>
          <w:tcPr>
            <w:tcW w:w="1418" w:type="dxa"/>
            <w:noWrap w:val="0"/>
            <w:vAlign w:val="center"/>
          </w:tcPr>
          <w:p w14:paraId="3FBCB2D7">
            <w:pPr>
              <w:jc w:val="center"/>
              <w:rPr>
                <w:rFonts w:eastAsia="仿宋_GB2312"/>
                <w:color w:val="000000"/>
                <w:sz w:val="30"/>
                <w:szCs w:val="30"/>
              </w:rPr>
            </w:pPr>
          </w:p>
        </w:tc>
        <w:tc>
          <w:tcPr>
            <w:tcW w:w="940" w:type="dxa"/>
            <w:noWrap w:val="0"/>
            <w:vAlign w:val="center"/>
          </w:tcPr>
          <w:p w14:paraId="656D8104">
            <w:pPr>
              <w:jc w:val="center"/>
              <w:rPr>
                <w:rFonts w:eastAsia="仿宋_GB2312"/>
                <w:color w:val="000000"/>
                <w:sz w:val="30"/>
                <w:szCs w:val="30"/>
              </w:rPr>
            </w:pPr>
          </w:p>
        </w:tc>
        <w:tc>
          <w:tcPr>
            <w:tcW w:w="851" w:type="dxa"/>
            <w:noWrap w:val="0"/>
            <w:vAlign w:val="center"/>
          </w:tcPr>
          <w:p w14:paraId="4DFFE227">
            <w:pPr>
              <w:jc w:val="center"/>
              <w:rPr>
                <w:rFonts w:eastAsia="仿宋_GB2312"/>
                <w:color w:val="000000"/>
                <w:sz w:val="30"/>
                <w:szCs w:val="30"/>
              </w:rPr>
            </w:pPr>
          </w:p>
        </w:tc>
        <w:tc>
          <w:tcPr>
            <w:tcW w:w="1044" w:type="dxa"/>
            <w:noWrap w:val="0"/>
            <w:vAlign w:val="center"/>
          </w:tcPr>
          <w:p w14:paraId="6C83C01B">
            <w:pPr>
              <w:jc w:val="center"/>
              <w:rPr>
                <w:rFonts w:eastAsia="仿宋_GB2312"/>
                <w:color w:val="000000"/>
                <w:sz w:val="30"/>
                <w:szCs w:val="30"/>
              </w:rPr>
            </w:pPr>
          </w:p>
        </w:tc>
        <w:tc>
          <w:tcPr>
            <w:tcW w:w="992" w:type="dxa"/>
            <w:noWrap w:val="0"/>
            <w:vAlign w:val="center"/>
          </w:tcPr>
          <w:p w14:paraId="5D2DEC8E">
            <w:pPr>
              <w:jc w:val="center"/>
              <w:rPr>
                <w:rFonts w:eastAsia="仿宋_GB2312"/>
                <w:color w:val="000000"/>
                <w:sz w:val="30"/>
                <w:szCs w:val="30"/>
              </w:rPr>
            </w:pPr>
          </w:p>
        </w:tc>
        <w:tc>
          <w:tcPr>
            <w:tcW w:w="851" w:type="dxa"/>
            <w:noWrap w:val="0"/>
            <w:vAlign w:val="center"/>
          </w:tcPr>
          <w:p w14:paraId="2C077507">
            <w:pPr>
              <w:jc w:val="center"/>
              <w:rPr>
                <w:rFonts w:eastAsia="仿宋_GB2312"/>
                <w:color w:val="000000"/>
                <w:sz w:val="30"/>
                <w:szCs w:val="30"/>
              </w:rPr>
            </w:pPr>
          </w:p>
        </w:tc>
        <w:tc>
          <w:tcPr>
            <w:tcW w:w="1487" w:type="dxa"/>
            <w:noWrap w:val="0"/>
            <w:vAlign w:val="center"/>
          </w:tcPr>
          <w:p w14:paraId="20D9D23D">
            <w:pPr>
              <w:jc w:val="center"/>
              <w:rPr>
                <w:rFonts w:eastAsia="仿宋_GB2312"/>
                <w:color w:val="000000"/>
                <w:sz w:val="30"/>
                <w:szCs w:val="30"/>
              </w:rPr>
            </w:pPr>
          </w:p>
        </w:tc>
        <w:tc>
          <w:tcPr>
            <w:tcW w:w="992" w:type="dxa"/>
            <w:noWrap w:val="0"/>
            <w:vAlign w:val="center"/>
          </w:tcPr>
          <w:p w14:paraId="43537522">
            <w:pPr>
              <w:jc w:val="center"/>
              <w:rPr>
                <w:rFonts w:eastAsia="仿宋_GB2312"/>
                <w:color w:val="000000"/>
                <w:sz w:val="30"/>
                <w:szCs w:val="30"/>
              </w:rPr>
            </w:pPr>
          </w:p>
        </w:tc>
      </w:tr>
      <w:tr w14:paraId="0312C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29C7CA9">
            <w:pPr>
              <w:jc w:val="center"/>
              <w:rPr>
                <w:rFonts w:eastAsia="仿宋_GB2312"/>
                <w:color w:val="000000"/>
                <w:sz w:val="30"/>
                <w:szCs w:val="30"/>
              </w:rPr>
            </w:pPr>
          </w:p>
        </w:tc>
        <w:tc>
          <w:tcPr>
            <w:tcW w:w="1276" w:type="dxa"/>
            <w:noWrap w:val="0"/>
            <w:vAlign w:val="center"/>
          </w:tcPr>
          <w:p w14:paraId="20FDC256">
            <w:pPr>
              <w:jc w:val="center"/>
              <w:rPr>
                <w:rFonts w:eastAsia="仿宋_GB2312"/>
                <w:color w:val="000000"/>
                <w:sz w:val="30"/>
                <w:szCs w:val="30"/>
              </w:rPr>
            </w:pPr>
          </w:p>
        </w:tc>
        <w:tc>
          <w:tcPr>
            <w:tcW w:w="1418" w:type="dxa"/>
            <w:noWrap w:val="0"/>
            <w:vAlign w:val="center"/>
          </w:tcPr>
          <w:p w14:paraId="7BD968B2">
            <w:pPr>
              <w:jc w:val="center"/>
              <w:rPr>
                <w:rFonts w:eastAsia="仿宋_GB2312"/>
                <w:color w:val="000000"/>
                <w:sz w:val="30"/>
                <w:szCs w:val="30"/>
              </w:rPr>
            </w:pPr>
          </w:p>
        </w:tc>
        <w:tc>
          <w:tcPr>
            <w:tcW w:w="940" w:type="dxa"/>
            <w:noWrap w:val="0"/>
            <w:vAlign w:val="center"/>
          </w:tcPr>
          <w:p w14:paraId="12E52E9E">
            <w:pPr>
              <w:jc w:val="center"/>
              <w:rPr>
                <w:rFonts w:eastAsia="仿宋_GB2312"/>
                <w:color w:val="000000"/>
                <w:sz w:val="30"/>
                <w:szCs w:val="30"/>
              </w:rPr>
            </w:pPr>
          </w:p>
        </w:tc>
        <w:tc>
          <w:tcPr>
            <w:tcW w:w="851" w:type="dxa"/>
            <w:noWrap w:val="0"/>
            <w:vAlign w:val="center"/>
          </w:tcPr>
          <w:p w14:paraId="009ED9D4">
            <w:pPr>
              <w:jc w:val="center"/>
              <w:rPr>
                <w:rFonts w:eastAsia="仿宋_GB2312"/>
                <w:color w:val="000000"/>
                <w:sz w:val="30"/>
                <w:szCs w:val="30"/>
              </w:rPr>
            </w:pPr>
          </w:p>
        </w:tc>
        <w:tc>
          <w:tcPr>
            <w:tcW w:w="1044" w:type="dxa"/>
            <w:noWrap w:val="0"/>
            <w:vAlign w:val="center"/>
          </w:tcPr>
          <w:p w14:paraId="4992FCBD">
            <w:pPr>
              <w:jc w:val="center"/>
              <w:rPr>
                <w:rFonts w:eastAsia="仿宋_GB2312"/>
                <w:color w:val="000000"/>
                <w:sz w:val="30"/>
                <w:szCs w:val="30"/>
              </w:rPr>
            </w:pPr>
          </w:p>
        </w:tc>
        <w:tc>
          <w:tcPr>
            <w:tcW w:w="992" w:type="dxa"/>
            <w:noWrap w:val="0"/>
            <w:vAlign w:val="center"/>
          </w:tcPr>
          <w:p w14:paraId="116E27D5">
            <w:pPr>
              <w:jc w:val="center"/>
              <w:rPr>
                <w:rFonts w:eastAsia="仿宋_GB2312"/>
                <w:color w:val="000000"/>
                <w:sz w:val="30"/>
                <w:szCs w:val="30"/>
              </w:rPr>
            </w:pPr>
          </w:p>
        </w:tc>
        <w:tc>
          <w:tcPr>
            <w:tcW w:w="851" w:type="dxa"/>
            <w:noWrap w:val="0"/>
            <w:vAlign w:val="center"/>
          </w:tcPr>
          <w:p w14:paraId="1377435F">
            <w:pPr>
              <w:jc w:val="center"/>
              <w:rPr>
                <w:rFonts w:eastAsia="仿宋_GB2312"/>
                <w:color w:val="000000"/>
                <w:sz w:val="30"/>
                <w:szCs w:val="30"/>
              </w:rPr>
            </w:pPr>
          </w:p>
        </w:tc>
        <w:tc>
          <w:tcPr>
            <w:tcW w:w="1487" w:type="dxa"/>
            <w:noWrap w:val="0"/>
            <w:vAlign w:val="center"/>
          </w:tcPr>
          <w:p w14:paraId="0D8B99A2">
            <w:pPr>
              <w:jc w:val="center"/>
              <w:rPr>
                <w:rFonts w:eastAsia="仿宋_GB2312"/>
                <w:color w:val="000000"/>
                <w:sz w:val="30"/>
                <w:szCs w:val="30"/>
              </w:rPr>
            </w:pPr>
          </w:p>
        </w:tc>
        <w:tc>
          <w:tcPr>
            <w:tcW w:w="992" w:type="dxa"/>
            <w:noWrap w:val="0"/>
            <w:vAlign w:val="center"/>
          </w:tcPr>
          <w:p w14:paraId="5F2E3F36">
            <w:pPr>
              <w:jc w:val="center"/>
              <w:rPr>
                <w:rFonts w:eastAsia="仿宋_GB2312"/>
                <w:color w:val="000000"/>
                <w:sz w:val="30"/>
                <w:szCs w:val="30"/>
              </w:rPr>
            </w:pPr>
          </w:p>
        </w:tc>
      </w:tr>
      <w:tr w14:paraId="0325D2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828974E">
            <w:pPr>
              <w:jc w:val="center"/>
              <w:rPr>
                <w:rFonts w:eastAsia="仿宋_GB2312"/>
                <w:color w:val="000000"/>
                <w:sz w:val="30"/>
                <w:szCs w:val="30"/>
              </w:rPr>
            </w:pPr>
          </w:p>
        </w:tc>
        <w:tc>
          <w:tcPr>
            <w:tcW w:w="1276" w:type="dxa"/>
            <w:noWrap w:val="0"/>
            <w:vAlign w:val="center"/>
          </w:tcPr>
          <w:p w14:paraId="0898BB91">
            <w:pPr>
              <w:jc w:val="center"/>
              <w:rPr>
                <w:rFonts w:eastAsia="仿宋_GB2312"/>
                <w:color w:val="000000"/>
                <w:sz w:val="30"/>
                <w:szCs w:val="30"/>
              </w:rPr>
            </w:pPr>
          </w:p>
        </w:tc>
        <w:tc>
          <w:tcPr>
            <w:tcW w:w="1418" w:type="dxa"/>
            <w:noWrap w:val="0"/>
            <w:vAlign w:val="center"/>
          </w:tcPr>
          <w:p w14:paraId="55DE0E63">
            <w:pPr>
              <w:jc w:val="center"/>
              <w:rPr>
                <w:rFonts w:eastAsia="仿宋_GB2312"/>
                <w:color w:val="000000"/>
                <w:sz w:val="30"/>
                <w:szCs w:val="30"/>
              </w:rPr>
            </w:pPr>
          </w:p>
        </w:tc>
        <w:tc>
          <w:tcPr>
            <w:tcW w:w="940" w:type="dxa"/>
            <w:noWrap w:val="0"/>
            <w:vAlign w:val="center"/>
          </w:tcPr>
          <w:p w14:paraId="7196E331">
            <w:pPr>
              <w:jc w:val="center"/>
              <w:rPr>
                <w:rFonts w:eastAsia="仿宋_GB2312"/>
                <w:color w:val="000000"/>
                <w:sz w:val="30"/>
                <w:szCs w:val="30"/>
              </w:rPr>
            </w:pPr>
          </w:p>
        </w:tc>
        <w:tc>
          <w:tcPr>
            <w:tcW w:w="851" w:type="dxa"/>
            <w:noWrap w:val="0"/>
            <w:vAlign w:val="center"/>
          </w:tcPr>
          <w:p w14:paraId="54A056AF">
            <w:pPr>
              <w:jc w:val="center"/>
              <w:rPr>
                <w:rFonts w:eastAsia="仿宋_GB2312"/>
                <w:color w:val="000000"/>
                <w:sz w:val="30"/>
                <w:szCs w:val="30"/>
              </w:rPr>
            </w:pPr>
          </w:p>
        </w:tc>
        <w:tc>
          <w:tcPr>
            <w:tcW w:w="1044" w:type="dxa"/>
            <w:noWrap w:val="0"/>
            <w:vAlign w:val="center"/>
          </w:tcPr>
          <w:p w14:paraId="5170A81B">
            <w:pPr>
              <w:jc w:val="center"/>
              <w:rPr>
                <w:rFonts w:eastAsia="仿宋_GB2312"/>
                <w:color w:val="000000"/>
                <w:sz w:val="30"/>
                <w:szCs w:val="30"/>
              </w:rPr>
            </w:pPr>
          </w:p>
        </w:tc>
        <w:tc>
          <w:tcPr>
            <w:tcW w:w="992" w:type="dxa"/>
            <w:noWrap w:val="0"/>
            <w:vAlign w:val="center"/>
          </w:tcPr>
          <w:p w14:paraId="092DC990">
            <w:pPr>
              <w:jc w:val="center"/>
              <w:rPr>
                <w:rFonts w:eastAsia="仿宋_GB2312"/>
                <w:color w:val="000000"/>
                <w:sz w:val="30"/>
                <w:szCs w:val="30"/>
              </w:rPr>
            </w:pPr>
          </w:p>
        </w:tc>
        <w:tc>
          <w:tcPr>
            <w:tcW w:w="851" w:type="dxa"/>
            <w:noWrap w:val="0"/>
            <w:vAlign w:val="center"/>
          </w:tcPr>
          <w:p w14:paraId="42194F3E">
            <w:pPr>
              <w:jc w:val="center"/>
              <w:rPr>
                <w:rFonts w:eastAsia="仿宋_GB2312"/>
                <w:color w:val="000000"/>
                <w:sz w:val="30"/>
                <w:szCs w:val="30"/>
              </w:rPr>
            </w:pPr>
          </w:p>
        </w:tc>
        <w:tc>
          <w:tcPr>
            <w:tcW w:w="1487" w:type="dxa"/>
            <w:noWrap w:val="0"/>
            <w:vAlign w:val="center"/>
          </w:tcPr>
          <w:p w14:paraId="68CB7F8B">
            <w:pPr>
              <w:jc w:val="center"/>
              <w:rPr>
                <w:rFonts w:eastAsia="仿宋_GB2312"/>
                <w:color w:val="000000"/>
                <w:sz w:val="30"/>
                <w:szCs w:val="30"/>
              </w:rPr>
            </w:pPr>
          </w:p>
        </w:tc>
        <w:tc>
          <w:tcPr>
            <w:tcW w:w="992" w:type="dxa"/>
            <w:noWrap w:val="0"/>
            <w:vAlign w:val="center"/>
          </w:tcPr>
          <w:p w14:paraId="4B77508C">
            <w:pPr>
              <w:jc w:val="center"/>
              <w:rPr>
                <w:rFonts w:eastAsia="仿宋_GB2312"/>
                <w:color w:val="000000"/>
                <w:sz w:val="30"/>
                <w:szCs w:val="30"/>
              </w:rPr>
            </w:pPr>
          </w:p>
        </w:tc>
      </w:tr>
    </w:tbl>
    <w:p w14:paraId="1A18F8F8">
      <w:pPr>
        <w:spacing w:line="440" w:lineRule="exact"/>
        <w:rPr>
          <w:rFonts w:ascii="Times New Roman" w:hAnsi="Times New Roman" w:eastAsia="仿宋_GB2312"/>
          <w:color w:val="000000"/>
          <w:sz w:val="30"/>
          <w:szCs w:val="30"/>
        </w:rPr>
      </w:pPr>
    </w:p>
    <w:p w14:paraId="7D00C63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891054"/>
      <w:bookmarkStart w:id="993" w:name="_Toc296346727"/>
      <w:bookmarkStart w:id="994" w:name="_Toc296503226"/>
      <w:bookmarkStart w:id="995" w:name="_Toc296347225"/>
      <w:bookmarkStart w:id="996" w:name="_Toc296891266"/>
      <w:bookmarkStart w:id="997" w:name="_Toc296944565"/>
      <w:bookmarkStart w:id="998" w:name="_Toc267261693"/>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521904E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70FE06FA">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428B6CE">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45188EE">
      <w:pPr>
        <w:spacing w:line="440" w:lineRule="exact"/>
        <w:rPr>
          <w:rFonts w:ascii="Times New Roman" w:hAnsi="Times New Roman" w:eastAsia="仿宋_GB2312"/>
          <w:color w:val="000000"/>
          <w:sz w:val="30"/>
          <w:szCs w:val="30"/>
        </w:rPr>
      </w:pPr>
    </w:p>
    <w:p w14:paraId="433A39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54A6C402">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1BBC212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A3565E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47751D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D8583C8">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CF02D4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3B79D9B6">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1E091C9B">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885C60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DBEC2B">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C4F54E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FFAD3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C7D460B">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530BA5A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B147EC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086E60F8">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2D5527A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0479C93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01A5ABB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084D02B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342F2EE8">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DF20F71">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54BB45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524F090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E812C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0CDD9E31">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DA7E1E8">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0919CC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698B175A">
      <w:pPr>
        <w:spacing w:line="360" w:lineRule="auto"/>
        <w:ind w:firstLine="420"/>
        <w:rPr>
          <w:rFonts w:ascii="Times New Roman" w:hAnsi="Times New Roman" w:eastAsia="仿宋_GB2312"/>
          <w:color w:val="000000"/>
          <w:sz w:val="30"/>
          <w:szCs w:val="30"/>
        </w:rPr>
      </w:pPr>
    </w:p>
    <w:p w14:paraId="1DC84F7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BB4CC1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A1DD68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BDD2F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C0DF6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5DF6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6ABD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721A793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538497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5E37DD9C">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799AA6F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59A6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799D79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1C38D37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03D095A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0F26BB3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5798EAD7">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52EBEB8B">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266E9E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E6BBAC0">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58C8630">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9DBA916">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50D6F2E8">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E9DCD86">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44FE78E4">
            <w:pPr>
              <w:pStyle w:val="16"/>
              <w:keepNext/>
              <w:spacing w:after="0" w:afterLines="0" w:line="440" w:lineRule="exact"/>
              <w:ind w:left="63" w:right="63"/>
              <w:rPr>
                <w:rFonts w:eastAsia="仿宋_GB2312"/>
                <w:color w:val="000000"/>
                <w:kern w:val="2"/>
                <w:sz w:val="30"/>
                <w:szCs w:val="30"/>
                <w:lang w:val="en-US" w:eastAsia="zh-CN"/>
              </w:rPr>
            </w:pPr>
          </w:p>
        </w:tc>
      </w:tr>
      <w:tr w14:paraId="3047E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36FB5081">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57DB6EC">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701C7F2">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399B7601">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175E094F">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03173309">
            <w:pPr>
              <w:pStyle w:val="16"/>
              <w:keepNext/>
              <w:spacing w:after="0" w:afterLines="0" w:line="440" w:lineRule="exact"/>
              <w:ind w:left="63" w:right="63"/>
              <w:rPr>
                <w:rFonts w:eastAsia="仿宋_GB2312"/>
                <w:color w:val="000000"/>
                <w:kern w:val="2"/>
                <w:sz w:val="30"/>
                <w:szCs w:val="30"/>
                <w:lang w:val="en-US" w:eastAsia="zh-CN"/>
              </w:rPr>
            </w:pPr>
          </w:p>
        </w:tc>
      </w:tr>
      <w:tr w14:paraId="3A5E2B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75F63BC">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5E7DA24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163753AC">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40482F47">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A41AF09">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ECF621B">
            <w:pPr>
              <w:pStyle w:val="16"/>
              <w:keepNext/>
              <w:spacing w:after="0" w:afterLines="0" w:line="440" w:lineRule="exact"/>
              <w:ind w:left="63" w:right="63"/>
              <w:rPr>
                <w:rFonts w:eastAsia="仿宋_GB2312"/>
                <w:color w:val="000000"/>
                <w:kern w:val="2"/>
                <w:sz w:val="30"/>
                <w:szCs w:val="30"/>
                <w:lang w:val="en-US" w:eastAsia="zh-CN"/>
              </w:rPr>
            </w:pPr>
          </w:p>
        </w:tc>
      </w:tr>
      <w:tr w14:paraId="6DBD9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44483FE1">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0116745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1CBD7A2">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4908D113">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F87DF2F">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31B1043D">
            <w:pPr>
              <w:pStyle w:val="16"/>
              <w:keepNext/>
              <w:spacing w:after="0" w:afterLines="0" w:line="440" w:lineRule="exact"/>
              <w:ind w:left="63" w:right="63"/>
              <w:rPr>
                <w:rFonts w:eastAsia="仿宋_GB2312"/>
                <w:color w:val="000000"/>
                <w:kern w:val="2"/>
                <w:sz w:val="30"/>
                <w:szCs w:val="30"/>
                <w:lang w:val="en-US" w:eastAsia="zh-CN"/>
              </w:rPr>
            </w:pPr>
          </w:p>
        </w:tc>
      </w:tr>
      <w:tr w14:paraId="6330C3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A38E277">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3C23B3CA">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31479556">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204A8BB0">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E09D526">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784678F0">
            <w:pPr>
              <w:pStyle w:val="16"/>
              <w:keepNext/>
              <w:spacing w:after="0" w:afterLines="0" w:line="440" w:lineRule="exact"/>
              <w:ind w:left="63" w:right="63"/>
              <w:rPr>
                <w:rFonts w:eastAsia="仿宋_GB2312"/>
                <w:color w:val="000000"/>
                <w:kern w:val="2"/>
                <w:sz w:val="30"/>
                <w:szCs w:val="30"/>
                <w:lang w:val="en-US" w:eastAsia="zh-CN"/>
              </w:rPr>
            </w:pPr>
          </w:p>
        </w:tc>
      </w:tr>
      <w:tr w14:paraId="12C49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2A36C9F">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1DD58FC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96B3035">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6D65EF62">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3622F601">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47DF6B3E">
            <w:pPr>
              <w:pStyle w:val="16"/>
              <w:keepNext/>
              <w:spacing w:after="0" w:afterLines="0" w:line="440" w:lineRule="exact"/>
              <w:ind w:left="63" w:right="63"/>
              <w:rPr>
                <w:rFonts w:eastAsia="仿宋_GB2312"/>
                <w:color w:val="000000"/>
                <w:kern w:val="2"/>
                <w:sz w:val="30"/>
                <w:szCs w:val="30"/>
                <w:lang w:val="en-US" w:eastAsia="zh-CN"/>
              </w:rPr>
            </w:pPr>
          </w:p>
        </w:tc>
      </w:tr>
      <w:tr w14:paraId="05E6D4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9A40EDD">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33E26FD">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315CA262">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1757D09B">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3A1AE3F0">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32295825">
            <w:pPr>
              <w:pStyle w:val="16"/>
              <w:keepNext/>
              <w:spacing w:after="0" w:afterLines="0" w:line="440" w:lineRule="exact"/>
              <w:ind w:left="63" w:right="63"/>
              <w:rPr>
                <w:rFonts w:eastAsia="仿宋_GB2312"/>
                <w:color w:val="000000"/>
                <w:kern w:val="2"/>
                <w:sz w:val="30"/>
                <w:szCs w:val="30"/>
                <w:lang w:val="en-US" w:eastAsia="zh-CN"/>
              </w:rPr>
            </w:pPr>
          </w:p>
        </w:tc>
      </w:tr>
      <w:tr w14:paraId="46AB8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462EDE4">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45E81DD3">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5ED7D21E">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091619C0">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CE18875">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7B22C33E">
            <w:pPr>
              <w:pStyle w:val="16"/>
              <w:keepNext/>
              <w:spacing w:after="0" w:afterLines="0" w:line="440" w:lineRule="exact"/>
              <w:ind w:left="63" w:right="63"/>
              <w:rPr>
                <w:rFonts w:eastAsia="仿宋_GB2312"/>
                <w:color w:val="000000"/>
                <w:kern w:val="2"/>
                <w:sz w:val="30"/>
                <w:szCs w:val="30"/>
                <w:lang w:val="en-US" w:eastAsia="zh-CN"/>
              </w:rPr>
            </w:pPr>
          </w:p>
        </w:tc>
      </w:tr>
      <w:tr w14:paraId="374658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CE3AECE">
            <w:pPr>
              <w:rPr>
                <w:rFonts w:eastAsia="仿宋_GB2312"/>
                <w:color w:val="000000"/>
                <w:sz w:val="30"/>
                <w:szCs w:val="30"/>
              </w:rPr>
            </w:pPr>
          </w:p>
        </w:tc>
        <w:tc>
          <w:tcPr>
            <w:tcW w:w="1276" w:type="dxa"/>
            <w:noWrap w:val="0"/>
            <w:vAlign w:val="top"/>
          </w:tcPr>
          <w:p w14:paraId="5C23CF45">
            <w:pPr>
              <w:rPr>
                <w:rFonts w:eastAsia="仿宋_GB2312"/>
                <w:color w:val="000000"/>
                <w:sz w:val="30"/>
                <w:szCs w:val="30"/>
              </w:rPr>
            </w:pPr>
          </w:p>
        </w:tc>
        <w:tc>
          <w:tcPr>
            <w:tcW w:w="1450" w:type="dxa"/>
            <w:noWrap w:val="0"/>
            <w:vAlign w:val="top"/>
          </w:tcPr>
          <w:p w14:paraId="7641569C">
            <w:pPr>
              <w:rPr>
                <w:rFonts w:eastAsia="仿宋_GB2312"/>
                <w:color w:val="000000"/>
                <w:sz w:val="30"/>
                <w:szCs w:val="30"/>
              </w:rPr>
            </w:pPr>
          </w:p>
        </w:tc>
        <w:tc>
          <w:tcPr>
            <w:tcW w:w="1243" w:type="dxa"/>
            <w:noWrap w:val="0"/>
            <w:vAlign w:val="top"/>
          </w:tcPr>
          <w:p w14:paraId="0593F38E">
            <w:pPr>
              <w:rPr>
                <w:rFonts w:eastAsia="仿宋_GB2312"/>
                <w:color w:val="000000"/>
                <w:sz w:val="30"/>
                <w:szCs w:val="30"/>
              </w:rPr>
            </w:pPr>
          </w:p>
        </w:tc>
        <w:tc>
          <w:tcPr>
            <w:tcW w:w="1450" w:type="dxa"/>
            <w:noWrap w:val="0"/>
            <w:vAlign w:val="top"/>
          </w:tcPr>
          <w:p w14:paraId="2B493891">
            <w:pPr>
              <w:rPr>
                <w:rFonts w:eastAsia="仿宋_GB2312"/>
                <w:color w:val="000000"/>
                <w:sz w:val="30"/>
                <w:szCs w:val="30"/>
              </w:rPr>
            </w:pPr>
          </w:p>
        </w:tc>
        <w:tc>
          <w:tcPr>
            <w:tcW w:w="1667" w:type="dxa"/>
            <w:noWrap w:val="0"/>
            <w:vAlign w:val="top"/>
          </w:tcPr>
          <w:p w14:paraId="216FE119">
            <w:pPr>
              <w:rPr>
                <w:rFonts w:eastAsia="仿宋_GB2312"/>
                <w:color w:val="000000"/>
                <w:sz w:val="30"/>
                <w:szCs w:val="30"/>
              </w:rPr>
            </w:pPr>
          </w:p>
        </w:tc>
      </w:tr>
      <w:tr w14:paraId="5F80B5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084D00E">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4B7C09D2">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3299C9B">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4E9872F4">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19AAAE5C">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302B96AD">
            <w:pPr>
              <w:pStyle w:val="16"/>
              <w:keepNext/>
              <w:spacing w:after="0" w:afterLines="0" w:line="440" w:lineRule="exact"/>
              <w:ind w:left="63" w:right="63"/>
              <w:rPr>
                <w:rFonts w:eastAsia="仿宋_GB2312"/>
                <w:color w:val="000000"/>
                <w:kern w:val="2"/>
                <w:sz w:val="30"/>
                <w:szCs w:val="30"/>
                <w:lang w:val="en-US" w:eastAsia="zh-CN"/>
              </w:rPr>
            </w:pPr>
          </w:p>
        </w:tc>
      </w:tr>
      <w:tr w14:paraId="73E599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A87760D">
            <w:pPr>
              <w:rPr>
                <w:rFonts w:eastAsia="仿宋_GB2312"/>
                <w:color w:val="000000"/>
                <w:sz w:val="30"/>
                <w:szCs w:val="30"/>
              </w:rPr>
            </w:pPr>
          </w:p>
        </w:tc>
        <w:tc>
          <w:tcPr>
            <w:tcW w:w="1276" w:type="dxa"/>
            <w:noWrap w:val="0"/>
            <w:vAlign w:val="top"/>
          </w:tcPr>
          <w:p w14:paraId="4BD3FF6E">
            <w:pPr>
              <w:rPr>
                <w:rFonts w:eastAsia="仿宋_GB2312"/>
                <w:color w:val="000000"/>
                <w:sz w:val="30"/>
                <w:szCs w:val="30"/>
              </w:rPr>
            </w:pPr>
          </w:p>
        </w:tc>
        <w:tc>
          <w:tcPr>
            <w:tcW w:w="1450" w:type="dxa"/>
            <w:noWrap w:val="0"/>
            <w:vAlign w:val="top"/>
          </w:tcPr>
          <w:p w14:paraId="5AFBB6B7">
            <w:pPr>
              <w:rPr>
                <w:rFonts w:eastAsia="仿宋_GB2312"/>
                <w:color w:val="000000"/>
                <w:sz w:val="30"/>
                <w:szCs w:val="30"/>
              </w:rPr>
            </w:pPr>
          </w:p>
        </w:tc>
        <w:tc>
          <w:tcPr>
            <w:tcW w:w="1243" w:type="dxa"/>
            <w:noWrap w:val="0"/>
            <w:vAlign w:val="top"/>
          </w:tcPr>
          <w:p w14:paraId="1987C9BB">
            <w:pPr>
              <w:rPr>
                <w:rFonts w:eastAsia="仿宋_GB2312"/>
                <w:color w:val="000000"/>
                <w:sz w:val="30"/>
                <w:szCs w:val="30"/>
              </w:rPr>
            </w:pPr>
          </w:p>
        </w:tc>
        <w:tc>
          <w:tcPr>
            <w:tcW w:w="1450" w:type="dxa"/>
            <w:noWrap w:val="0"/>
            <w:vAlign w:val="top"/>
          </w:tcPr>
          <w:p w14:paraId="43611115">
            <w:pPr>
              <w:rPr>
                <w:rFonts w:eastAsia="仿宋_GB2312"/>
                <w:color w:val="000000"/>
                <w:sz w:val="30"/>
                <w:szCs w:val="30"/>
              </w:rPr>
            </w:pPr>
          </w:p>
        </w:tc>
        <w:tc>
          <w:tcPr>
            <w:tcW w:w="1667" w:type="dxa"/>
            <w:noWrap w:val="0"/>
            <w:vAlign w:val="top"/>
          </w:tcPr>
          <w:p w14:paraId="4C0F26B0">
            <w:pPr>
              <w:rPr>
                <w:rFonts w:eastAsia="仿宋_GB2312"/>
                <w:color w:val="000000"/>
                <w:sz w:val="30"/>
                <w:szCs w:val="30"/>
              </w:rPr>
            </w:pPr>
          </w:p>
        </w:tc>
      </w:tr>
      <w:tr w14:paraId="155447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D9681EE">
            <w:pPr>
              <w:rPr>
                <w:rFonts w:eastAsia="仿宋_GB2312"/>
                <w:color w:val="000000"/>
                <w:sz w:val="30"/>
                <w:szCs w:val="30"/>
              </w:rPr>
            </w:pPr>
          </w:p>
        </w:tc>
        <w:tc>
          <w:tcPr>
            <w:tcW w:w="1276" w:type="dxa"/>
            <w:noWrap w:val="0"/>
            <w:vAlign w:val="top"/>
          </w:tcPr>
          <w:p w14:paraId="47773936">
            <w:pPr>
              <w:rPr>
                <w:rFonts w:eastAsia="仿宋_GB2312"/>
                <w:color w:val="000000"/>
                <w:sz w:val="30"/>
                <w:szCs w:val="30"/>
              </w:rPr>
            </w:pPr>
          </w:p>
        </w:tc>
        <w:tc>
          <w:tcPr>
            <w:tcW w:w="1450" w:type="dxa"/>
            <w:noWrap w:val="0"/>
            <w:vAlign w:val="top"/>
          </w:tcPr>
          <w:p w14:paraId="314B2DB0">
            <w:pPr>
              <w:rPr>
                <w:rFonts w:eastAsia="仿宋_GB2312"/>
                <w:color w:val="000000"/>
                <w:sz w:val="30"/>
                <w:szCs w:val="30"/>
              </w:rPr>
            </w:pPr>
          </w:p>
        </w:tc>
        <w:tc>
          <w:tcPr>
            <w:tcW w:w="1243" w:type="dxa"/>
            <w:noWrap w:val="0"/>
            <w:vAlign w:val="top"/>
          </w:tcPr>
          <w:p w14:paraId="6AFD1451">
            <w:pPr>
              <w:rPr>
                <w:rFonts w:eastAsia="仿宋_GB2312"/>
                <w:color w:val="000000"/>
                <w:sz w:val="30"/>
                <w:szCs w:val="30"/>
              </w:rPr>
            </w:pPr>
          </w:p>
        </w:tc>
        <w:tc>
          <w:tcPr>
            <w:tcW w:w="1450" w:type="dxa"/>
            <w:noWrap w:val="0"/>
            <w:vAlign w:val="top"/>
          </w:tcPr>
          <w:p w14:paraId="605C4690">
            <w:pPr>
              <w:rPr>
                <w:rFonts w:eastAsia="仿宋_GB2312"/>
                <w:color w:val="000000"/>
                <w:sz w:val="30"/>
                <w:szCs w:val="30"/>
              </w:rPr>
            </w:pPr>
          </w:p>
        </w:tc>
        <w:tc>
          <w:tcPr>
            <w:tcW w:w="1667" w:type="dxa"/>
            <w:noWrap w:val="0"/>
            <w:vAlign w:val="top"/>
          </w:tcPr>
          <w:p w14:paraId="29BACDC8">
            <w:pPr>
              <w:rPr>
                <w:rFonts w:eastAsia="仿宋_GB2312"/>
                <w:color w:val="000000"/>
                <w:sz w:val="30"/>
                <w:szCs w:val="30"/>
              </w:rPr>
            </w:pPr>
          </w:p>
        </w:tc>
      </w:tr>
      <w:tr w14:paraId="3AADEA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8C5A48E">
            <w:pPr>
              <w:rPr>
                <w:rFonts w:eastAsia="仿宋_GB2312"/>
                <w:color w:val="000000"/>
                <w:sz w:val="30"/>
                <w:szCs w:val="30"/>
              </w:rPr>
            </w:pPr>
          </w:p>
        </w:tc>
        <w:tc>
          <w:tcPr>
            <w:tcW w:w="1276" w:type="dxa"/>
            <w:noWrap w:val="0"/>
            <w:vAlign w:val="top"/>
          </w:tcPr>
          <w:p w14:paraId="33172F84">
            <w:pPr>
              <w:rPr>
                <w:rFonts w:eastAsia="仿宋_GB2312"/>
                <w:color w:val="000000"/>
                <w:sz w:val="30"/>
                <w:szCs w:val="30"/>
              </w:rPr>
            </w:pPr>
          </w:p>
        </w:tc>
        <w:tc>
          <w:tcPr>
            <w:tcW w:w="1450" w:type="dxa"/>
            <w:noWrap w:val="0"/>
            <w:vAlign w:val="top"/>
          </w:tcPr>
          <w:p w14:paraId="6D63ADC6">
            <w:pPr>
              <w:rPr>
                <w:rFonts w:eastAsia="仿宋_GB2312"/>
                <w:color w:val="000000"/>
                <w:sz w:val="30"/>
                <w:szCs w:val="30"/>
              </w:rPr>
            </w:pPr>
          </w:p>
        </w:tc>
        <w:tc>
          <w:tcPr>
            <w:tcW w:w="1243" w:type="dxa"/>
            <w:noWrap w:val="0"/>
            <w:vAlign w:val="top"/>
          </w:tcPr>
          <w:p w14:paraId="4F55C40C">
            <w:pPr>
              <w:rPr>
                <w:rFonts w:eastAsia="仿宋_GB2312"/>
                <w:color w:val="000000"/>
                <w:sz w:val="30"/>
                <w:szCs w:val="30"/>
              </w:rPr>
            </w:pPr>
          </w:p>
        </w:tc>
        <w:tc>
          <w:tcPr>
            <w:tcW w:w="1450" w:type="dxa"/>
            <w:noWrap w:val="0"/>
            <w:vAlign w:val="top"/>
          </w:tcPr>
          <w:p w14:paraId="373D26F4">
            <w:pPr>
              <w:rPr>
                <w:rFonts w:eastAsia="仿宋_GB2312"/>
                <w:color w:val="000000"/>
                <w:sz w:val="30"/>
                <w:szCs w:val="30"/>
              </w:rPr>
            </w:pPr>
          </w:p>
        </w:tc>
        <w:tc>
          <w:tcPr>
            <w:tcW w:w="1667" w:type="dxa"/>
            <w:noWrap w:val="0"/>
            <w:vAlign w:val="top"/>
          </w:tcPr>
          <w:p w14:paraId="3F85A68F">
            <w:pPr>
              <w:rPr>
                <w:rFonts w:eastAsia="仿宋_GB2312"/>
                <w:color w:val="000000"/>
                <w:sz w:val="30"/>
                <w:szCs w:val="30"/>
              </w:rPr>
            </w:pPr>
          </w:p>
        </w:tc>
      </w:tr>
      <w:tr w14:paraId="176A50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0DD44EA">
            <w:pPr>
              <w:rPr>
                <w:rFonts w:eastAsia="仿宋_GB2312"/>
                <w:color w:val="000000"/>
                <w:sz w:val="30"/>
                <w:szCs w:val="30"/>
              </w:rPr>
            </w:pPr>
          </w:p>
        </w:tc>
        <w:tc>
          <w:tcPr>
            <w:tcW w:w="1276" w:type="dxa"/>
            <w:noWrap w:val="0"/>
            <w:vAlign w:val="top"/>
          </w:tcPr>
          <w:p w14:paraId="424C4359">
            <w:pPr>
              <w:rPr>
                <w:rFonts w:eastAsia="仿宋_GB2312"/>
                <w:color w:val="000000"/>
                <w:sz w:val="30"/>
                <w:szCs w:val="30"/>
              </w:rPr>
            </w:pPr>
          </w:p>
        </w:tc>
        <w:tc>
          <w:tcPr>
            <w:tcW w:w="1450" w:type="dxa"/>
            <w:noWrap w:val="0"/>
            <w:vAlign w:val="top"/>
          </w:tcPr>
          <w:p w14:paraId="1060A4AB">
            <w:pPr>
              <w:rPr>
                <w:rFonts w:eastAsia="仿宋_GB2312"/>
                <w:color w:val="000000"/>
                <w:sz w:val="30"/>
                <w:szCs w:val="30"/>
              </w:rPr>
            </w:pPr>
          </w:p>
        </w:tc>
        <w:tc>
          <w:tcPr>
            <w:tcW w:w="1243" w:type="dxa"/>
            <w:noWrap w:val="0"/>
            <w:vAlign w:val="top"/>
          </w:tcPr>
          <w:p w14:paraId="7D79447D">
            <w:pPr>
              <w:rPr>
                <w:rFonts w:eastAsia="仿宋_GB2312"/>
                <w:color w:val="000000"/>
                <w:sz w:val="30"/>
                <w:szCs w:val="30"/>
              </w:rPr>
            </w:pPr>
          </w:p>
        </w:tc>
        <w:tc>
          <w:tcPr>
            <w:tcW w:w="1450" w:type="dxa"/>
            <w:noWrap w:val="0"/>
            <w:vAlign w:val="top"/>
          </w:tcPr>
          <w:p w14:paraId="06F1732C">
            <w:pPr>
              <w:rPr>
                <w:rFonts w:eastAsia="仿宋_GB2312"/>
                <w:color w:val="000000"/>
                <w:sz w:val="30"/>
                <w:szCs w:val="30"/>
              </w:rPr>
            </w:pPr>
          </w:p>
        </w:tc>
        <w:tc>
          <w:tcPr>
            <w:tcW w:w="1667" w:type="dxa"/>
            <w:noWrap w:val="0"/>
            <w:vAlign w:val="top"/>
          </w:tcPr>
          <w:p w14:paraId="1A27CA95">
            <w:pPr>
              <w:rPr>
                <w:rFonts w:eastAsia="仿宋_GB2312"/>
                <w:color w:val="000000"/>
                <w:sz w:val="30"/>
                <w:szCs w:val="30"/>
              </w:rPr>
            </w:pPr>
          </w:p>
        </w:tc>
      </w:tr>
      <w:tr w14:paraId="277C9C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E90CDED">
            <w:pPr>
              <w:rPr>
                <w:rFonts w:eastAsia="仿宋_GB2312"/>
                <w:color w:val="000000"/>
                <w:sz w:val="30"/>
                <w:szCs w:val="30"/>
              </w:rPr>
            </w:pPr>
          </w:p>
        </w:tc>
        <w:tc>
          <w:tcPr>
            <w:tcW w:w="1276" w:type="dxa"/>
            <w:noWrap w:val="0"/>
            <w:vAlign w:val="top"/>
          </w:tcPr>
          <w:p w14:paraId="4D77A99B">
            <w:pPr>
              <w:rPr>
                <w:rFonts w:eastAsia="仿宋_GB2312"/>
                <w:color w:val="000000"/>
                <w:sz w:val="30"/>
                <w:szCs w:val="30"/>
              </w:rPr>
            </w:pPr>
          </w:p>
        </w:tc>
        <w:tc>
          <w:tcPr>
            <w:tcW w:w="1450" w:type="dxa"/>
            <w:noWrap w:val="0"/>
            <w:vAlign w:val="top"/>
          </w:tcPr>
          <w:p w14:paraId="5DB4BE89">
            <w:pPr>
              <w:rPr>
                <w:rFonts w:eastAsia="仿宋_GB2312"/>
                <w:color w:val="000000"/>
                <w:sz w:val="30"/>
                <w:szCs w:val="30"/>
              </w:rPr>
            </w:pPr>
          </w:p>
        </w:tc>
        <w:tc>
          <w:tcPr>
            <w:tcW w:w="1243" w:type="dxa"/>
            <w:noWrap w:val="0"/>
            <w:vAlign w:val="top"/>
          </w:tcPr>
          <w:p w14:paraId="227D0E51">
            <w:pPr>
              <w:rPr>
                <w:rFonts w:eastAsia="仿宋_GB2312"/>
                <w:color w:val="000000"/>
                <w:sz w:val="30"/>
                <w:szCs w:val="30"/>
              </w:rPr>
            </w:pPr>
          </w:p>
        </w:tc>
        <w:tc>
          <w:tcPr>
            <w:tcW w:w="1450" w:type="dxa"/>
            <w:noWrap w:val="0"/>
            <w:vAlign w:val="top"/>
          </w:tcPr>
          <w:p w14:paraId="7B2B9D86">
            <w:pPr>
              <w:rPr>
                <w:rFonts w:eastAsia="仿宋_GB2312"/>
                <w:color w:val="000000"/>
                <w:sz w:val="30"/>
                <w:szCs w:val="30"/>
              </w:rPr>
            </w:pPr>
          </w:p>
        </w:tc>
        <w:tc>
          <w:tcPr>
            <w:tcW w:w="1667" w:type="dxa"/>
            <w:noWrap w:val="0"/>
            <w:vAlign w:val="top"/>
          </w:tcPr>
          <w:p w14:paraId="048A4458">
            <w:pPr>
              <w:rPr>
                <w:rFonts w:eastAsia="仿宋_GB2312"/>
                <w:color w:val="000000"/>
                <w:sz w:val="30"/>
                <w:szCs w:val="30"/>
              </w:rPr>
            </w:pPr>
          </w:p>
        </w:tc>
      </w:tr>
      <w:tr w14:paraId="1D078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0C809B">
            <w:pPr>
              <w:rPr>
                <w:rFonts w:eastAsia="仿宋_GB2312"/>
                <w:color w:val="000000"/>
                <w:sz w:val="30"/>
                <w:szCs w:val="30"/>
              </w:rPr>
            </w:pPr>
          </w:p>
        </w:tc>
        <w:tc>
          <w:tcPr>
            <w:tcW w:w="1276" w:type="dxa"/>
            <w:noWrap w:val="0"/>
            <w:vAlign w:val="top"/>
          </w:tcPr>
          <w:p w14:paraId="23F04CA7">
            <w:pPr>
              <w:rPr>
                <w:rFonts w:eastAsia="仿宋_GB2312"/>
                <w:color w:val="000000"/>
                <w:sz w:val="30"/>
                <w:szCs w:val="30"/>
              </w:rPr>
            </w:pPr>
          </w:p>
        </w:tc>
        <w:tc>
          <w:tcPr>
            <w:tcW w:w="1450" w:type="dxa"/>
            <w:noWrap w:val="0"/>
            <w:vAlign w:val="top"/>
          </w:tcPr>
          <w:p w14:paraId="67815BC4">
            <w:pPr>
              <w:rPr>
                <w:rFonts w:eastAsia="仿宋_GB2312"/>
                <w:color w:val="000000"/>
                <w:sz w:val="30"/>
                <w:szCs w:val="30"/>
              </w:rPr>
            </w:pPr>
          </w:p>
        </w:tc>
        <w:tc>
          <w:tcPr>
            <w:tcW w:w="1243" w:type="dxa"/>
            <w:noWrap w:val="0"/>
            <w:vAlign w:val="top"/>
          </w:tcPr>
          <w:p w14:paraId="5BEC01ED">
            <w:pPr>
              <w:rPr>
                <w:rFonts w:eastAsia="仿宋_GB2312"/>
                <w:color w:val="000000"/>
                <w:sz w:val="30"/>
                <w:szCs w:val="30"/>
              </w:rPr>
            </w:pPr>
          </w:p>
        </w:tc>
        <w:tc>
          <w:tcPr>
            <w:tcW w:w="1450" w:type="dxa"/>
            <w:noWrap w:val="0"/>
            <w:vAlign w:val="top"/>
          </w:tcPr>
          <w:p w14:paraId="4B2B20BE">
            <w:pPr>
              <w:rPr>
                <w:rFonts w:eastAsia="仿宋_GB2312"/>
                <w:color w:val="000000"/>
                <w:sz w:val="30"/>
                <w:szCs w:val="30"/>
              </w:rPr>
            </w:pPr>
          </w:p>
        </w:tc>
        <w:tc>
          <w:tcPr>
            <w:tcW w:w="1667" w:type="dxa"/>
            <w:noWrap w:val="0"/>
            <w:vAlign w:val="top"/>
          </w:tcPr>
          <w:p w14:paraId="5C228A39">
            <w:pPr>
              <w:rPr>
                <w:rFonts w:eastAsia="仿宋_GB2312"/>
                <w:color w:val="000000"/>
                <w:sz w:val="30"/>
                <w:szCs w:val="30"/>
              </w:rPr>
            </w:pPr>
          </w:p>
        </w:tc>
      </w:tr>
      <w:tr w14:paraId="45D10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2B9DFF5">
            <w:pPr>
              <w:rPr>
                <w:rFonts w:eastAsia="仿宋_GB2312"/>
                <w:color w:val="000000"/>
                <w:sz w:val="30"/>
                <w:szCs w:val="30"/>
              </w:rPr>
            </w:pPr>
          </w:p>
        </w:tc>
        <w:tc>
          <w:tcPr>
            <w:tcW w:w="1276" w:type="dxa"/>
            <w:noWrap w:val="0"/>
            <w:vAlign w:val="top"/>
          </w:tcPr>
          <w:p w14:paraId="2FD39D21">
            <w:pPr>
              <w:rPr>
                <w:rFonts w:eastAsia="仿宋_GB2312"/>
                <w:color w:val="000000"/>
                <w:sz w:val="30"/>
                <w:szCs w:val="30"/>
              </w:rPr>
            </w:pPr>
          </w:p>
        </w:tc>
        <w:tc>
          <w:tcPr>
            <w:tcW w:w="1450" w:type="dxa"/>
            <w:noWrap w:val="0"/>
            <w:vAlign w:val="top"/>
          </w:tcPr>
          <w:p w14:paraId="6024E4DF">
            <w:pPr>
              <w:rPr>
                <w:rFonts w:eastAsia="仿宋_GB2312"/>
                <w:color w:val="000000"/>
                <w:sz w:val="30"/>
                <w:szCs w:val="30"/>
              </w:rPr>
            </w:pPr>
          </w:p>
        </w:tc>
        <w:tc>
          <w:tcPr>
            <w:tcW w:w="1243" w:type="dxa"/>
            <w:noWrap w:val="0"/>
            <w:vAlign w:val="top"/>
          </w:tcPr>
          <w:p w14:paraId="400BB263">
            <w:pPr>
              <w:rPr>
                <w:rFonts w:eastAsia="仿宋_GB2312"/>
                <w:color w:val="000000"/>
                <w:sz w:val="30"/>
                <w:szCs w:val="30"/>
              </w:rPr>
            </w:pPr>
          </w:p>
        </w:tc>
        <w:tc>
          <w:tcPr>
            <w:tcW w:w="1450" w:type="dxa"/>
            <w:noWrap w:val="0"/>
            <w:vAlign w:val="top"/>
          </w:tcPr>
          <w:p w14:paraId="548D3E8A">
            <w:pPr>
              <w:rPr>
                <w:rFonts w:eastAsia="仿宋_GB2312"/>
                <w:color w:val="000000"/>
                <w:sz w:val="30"/>
                <w:szCs w:val="30"/>
              </w:rPr>
            </w:pPr>
          </w:p>
        </w:tc>
        <w:tc>
          <w:tcPr>
            <w:tcW w:w="1667" w:type="dxa"/>
            <w:noWrap w:val="0"/>
            <w:vAlign w:val="top"/>
          </w:tcPr>
          <w:p w14:paraId="40E436AD">
            <w:pPr>
              <w:rPr>
                <w:rFonts w:eastAsia="仿宋_GB2312"/>
                <w:color w:val="000000"/>
                <w:sz w:val="30"/>
                <w:szCs w:val="30"/>
              </w:rPr>
            </w:pPr>
          </w:p>
        </w:tc>
      </w:tr>
      <w:tr w14:paraId="29489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5C5941B">
            <w:pPr>
              <w:rPr>
                <w:rFonts w:eastAsia="仿宋_GB2312"/>
                <w:color w:val="000000"/>
                <w:sz w:val="30"/>
                <w:szCs w:val="30"/>
              </w:rPr>
            </w:pPr>
          </w:p>
        </w:tc>
        <w:tc>
          <w:tcPr>
            <w:tcW w:w="1276" w:type="dxa"/>
            <w:noWrap w:val="0"/>
            <w:vAlign w:val="top"/>
          </w:tcPr>
          <w:p w14:paraId="544B55BC">
            <w:pPr>
              <w:rPr>
                <w:rFonts w:eastAsia="仿宋_GB2312"/>
                <w:color w:val="000000"/>
                <w:sz w:val="30"/>
                <w:szCs w:val="30"/>
              </w:rPr>
            </w:pPr>
          </w:p>
        </w:tc>
        <w:tc>
          <w:tcPr>
            <w:tcW w:w="1450" w:type="dxa"/>
            <w:noWrap w:val="0"/>
            <w:vAlign w:val="top"/>
          </w:tcPr>
          <w:p w14:paraId="64A0D7CC">
            <w:pPr>
              <w:rPr>
                <w:rFonts w:eastAsia="仿宋_GB2312"/>
                <w:color w:val="000000"/>
                <w:sz w:val="30"/>
                <w:szCs w:val="30"/>
              </w:rPr>
            </w:pPr>
          </w:p>
        </w:tc>
        <w:tc>
          <w:tcPr>
            <w:tcW w:w="1243" w:type="dxa"/>
            <w:noWrap w:val="0"/>
            <w:vAlign w:val="top"/>
          </w:tcPr>
          <w:p w14:paraId="1303587D">
            <w:pPr>
              <w:rPr>
                <w:rFonts w:eastAsia="仿宋_GB2312"/>
                <w:color w:val="000000"/>
                <w:sz w:val="30"/>
                <w:szCs w:val="30"/>
              </w:rPr>
            </w:pPr>
          </w:p>
        </w:tc>
        <w:tc>
          <w:tcPr>
            <w:tcW w:w="1450" w:type="dxa"/>
            <w:noWrap w:val="0"/>
            <w:vAlign w:val="top"/>
          </w:tcPr>
          <w:p w14:paraId="06CB56F2">
            <w:pPr>
              <w:rPr>
                <w:rFonts w:eastAsia="仿宋_GB2312"/>
                <w:color w:val="000000"/>
                <w:sz w:val="30"/>
                <w:szCs w:val="30"/>
              </w:rPr>
            </w:pPr>
          </w:p>
        </w:tc>
        <w:tc>
          <w:tcPr>
            <w:tcW w:w="1667" w:type="dxa"/>
            <w:noWrap w:val="0"/>
            <w:vAlign w:val="top"/>
          </w:tcPr>
          <w:p w14:paraId="5F68240C">
            <w:pPr>
              <w:rPr>
                <w:rFonts w:eastAsia="仿宋_GB2312"/>
                <w:color w:val="000000"/>
                <w:sz w:val="30"/>
                <w:szCs w:val="30"/>
              </w:rPr>
            </w:pPr>
          </w:p>
        </w:tc>
      </w:tr>
      <w:tr w14:paraId="04D6B4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4582F1A">
            <w:pPr>
              <w:rPr>
                <w:rFonts w:eastAsia="仿宋_GB2312"/>
                <w:color w:val="000000"/>
                <w:sz w:val="30"/>
                <w:szCs w:val="30"/>
              </w:rPr>
            </w:pPr>
          </w:p>
        </w:tc>
        <w:tc>
          <w:tcPr>
            <w:tcW w:w="1276" w:type="dxa"/>
            <w:noWrap w:val="0"/>
            <w:vAlign w:val="top"/>
          </w:tcPr>
          <w:p w14:paraId="15CFF45E">
            <w:pPr>
              <w:rPr>
                <w:rFonts w:eastAsia="仿宋_GB2312"/>
                <w:color w:val="000000"/>
                <w:sz w:val="30"/>
                <w:szCs w:val="30"/>
              </w:rPr>
            </w:pPr>
          </w:p>
        </w:tc>
        <w:tc>
          <w:tcPr>
            <w:tcW w:w="1450" w:type="dxa"/>
            <w:noWrap w:val="0"/>
            <w:vAlign w:val="top"/>
          </w:tcPr>
          <w:p w14:paraId="6DFE5FB1">
            <w:pPr>
              <w:rPr>
                <w:rFonts w:eastAsia="仿宋_GB2312"/>
                <w:color w:val="000000"/>
                <w:sz w:val="30"/>
                <w:szCs w:val="30"/>
              </w:rPr>
            </w:pPr>
          </w:p>
        </w:tc>
        <w:tc>
          <w:tcPr>
            <w:tcW w:w="1243" w:type="dxa"/>
            <w:noWrap w:val="0"/>
            <w:vAlign w:val="top"/>
          </w:tcPr>
          <w:p w14:paraId="31148138">
            <w:pPr>
              <w:rPr>
                <w:rFonts w:eastAsia="仿宋_GB2312"/>
                <w:color w:val="000000"/>
                <w:sz w:val="30"/>
                <w:szCs w:val="30"/>
              </w:rPr>
            </w:pPr>
          </w:p>
        </w:tc>
        <w:tc>
          <w:tcPr>
            <w:tcW w:w="1450" w:type="dxa"/>
            <w:noWrap w:val="0"/>
            <w:vAlign w:val="top"/>
          </w:tcPr>
          <w:p w14:paraId="19EB42F2">
            <w:pPr>
              <w:rPr>
                <w:rFonts w:eastAsia="仿宋_GB2312"/>
                <w:color w:val="000000"/>
                <w:sz w:val="30"/>
                <w:szCs w:val="30"/>
              </w:rPr>
            </w:pPr>
          </w:p>
        </w:tc>
        <w:tc>
          <w:tcPr>
            <w:tcW w:w="1667" w:type="dxa"/>
            <w:noWrap w:val="0"/>
            <w:vAlign w:val="top"/>
          </w:tcPr>
          <w:p w14:paraId="2EAB3D3E">
            <w:pPr>
              <w:rPr>
                <w:rFonts w:eastAsia="仿宋_GB2312"/>
                <w:color w:val="000000"/>
                <w:sz w:val="30"/>
                <w:szCs w:val="30"/>
              </w:rPr>
            </w:pPr>
          </w:p>
        </w:tc>
      </w:tr>
    </w:tbl>
    <w:p w14:paraId="7F2F95CC">
      <w:pPr>
        <w:spacing w:line="440" w:lineRule="exact"/>
        <w:rPr>
          <w:rFonts w:hint="eastAsia" w:ascii="Times New Roman" w:hAnsi="Times New Roman" w:eastAsia="仿宋_GB2312"/>
          <w:color w:val="000000"/>
          <w:sz w:val="30"/>
          <w:szCs w:val="30"/>
        </w:rPr>
      </w:pPr>
    </w:p>
    <w:p w14:paraId="62B8DD9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503227"/>
      <w:bookmarkStart w:id="1000" w:name="_Toc267261698"/>
      <w:bookmarkStart w:id="1001" w:name="_Toc296346728"/>
      <w:bookmarkStart w:id="1002" w:name="_Toc296347226"/>
      <w:bookmarkStart w:id="1003" w:name="_Toc296891055"/>
      <w:bookmarkStart w:id="1004" w:name="_Toc296891267"/>
      <w:bookmarkStart w:id="1005" w:name="_Toc29694456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7DCA069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440D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63F6C55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04EC027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6AA6B3F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2FFD745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561E9B3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0E8B5A4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5699DEE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6A2D216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2B10EEA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F1913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FD62240">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5208AB8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36B0907">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515B22C8">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780F288F">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1A9DE04">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7EDA4E33">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8968D6D">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651E84A9">
            <w:pPr>
              <w:pStyle w:val="16"/>
              <w:keepNext/>
              <w:spacing w:after="0" w:afterLines="0" w:line="440" w:lineRule="exact"/>
              <w:ind w:left="63" w:right="63"/>
              <w:rPr>
                <w:rFonts w:eastAsia="仿宋_GB2312"/>
                <w:color w:val="000000"/>
                <w:kern w:val="2"/>
                <w:sz w:val="30"/>
                <w:szCs w:val="30"/>
                <w:lang w:val="en-US" w:eastAsia="zh-CN"/>
              </w:rPr>
            </w:pPr>
          </w:p>
        </w:tc>
      </w:tr>
      <w:tr w14:paraId="0A890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A4F35D8">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62E597B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F1990F7">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733457C6">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3A6860BA">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AFC8370">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0C562C00">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24201155">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18CB8589">
            <w:pPr>
              <w:pStyle w:val="16"/>
              <w:keepNext/>
              <w:spacing w:after="0" w:afterLines="0" w:line="440" w:lineRule="exact"/>
              <w:ind w:left="63" w:right="63"/>
              <w:rPr>
                <w:rFonts w:eastAsia="仿宋_GB2312"/>
                <w:color w:val="000000"/>
                <w:kern w:val="2"/>
                <w:sz w:val="30"/>
                <w:szCs w:val="30"/>
                <w:lang w:val="en-US" w:eastAsia="zh-CN"/>
              </w:rPr>
            </w:pPr>
          </w:p>
        </w:tc>
      </w:tr>
      <w:tr w14:paraId="2CE33E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1E6FD1">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1D0FFDA5">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1D5B91DC">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26116D84">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432595F8">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5A83AFF">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43115F3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D938E0A">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454E96B0">
            <w:pPr>
              <w:pStyle w:val="16"/>
              <w:keepNext/>
              <w:spacing w:after="0" w:afterLines="0" w:line="440" w:lineRule="exact"/>
              <w:ind w:left="63" w:right="63"/>
              <w:rPr>
                <w:rFonts w:eastAsia="仿宋_GB2312"/>
                <w:color w:val="000000"/>
                <w:kern w:val="2"/>
                <w:sz w:val="30"/>
                <w:szCs w:val="30"/>
                <w:lang w:val="en-US" w:eastAsia="zh-CN"/>
              </w:rPr>
            </w:pPr>
          </w:p>
        </w:tc>
      </w:tr>
      <w:tr w14:paraId="0FF068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F0FFFDA">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0C930160">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0DD4BAF5">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5BED9DCA">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25F951DB">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39935C0">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0DFF1FC0">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31901B8">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84935C0">
            <w:pPr>
              <w:pStyle w:val="16"/>
              <w:keepNext/>
              <w:spacing w:after="0" w:afterLines="0" w:line="440" w:lineRule="exact"/>
              <w:ind w:left="63" w:right="63"/>
              <w:rPr>
                <w:rFonts w:eastAsia="仿宋_GB2312"/>
                <w:color w:val="000000"/>
                <w:kern w:val="2"/>
                <w:sz w:val="30"/>
                <w:szCs w:val="30"/>
                <w:lang w:val="en-US" w:eastAsia="zh-CN"/>
              </w:rPr>
            </w:pPr>
          </w:p>
        </w:tc>
      </w:tr>
      <w:tr w14:paraId="0EFD8F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6BE00E5">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0D28F65E">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C9FDA7D">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63E292AA">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168413A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7BF22177">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545D7F98">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F640467">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344D1C2">
            <w:pPr>
              <w:pStyle w:val="16"/>
              <w:keepNext/>
              <w:spacing w:after="0" w:afterLines="0" w:line="440" w:lineRule="exact"/>
              <w:ind w:left="63" w:right="63"/>
              <w:rPr>
                <w:rFonts w:eastAsia="仿宋_GB2312"/>
                <w:color w:val="000000"/>
                <w:kern w:val="2"/>
                <w:sz w:val="30"/>
                <w:szCs w:val="30"/>
                <w:lang w:val="en-US" w:eastAsia="zh-CN"/>
              </w:rPr>
            </w:pPr>
          </w:p>
        </w:tc>
      </w:tr>
      <w:tr w14:paraId="768B4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FE7CA2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63D46F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7BBA7235">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448E1E3C">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020CE2CF">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6237BCE5">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72D23415">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26F5592">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6495D64F">
            <w:pPr>
              <w:pStyle w:val="16"/>
              <w:keepNext/>
              <w:spacing w:after="0" w:afterLines="0" w:line="440" w:lineRule="exact"/>
              <w:ind w:left="63" w:right="63"/>
              <w:rPr>
                <w:rFonts w:eastAsia="仿宋_GB2312"/>
                <w:color w:val="000000"/>
                <w:kern w:val="2"/>
                <w:sz w:val="30"/>
                <w:szCs w:val="30"/>
                <w:lang w:val="en-US" w:eastAsia="zh-CN"/>
              </w:rPr>
            </w:pPr>
          </w:p>
        </w:tc>
      </w:tr>
      <w:tr w14:paraId="45F353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5F248B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CFDA9B7">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24F51D7">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745E765D">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5CDD0674">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E18A61A">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671CE0E4">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22A79C0">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12274C0">
            <w:pPr>
              <w:pStyle w:val="16"/>
              <w:keepNext/>
              <w:spacing w:after="0" w:afterLines="0" w:line="440" w:lineRule="exact"/>
              <w:ind w:left="63" w:right="63"/>
              <w:rPr>
                <w:rFonts w:eastAsia="仿宋_GB2312"/>
                <w:color w:val="000000"/>
                <w:kern w:val="2"/>
                <w:sz w:val="30"/>
                <w:szCs w:val="30"/>
                <w:lang w:val="en-US" w:eastAsia="zh-CN"/>
              </w:rPr>
            </w:pPr>
          </w:p>
        </w:tc>
      </w:tr>
      <w:tr w14:paraId="627510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E43C886">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B552006">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4C66E27">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279C8307">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6D867F4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1E3E088">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148203F3">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5EC1DBE3">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49079CB9">
            <w:pPr>
              <w:pStyle w:val="16"/>
              <w:keepNext/>
              <w:spacing w:after="0" w:afterLines="0" w:line="440" w:lineRule="exact"/>
              <w:ind w:left="63" w:right="63"/>
              <w:rPr>
                <w:rFonts w:eastAsia="仿宋_GB2312"/>
                <w:color w:val="000000"/>
                <w:kern w:val="2"/>
                <w:sz w:val="30"/>
                <w:szCs w:val="30"/>
                <w:lang w:val="en-US" w:eastAsia="zh-CN"/>
              </w:rPr>
            </w:pPr>
          </w:p>
        </w:tc>
      </w:tr>
      <w:tr w14:paraId="53E3C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CC94D86">
            <w:pPr>
              <w:rPr>
                <w:rFonts w:eastAsia="仿宋_GB2312"/>
                <w:color w:val="000000"/>
                <w:sz w:val="30"/>
                <w:szCs w:val="30"/>
              </w:rPr>
            </w:pPr>
          </w:p>
        </w:tc>
        <w:tc>
          <w:tcPr>
            <w:tcW w:w="1418" w:type="dxa"/>
            <w:noWrap w:val="0"/>
            <w:vAlign w:val="top"/>
          </w:tcPr>
          <w:p w14:paraId="3A52AE97">
            <w:pPr>
              <w:rPr>
                <w:rFonts w:eastAsia="仿宋_GB2312"/>
                <w:color w:val="000000"/>
                <w:sz w:val="30"/>
                <w:szCs w:val="30"/>
              </w:rPr>
            </w:pPr>
          </w:p>
        </w:tc>
        <w:tc>
          <w:tcPr>
            <w:tcW w:w="850" w:type="dxa"/>
            <w:noWrap w:val="0"/>
            <w:vAlign w:val="top"/>
          </w:tcPr>
          <w:p w14:paraId="2CFEB451">
            <w:pPr>
              <w:rPr>
                <w:rFonts w:eastAsia="仿宋_GB2312"/>
                <w:color w:val="000000"/>
                <w:sz w:val="30"/>
                <w:szCs w:val="30"/>
              </w:rPr>
            </w:pPr>
          </w:p>
        </w:tc>
        <w:tc>
          <w:tcPr>
            <w:tcW w:w="1058" w:type="dxa"/>
            <w:noWrap w:val="0"/>
            <w:vAlign w:val="top"/>
          </w:tcPr>
          <w:p w14:paraId="777BF1EB">
            <w:pPr>
              <w:rPr>
                <w:rFonts w:eastAsia="仿宋_GB2312"/>
                <w:color w:val="000000"/>
                <w:sz w:val="30"/>
                <w:szCs w:val="30"/>
              </w:rPr>
            </w:pPr>
          </w:p>
        </w:tc>
        <w:tc>
          <w:tcPr>
            <w:tcW w:w="880" w:type="dxa"/>
            <w:noWrap w:val="0"/>
            <w:vAlign w:val="top"/>
          </w:tcPr>
          <w:p w14:paraId="7733B4BF">
            <w:pPr>
              <w:rPr>
                <w:rFonts w:eastAsia="仿宋_GB2312"/>
                <w:color w:val="000000"/>
                <w:sz w:val="30"/>
                <w:szCs w:val="30"/>
              </w:rPr>
            </w:pPr>
          </w:p>
        </w:tc>
        <w:tc>
          <w:tcPr>
            <w:tcW w:w="1020" w:type="dxa"/>
            <w:noWrap w:val="0"/>
            <w:vAlign w:val="top"/>
          </w:tcPr>
          <w:p w14:paraId="76347003">
            <w:pPr>
              <w:rPr>
                <w:rFonts w:eastAsia="仿宋_GB2312"/>
                <w:color w:val="000000"/>
                <w:sz w:val="30"/>
                <w:szCs w:val="30"/>
              </w:rPr>
            </w:pPr>
          </w:p>
        </w:tc>
        <w:tc>
          <w:tcPr>
            <w:tcW w:w="1480" w:type="dxa"/>
            <w:noWrap w:val="0"/>
            <w:vAlign w:val="top"/>
          </w:tcPr>
          <w:p w14:paraId="6C0721B3">
            <w:pPr>
              <w:rPr>
                <w:rFonts w:eastAsia="仿宋_GB2312"/>
                <w:color w:val="000000"/>
                <w:sz w:val="30"/>
                <w:szCs w:val="30"/>
              </w:rPr>
            </w:pPr>
          </w:p>
        </w:tc>
        <w:tc>
          <w:tcPr>
            <w:tcW w:w="1020" w:type="dxa"/>
            <w:noWrap w:val="0"/>
            <w:vAlign w:val="top"/>
          </w:tcPr>
          <w:p w14:paraId="721D598E">
            <w:pPr>
              <w:rPr>
                <w:rFonts w:eastAsia="仿宋_GB2312"/>
                <w:color w:val="000000"/>
                <w:sz w:val="30"/>
                <w:szCs w:val="30"/>
              </w:rPr>
            </w:pPr>
          </w:p>
        </w:tc>
        <w:tc>
          <w:tcPr>
            <w:tcW w:w="921" w:type="dxa"/>
            <w:noWrap w:val="0"/>
            <w:vAlign w:val="top"/>
          </w:tcPr>
          <w:p w14:paraId="6A6AE51A">
            <w:pPr>
              <w:rPr>
                <w:rFonts w:eastAsia="仿宋_GB2312"/>
                <w:color w:val="000000"/>
                <w:sz w:val="30"/>
                <w:szCs w:val="30"/>
              </w:rPr>
            </w:pPr>
          </w:p>
        </w:tc>
      </w:tr>
      <w:tr w14:paraId="148FC6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F4E885A">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38872D2">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0EBC468">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19262280">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7EF5A8C6">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266F2D7">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37F3387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3ED9617">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0B83D302">
            <w:pPr>
              <w:pStyle w:val="16"/>
              <w:keepNext/>
              <w:spacing w:after="0" w:afterLines="0" w:line="440" w:lineRule="exact"/>
              <w:ind w:left="63" w:right="63"/>
              <w:rPr>
                <w:rFonts w:eastAsia="仿宋_GB2312"/>
                <w:color w:val="000000"/>
                <w:kern w:val="2"/>
                <w:sz w:val="30"/>
                <w:szCs w:val="30"/>
                <w:lang w:val="en-US" w:eastAsia="zh-CN"/>
              </w:rPr>
            </w:pPr>
          </w:p>
        </w:tc>
      </w:tr>
      <w:tr w14:paraId="1E6B3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FB1EBD">
            <w:pPr>
              <w:rPr>
                <w:rFonts w:eastAsia="仿宋_GB2312"/>
                <w:color w:val="000000"/>
                <w:sz w:val="30"/>
                <w:szCs w:val="30"/>
              </w:rPr>
            </w:pPr>
          </w:p>
        </w:tc>
        <w:tc>
          <w:tcPr>
            <w:tcW w:w="1418" w:type="dxa"/>
            <w:noWrap w:val="0"/>
            <w:vAlign w:val="top"/>
          </w:tcPr>
          <w:p w14:paraId="5A97DC7C">
            <w:pPr>
              <w:rPr>
                <w:rFonts w:eastAsia="仿宋_GB2312"/>
                <w:color w:val="000000"/>
                <w:sz w:val="30"/>
                <w:szCs w:val="30"/>
              </w:rPr>
            </w:pPr>
          </w:p>
        </w:tc>
        <w:tc>
          <w:tcPr>
            <w:tcW w:w="850" w:type="dxa"/>
            <w:noWrap w:val="0"/>
            <w:vAlign w:val="top"/>
          </w:tcPr>
          <w:p w14:paraId="515E0336">
            <w:pPr>
              <w:rPr>
                <w:rFonts w:eastAsia="仿宋_GB2312"/>
                <w:color w:val="000000"/>
                <w:sz w:val="30"/>
                <w:szCs w:val="30"/>
              </w:rPr>
            </w:pPr>
          </w:p>
        </w:tc>
        <w:tc>
          <w:tcPr>
            <w:tcW w:w="1058" w:type="dxa"/>
            <w:noWrap w:val="0"/>
            <w:vAlign w:val="top"/>
          </w:tcPr>
          <w:p w14:paraId="378B8356">
            <w:pPr>
              <w:rPr>
                <w:rFonts w:eastAsia="仿宋_GB2312"/>
                <w:color w:val="000000"/>
                <w:sz w:val="30"/>
                <w:szCs w:val="30"/>
              </w:rPr>
            </w:pPr>
          </w:p>
        </w:tc>
        <w:tc>
          <w:tcPr>
            <w:tcW w:w="880" w:type="dxa"/>
            <w:noWrap w:val="0"/>
            <w:vAlign w:val="top"/>
          </w:tcPr>
          <w:p w14:paraId="5736C043">
            <w:pPr>
              <w:rPr>
                <w:rFonts w:eastAsia="仿宋_GB2312"/>
                <w:color w:val="000000"/>
                <w:sz w:val="30"/>
                <w:szCs w:val="30"/>
              </w:rPr>
            </w:pPr>
          </w:p>
        </w:tc>
        <w:tc>
          <w:tcPr>
            <w:tcW w:w="1020" w:type="dxa"/>
            <w:noWrap w:val="0"/>
            <w:vAlign w:val="top"/>
          </w:tcPr>
          <w:p w14:paraId="126B139B">
            <w:pPr>
              <w:rPr>
                <w:rFonts w:eastAsia="仿宋_GB2312"/>
                <w:color w:val="000000"/>
                <w:sz w:val="30"/>
                <w:szCs w:val="30"/>
              </w:rPr>
            </w:pPr>
          </w:p>
        </w:tc>
        <w:tc>
          <w:tcPr>
            <w:tcW w:w="1480" w:type="dxa"/>
            <w:noWrap w:val="0"/>
            <w:vAlign w:val="top"/>
          </w:tcPr>
          <w:p w14:paraId="39E6F00D">
            <w:pPr>
              <w:rPr>
                <w:rFonts w:eastAsia="仿宋_GB2312"/>
                <w:color w:val="000000"/>
                <w:sz w:val="30"/>
                <w:szCs w:val="30"/>
              </w:rPr>
            </w:pPr>
          </w:p>
        </w:tc>
        <w:tc>
          <w:tcPr>
            <w:tcW w:w="1020" w:type="dxa"/>
            <w:noWrap w:val="0"/>
            <w:vAlign w:val="top"/>
          </w:tcPr>
          <w:p w14:paraId="5AF41732">
            <w:pPr>
              <w:rPr>
                <w:rFonts w:eastAsia="仿宋_GB2312"/>
                <w:color w:val="000000"/>
                <w:sz w:val="30"/>
                <w:szCs w:val="30"/>
              </w:rPr>
            </w:pPr>
          </w:p>
        </w:tc>
        <w:tc>
          <w:tcPr>
            <w:tcW w:w="921" w:type="dxa"/>
            <w:noWrap w:val="0"/>
            <w:vAlign w:val="top"/>
          </w:tcPr>
          <w:p w14:paraId="3481EE6F">
            <w:pPr>
              <w:rPr>
                <w:rFonts w:eastAsia="仿宋_GB2312"/>
                <w:color w:val="000000"/>
                <w:sz w:val="30"/>
                <w:szCs w:val="30"/>
              </w:rPr>
            </w:pPr>
          </w:p>
        </w:tc>
      </w:tr>
      <w:tr w14:paraId="4486B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DDE7D5D">
            <w:pPr>
              <w:rPr>
                <w:rFonts w:eastAsia="仿宋_GB2312"/>
                <w:color w:val="000000"/>
                <w:sz w:val="30"/>
                <w:szCs w:val="30"/>
              </w:rPr>
            </w:pPr>
          </w:p>
        </w:tc>
        <w:tc>
          <w:tcPr>
            <w:tcW w:w="1418" w:type="dxa"/>
            <w:noWrap w:val="0"/>
            <w:vAlign w:val="top"/>
          </w:tcPr>
          <w:p w14:paraId="4E59ACE3">
            <w:pPr>
              <w:rPr>
                <w:rFonts w:eastAsia="仿宋_GB2312"/>
                <w:color w:val="000000"/>
                <w:sz w:val="30"/>
                <w:szCs w:val="30"/>
              </w:rPr>
            </w:pPr>
          </w:p>
        </w:tc>
        <w:tc>
          <w:tcPr>
            <w:tcW w:w="850" w:type="dxa"/>
            <w:noWrap w:val="0"/>
            <w:vAlign w:val="top"/>
          </w:tcPr>
          <w:p w14:paraId="2BF4A53B">
            <w:pPr>
              <w:rPr>
                <w:rFonts w:eastAsia="仿宋_GB2312"/>
                <w:color w:val="000000"/>
                <w:sz w:val="30"/>
                <w:szCs w:val="30"/>
              </w:rPr>
            </w:pPr>
          </w:p>
        </w:tc>
        <w:tc>
          <w:tcPr>
            <w:tcW w:w="1058" w:type="dxa"/>
            <w:noWrap w:val="0"/>
            <w:vAlign w:val="top"/>
          </w:tcPr>
          <w:p w14:paraId="7E0951F8">
            <w:pPr>
              <w:rPr>
                <w:rFonts w:eastAsia="仿宋_GB2312"/>
                <w:color w:val="000000"/>
                <w:sz w:val="30"/>
                <w:szCs w:val="30"/>
              </w:rPr>
            </w:pPr>
          </w:p>
        </w:tc>
        <w:tc>
          <w:tcPr>
            <w:tcW w:w="880" w:type="dxa"/>
            <w:noWrap w:val="0"/>
            <w:vAlign w:val="top"/>
          </w:tcPr>
          <w:p w14:paraId="6512D491">
            <w:pPr>
              <w:rPr>
                <w:rFonts w:eastAsia="仿宋_GB2312"/>
                <w:color w:val="000000"/>
                <w:sz w:val="30"/>
                <w:szCs w:val="30"/>
              </w:rPr>
            </w:pPr>
          </w:p>
        </w:tc>
        <w:tc>
          <w:tcPr>
            <w:tcW w:w="1020" w:type="dxa"/>
            <w:noWrap w:val="0"/>
            <w:vAlign w:val="top"/>
          </w:tcPr>
          <w:p w14:paraId="3ECBEFED">
            <w:pPr>
              <w:rPr>
                <w:rFonts w:eastAsia="仿宋_GB2312"/>
                <w:color w:val="000000"/>
                <w:sz w:val="30"/>
                <w:szCs w:val="30"/>
              </w:rPr>
            </w:pPr>
          </w:p>
        </w:tc>
        <w:tc>
          <w:tcPr>
            <w:tcW w:w="1480" w:type="dxa"/>
            <w:noWrap w:val="0"/>
            <w:vAlign w:val="top"/>
          </w:tcPr>
          <w:p w14:paraId="4703D167">
            <w:pPr>
              <w:rPr>
                <w:rFonts w:eastAsia="仿宋_GB2312"/>
                <w:color w:val="000000"/>
                <w:sz w:val="30"/>
                <w:szCs w:val="30"/>
              </w:rPr>
            </w:pPr>
          </w:p>
        </w:tc>
        <w:tc>
          <w:tcPr>
            <w:tcW w:w="1020" w:type="dxa"/>
            <w:noWrap w:val="0"/>
            <w:vAlign w:val="top"/>
          </w:tcPr>
          <w:p w14:paraId="62612FA9">
            <w:pPr>
              <w:rPr>
                <w:rFonts w:eastAsia="仿宋_GB2312"/>
                <w:color w:val="000000"/>
                <w:sz w:val="30"/>
                <w:szCs w:val="30"/>
              </w:rPr>
            </w:pPr>
          </w:p>
        </w:tc>
        <w:tc>
          <w:tcPr>
            <w:tcW w:w="921" w:type="dxa"/>
            <w:noWrap w:val="0"/>
            <w:vAlign w:val="top"/>
          </w:tcPr>
          <w:p w14:paraId="088F4464">
            <w:pPr>
              <w:rPr>
                <w:rFonts w:eastAsia="仿宋_GB2312"/>
                <w:color w:val="000000"/>
                <w:sz w:val="30"/>
                <w:szCs w:val="30"/>
              </w:rPr>
            </w:pPr>
          </w:p>
        </w:tc>
      </w:tr>
      <w:tr w14:paraId="55C6C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6CDFDB">
            <w:pPr>
              <w:rPr>
                <w:rFonts w:eastAsia="仿宋_GB2312"/>
                <w:color w:val="000000"/>
                <w:sz w:val="30"/>
                <w:szCs w:val="30"/>
              </w:rPr>
            </w:pPr>
          </w:p>
        </w:tc>
        <w:tc>
          <w:tcPr>
            <w:tcW w:w="1418" w:type="dxa"/>
            <w:noWrap w:val="0"/>
            <w:vAlign w:val="top"/>
          </w:tcPr>
          <w:p w14:paraId="19FDCC10">
            <w:pPr>
              <w:rPr>
                <w:rFonts w:eastAsia="仿宋_GB2312"/>
                <w:color w:val="000000"/>
                <w:sz w:val="30"/>
                <w:szCs w:val="30"/>
              </w:rPr>
            </w:pPr>
          </w:p>
        </w:tc>
        <w:tc>
          <w:tcPr>
            <w:tcW w:w="850" w:type="dxa"/>
            <w:noWrap w:val="0"/>
            <w:vAlign w:val="top"/>
          </w:tcPr>
          <w:p w14:paraId="14CF5A71">
            <w:pPr>
              <w:rPr>
                <w:rFonts w:eastAsia="仿宋_GB2312"/>
                <w:color w:val="000000"/>
                <w:sz w:val="30"/>
                <w:szCs w:val="30"/>
              </w:rPr>
            </w:pPr>
          </w:p>
        </w:tc>
        <w:tc>
          <w:tcPr>
            <w:tcW w:w="1058" w:type="dxa"/>
            <w:noWrap w:val="0"/>
            <w:vAlign w:val="top"/>
          </w:tcPr>
          <w:p w14:paraId="410A4726">
            <w:pPr>
              <w:rPr>
                <w:rFonts w:eastAsia="仿宋_GB2312"/>
                <w:color w:val="000000"/>
                <w:sz w:val="30"/>
                <w:szCs w:val="30"/>
              </w:rPr>
            </w:pPr>
          </w:p>
        </w:tc>
        <w:tc>
          <w:tcPr>
            <w:tcW w:w="880" w:type="dxa"/>
            <w:noWrap w:val="0"/>
            <w:vAlign w:val="top"/>
          </w:tcPr>
          <w:p w14:paraId="54352E27">
            <w:pPr>
              <w:rPr>
                <w:rFonts w:eastAsia="仿宋_GB2312"/>
                <w:color w:val="000000"/>
                <w:sz w:val="30"/>
                <w:szCs w:val="30"/>
              </w:rPr>
            </w:pPr>
          </w:p>
        </w:tc>
        <w:tc>
          <w:tcPr>
            <w:tcW w:w="1020" w:type="dxa"/>
            <w:noWrap w:val="0"/>
            <w:vAlign w:val="top"/>
          </w:tcPr>
          <w:p w14:paraId="0FEF8F52">
            <w:pPr>
              <w:rPr>
                <w:rFonts w:eastAsia="仿宋_GB2312"/>
                <w:color w:val="000000"/>
                <w:sz w:val="30"/>
                <w:szCs w:val="30"/>
              </w:rPr>
            </w:pPr>
          </w:p>
        </w:tc>
        <w:tc>
          <w:tcPr>
            <w:tcW w:w="1480" w:type="dxa"/>
            <w:noWrap w:val="0"/>
            <w:vAlign w:val="top"/>
          </w:tcPr>
          <w:p w14:paraId="7D243180">
            <w:pPr>
              <w:rPr>
                <w:rFonts w:eastAsia="仿宋_GB2312"/>
                <w:color w:val="000000"/>
                <w:sz w:val="30"/>
                <w:szCs w:val="30"/>
              </w:rPr>
            </w:pPr>
          </w:p>
        </w:tc>
        <w:tc>
          <w:tcPr>
            <w:tcW w:w="1020" w:type="dxa"/>
            <w:noWrap w:val="0"/>
            <w:vAlign w:val="top"/>
          </w:tcPr>
          <w:p w14:paraId="2EE0F970">
            <w:pPr>
              <w:rPr>
                <w:rFonts w:eastAsia="仿宋_GB2312"/>
                <w:color w:val="000000"/>
                <w:sz w:val="30"/>
                <w:szCs w:val="30"/>
              </w:rPr>
            </w:pPr>
          </w:p>
        </w:tc>
        <w:tc>
          <w:tcPr>
            <w:tcW w:w="921" w:type="dxa"/>
            <w:noWrap w:val="0"/>
            <w:vAlign w:val="top"/>
          </w:tcPr>
          <w:p w14:paraId="018EFE47">
            <w:pPr>
              <w:rPr>
                <w:rFonts w:eastAsia="仿宋_GB2312"/>
                <w:color w:val="000000"/>
                <w:sz w:val="30"/>
                <w:szCs w:val="30"/>
              </w:rPr>
            </w:pPr>
          </w:p>
        </w:tc>
      </w:tr>
      <w:tr w14:paraId="58B5E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A41B9DB">
            <w:pPr>
              <w:rPr>
                <w:rFonts w:eastAsia="仿宋_GB2312"/>
                <w:color w:val="000000"/>
                <w:sz w:val="30"/>
                <w:szCs w:val="30"/>
              </w:rPr>
            </w:pPr>
          </w:p>
        </w:tc>
        <w:tc>
          <w:tcPr>
            <w:tcW w:w="1418" w:type="dxa"/>
            <w:noWrap w:val="0"/>
            <w:vAlign w:val="top"/>
          </w:tcPr>
          <w:p w14:paraId="1827AED6">
            <w:pPr>
              <w:rPr>
                <w:rFonts w:eastAsia="仿宋_GB2312"/>
                <w:color w:val="000000"/>
                <w:sz w:val="30"/>
                <w:szCs w:val="30"/>
              </w:rPr>
            </w:pPr>
          </w:p>
        </w:tc>
        <w:tc>
          <w:tcPr>
            <w:tcW w:w="850" w:type="dxa"/>
            <w:noWrap w:val="0"/>
            <w:vAlign w:val="top"/>
          </w:tcPr>
          <w:p w14:paraId="31E3775D">
            <w:pPr>
              <w:rPr>
                <w:rFonts w:eastAsia="仿宋_GB2312"/>
                <w:color w:val="000000"/>
                <w:sz w:val="30"/>
                <w:szCs w:val="30"/>
              </w:rPr>
            </w:pPr>
          </w:p>
        </w:tc>
        <w:tc>
          <w:tcPr>
            <w:tcW w:w="1058" w:type="dxa"/>
            <w:noWrap w:val="0"/>
            <w:vAlign w:val="top"/>
          </w:tcPr>
          <w:p w14:paraId="0171E590">
            <w:pPr>
              <w:rPr>
                <w:rFonts w:eastAsia="仿宋_GB2312"/>
                <w:color w:val="000000"/>
                <w:sz w:val="30"/>
                <w:szCs w:val="30"/>
              </w:rPr>
            </w:pPr>
          </w:p>
        </w:tc>
        <w:tc>
          <w:tcPr>
            <w:tcW w:w="880" w:type="dxa"/>
            <w:noWrap w:val="0"/>
            <w:vAlign w:val="top"/>
          </w:tcPr>
          <w:p w14:paraId="7BDA1D17">
            <w:pPr>
              <w:rPr>
                <w:rFonts w:eastAsia="仿宋_GB2312"/>
                <w:color w:val="000000"/>
                <w:sz w:val="30"/>
                <w:szCs w:val="30"/>
              </w:rPr>
            </w:pPr>
          </w:p>
        </w:tc>
        <w:tc>
          <w:tcPr>
            <w:tcW w:w="1020" w:type="dxa"/>
            <w:noWrap w:val="0"/>
            <w:vAlign w:val="top"/>
          </w:tcPr>
          <w:p w14:paraId="3413B497">
            <w:pPr>
              <w:rPr>
                <w:rFonts w:eastAsia="仿宋_GB2312"/>
                <w:color w:val="000000"/>
                <w:sz w:val="30"/>
                <w:szCs w:val="30"/>
              </w:rPr>
            </w:pPr>
          </w:p>
        </w:tc>
        <w:tc>
          <w:tcPr>
            <w:tcW w:w="1480" w:type="dxa"/>
            <w:noWrap w:val="0"/>
            <w:vAlign w:val="top"/>
          </w:tcPr>
          <w:p w14:paraId="6911A7A6">
            <w:pPr>
              <w:rPr>
                <w:rFonts w:eastAsia="仿宋_GB2312"/>
                <w:color w:val="000000"/>
                <w:sz w:val="30"/>
                <w:szCs w:val="30"/>
              </w:rPr>
            </w:pPr>
          </w:p>
        </w:tc>
        <w:tc>
          <w:tcPr>
            <w:tcW w:w="1020" w:type="dxa"/>
            <w:noWrap w:val="0"/>
            <w:vAlign w:val="top"/>
          </w:tcPr>
          <w:p w14:paraId="63ED6E8F">
            <w:pPr>
              <w:rPr>
                <w:rFonts w:eastAsia="仿宋_GB2312"/>
                <w:color w:val="000000"/>
                <w:sz w:val="30"/>
                <w:szCs w:val="30"/>
              </w:rPr>
            </w:pPr>
          </w:p>
        </w:tc>
        <w:tc>
          <w:tcPr>
            <w:tcW w:w="921" w:type="dxa"/>
            <w:noWrap w:val="0"/>
            <w:vAlign w:val="top"/>
          </w:tcPr>
          <w:p w14:paraId="5191F5EC">
            <w:pPr>
              <w:rPr>
                <w:rFonts w:eastAsia="仿宋_GB2312"/>
                <w:color w:val="000000"/>
                <w:sz w:val="30"/>
                <w:szCs w:val="30"/>
              </w:rPr>
            </w:pPr>
          </w:p>
        </w:tc>
      </w:tr>
      <w:tr w14:paraId="58482F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E85BC8">
            <w:pPr>
              <w:rPr>
                <w:rFonts w:eastAsia="仿宋_GB2312"/>
                <w:color w:val="000000"/>
                <w:sz w:val="30"/>
                <w:szCs w:val="30"/>
              </w:rPr>
            </w:pPr>
          </w:p>
        </w:tc>
        <w:tc>
          <w:tcPr>
            <w:tcW w:w="1418" w:type="dxa"/>
            <w:noWrap w:val="0"/>
            <w:vAlign w:val="top"/>
          </w:tcPr>
          <w:p w14:paraId="44581270">
            <w:pPr>
              <w:rPr>
                <w:rFonts w:eastAsia="仿宋_GB2312"/>
                <w:color w:val="000000"/>
                <w:sz w:val="30"/>
                <w:szCs w:val="30"/>
              </w:rPr>
            </w:pPr>
          </w:p>
        </w:tc>
        <w:tc>
          <w:tcPr>
            <w:tcW w:w="850" w:type="dxa"/>
            <w:noWrap w:val="0"/>
            <w:vAlign w:val="top"/>
          </w:tcPr>
          <w:p w14:paraId="7F445239">
            <w:pPr>
              <w:rPr>
                <w:rFonts w:eastAsia="仿宋_GB2312"/>
                <w:color w:val="000000"/>
                <w:sz w:val="30"/>
                <w:szCs w:val="30"/>
              </w:rPr>
            </w:pPr>
          </w:p>
        </w:tc>
        <w:tc>
          <w:tcPr>
            <w:tcW w:w="1058" w:type="dxa"/>
            <w:noWrap w:val="0"/>
            <w:vAlign w:val="top"/>
          </w:tcPr>
          <w:p w14:paraId="5202BAF8">
            <w:pPr>
              <w:rPr>
                <w:rFonts w:eastAsia="仿宋_GB2312"/>
                <w:color w:val="000000"/>
                <w:sz w:val="30"/>
                <w:szCs w:val="30"/>
              </w:rPr>
            </w:pPr>
          </w:p>
        </w:tc>
        <w:tc>
          <w:tcPr>
            <w:tcW w:w="880" w:type="dxa"/>
            <w:noWrap w:val="0"/>
            <w:vAlign w:val="top"/>
          </w:tcPr>
          <w:p w14:paraId="12F93F0D">
            <w:pPr>
              <w:rPr>
                <w:rFonts w:eastAsia="仿宋_GB2312"/>
                <w:color w:val="000000"/>
                <w:sz w:val="30"/>
                <w:szCs w:val="30"/>
              </w:rPr>
            </w:pPr>
          </w:p>
        </w:tc>
        <w:tc>
          <w:tcPr>
            <w:tcW w:w="1020" w:type="dxa"/>
            <w:noWrap w:val="0"/>
            <w:vAlign w:val="top"/>
          </w:tcPr>
          <w:p w14:paraId="20890959">
            <w:pPr>
              <w:rPr>
                <w:rFonts w:eastAsia="仿宋_GB2312"/>
                <w:color w:val="000000"/>
                <w:sz w:val="30"/>
                <w:szCs w:val="30"/>
              </w:rPr>
            </w:pPr>
          </w:p>
        </w:tc>
        <w:tc>
          <w:tcPr>
            <w:tcW w:w="1480" w:type="dxa"/>
            <w:noWrap w:val="0"/>
            <w:vAlign w:val="top"/>
          </w:tcPr>
          <w:p w14:paraId="33D2D0B3">
            <w:pPr>
              <w:rPr>
                <w:rFonts w:eastAsia="仿宋_GB2312"/>
                <w:color w:val="000000"/>
                <w:sz w:val="30"/>
                <w:szCs w:val="30"/>
              </w:rPr>
            </w:pPr>
          </w:p>
        </w:tc>
        <w:tc>
          <w:tcPr>
            <w:tcW w:w="1020" w:type="dxa"/>
            <w:noWrap w:val="0"/>
            <w:vAlign w:val="top"/>
          </w:tcPr>
          <w:p w14:paraId="205B4E9A">
            <w:pPr>
              <w:rPr>
                <w:rFonts w:eastAsia="仿宋_GB2312"/>
                <w:color w:val="000000"/>
                <w:sz w:val="30"/>
                <w:szCs w:val="30"/>
              </w:rPr>
            </w:pPr>
          </w:p>
        </w:tc>
        <w:tc>
          <w:tcPr>
            <w:tcW w:w="921" w:type="dxa"/>
            <w:noWrap w:val="0"/>
            <w:vAlign w:val="top"/>
          </w:tcPr>
          <w:p w14:paraId="7536C9C1">
            <w:pPr>
              <w:rPr>
                <w:rFonts w:eastAsia="仿宋_GB2312"/>
                <w:color w:val="000000"/>
                <w:sz w:val="30"/>
                <w:szCs w:val="30"/>
              </w:rPr>
            </w:pPr>
          </w:p>
        </w:tc>
      </w:tr>
      <w:tr w14:paraId="0D3E5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A17454E">
            <w:pPr>
              <w:rPr>
                <w:rFonts w:eastAsia="仿宋_GB2312"/>
                <w:color w:val="000000"/>
                <w:sz w:val="30"/>
                <w:szCs w:val="30"/>
              </w:rPr>
            </w:pPr>
          </w:p>
        </w:tc>
        <w:tc>
          <w:tcPr>
            <w:tcW w:w="1418" w:type="dxa"/>
            <w:noWrap w:val="0"/>
            <w:vAlign w:val="top"/>
          </w:tcPr>
          <w:p w14:paraId="044B31CA">
            <w:pPr>
              <w:rPr>
                <w:rFonts w:eastAsia="仿宋_GB2312"/>
                <w:color w:val="000000"/>
                <w:sz w:val="30"/>
                <w:szCs w:val="30"/>
              </w:rPr>
            </w:pPr>
          </w:p>
        </w:tc>
        <w:tc>
          <w:tcPr>
            <w:tcW w:w="850" w:type="dxa"/>
            <w:noWrap w:val="0"/>
            <w:vAlign w:val="top"/>
          </w:tcPr>
          <w:p w14:paraId="42F98EF2">
            <w:pPr>
              <w:rPr>
                <w:rFonts w:eastAsia="仿宋_GB2312"/>
                <w:color w:val="000000"/>
                <w:sz w:val="30"/>
                <w:szCs w:val="30"/>
              </w:rPr>
            </w:pPr>
          </w:p>
        </w:tc>
        <w:tc>
          <w:tcPr>
            <w:tcW w:w="1058" w:type="dxa"/>
            <w:noWrap w:val="0"/>
            <w:vAlign w:val="top"/>
          </w:tcPr>
          <w:p w14:paraId="7ADF3080">
            <w:pPr>
              <w:rPr>
                <w:rFonts w:eastAsia="仿宋_GB2312"/>
                <w:color w:val="000000"/>
                <w:sz w:val="30"/>
                <w:szCs w:val="30"/>
              </w:rPr>
            </w:pPr>
          </w:p>
        </w:tc>
        <w:tc>
          <w:tcPr>
            <w:tcW w:w="880" w:type="dxa"/>
            <w:noWrap w:val="0"/>
            <w:vAlign w:val="top"/>
          </w:tcPr>
          <w:p w14:paraId="36773A17">
            <w:pPr>
              <w:rPr>
                <w:rFonts w:eastAsia="仿宋_GB2312"/>
                <w:color w:val="000000"/>
                <w:sz w:val="30"/>
                <w:szCs w:val="30"/>
              </w:rPr>
            </w:pPr>
          </w:p>
        </w:tc>
        <w:tc>
          <w:tcPr>
            <w:tcW w:w="1020" w:type="dxa"/>
            <w:noWrap w:val="0"/>
            <w:vAlign w:val="top"/>
          </w:tcPr>
          <w:p w14:paraId="2615C9B4">
            <w:pPr>
              <w:rPr>
                <w:rFonts w:eastAsia="仿宋_GB2312"/>
                <w:color w:val="000000"/>
                <w:sz w:val="30"/>
                <w:szCs w:val="30"/>
              </w:rPr>
            </w:pPr>
          </w:p>
        </w:tc>
        <w:tc>
          <w:tcPr>
            <w:tcW w:w="1480" w:type="dxa"/>
            <w:noWrap w:val="0"/>
            <w:vAlign w:val="top"/>
          </w:tcPr>
          <w:p w14:paraId="51566E8E">
            <w:pPr>
              <w:rPr>
                <w:rFonts w:eastAsia="仿宋_GB2312"/>
                <w:color w:val="000000"/>
                <w:sz w:val="30"/>
                <w:szCs w:val="30"/>
              </w:rPr>
            </w:pPr>
          </w:p>
        </w:tc>
        <w:tc>
          <w:tcPr>
            <w:tcW w:w="1020" w:type="dxa"/>
            <w:noWrap w:val="0"/>
            <w:vAlign w:val="top"/>
          </w:tcPr>
          <w:p w14:paraId="0BA9CA4A">
            <w:pPr>
              <w:rPr>
                <w:rFonts w:eastAsia="仿宋_GB2312"/>
                <w:color w:val="000000"/>
                <w:sz w:val="30"/>
                <w:szCs w:val="30"/>
              </w:rPr>
            </w:pPr>
          </w:p>
        </w:tc>
        <w:tc>
          <w:tcPr>
            <w:tcW w:w="921" w:type="dxa"/>
            <w:noWrap w:val="0"/>
            <w:vAlign w:val="top"/>
          </w:tcPr>
          <w:p w14:paraId="4E2D10B0">
            <w:pPr>
              <w:rPr>
                <w:rFonts w:eastAsia="仿宋_GB2312"/>
                <w:color w:val="000000"/>
                <w:sz w:val="30"/>
                <w:szCs w:val="30"/>
              </w:rPr>
            </w:pPr>
          </w:p>
        </w:tc>
      </w:tr>
      <w:tr w14:paraId="7EDBA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4D318A4">
            <w:pPr>
              <w:rPr>
                <w:rFonts w:eastAsia="仿宋_GB2312"/>
                <w:color w:val="000000"/>
                <w:sz w:val="30"/>
                <w:szCs w:val="30"/>
              </w:rPr>
            </w:pPr>
          </w:p>
        </w:tc>
        <w:tc>
          <w:tcPr>
            <w:tcW w:w="1418" w:type="dxa"/>
            <w:noWrap w:val="0"/>
            <w:vAlign w:val="top"/>
          </w:tcPr>
          <w:p w14:paraId="690C1C69">
            <w:pPr>
              <w:rPr>
                <w:rFonts w:eastAsia="仿宋_GB2312"/>
                <w:color w:val="000000"/>
                <w:sz w:val="30"/>
                <w:szCs w:val="30"/>
              </w:rPr>
            </w:pPr>
          </w:p>
        </w:tc>
        <w:tc>
          <w:tcPr>
            <w:tcW w:w="850" w:type="dxa"/>
            <w:noWrap w:val="0"/>
            <w:vAlign w:val="top"/>
          </w:tcPr>
          <w:p w14:paraId="1C3288E4">
            <w:pPr>
              <w:rPr>
                <w:rFonts w:eastAsia="仿宋_GB2312"/>
                <w:color w:val="000000"/>
                <w:sz w:val="30"/>
                <w:szCs w:val="30"/>
              </w:rPr>
            </w:pPr>
          </w:p>
        </w:tc>
        <w:tc>
          <w:tcPr>
            <w:tcW w:w="1058" w:type="dxa"/>
            <w:noWrap w:val="0"/>
            <w:vAlign w:val="top"/>
          </w:tcPr>
          <w:p w14:paraId="1FC460D5">
            <w:pPr>
              <w:rPr>
                <w:rFonts w:eastAsia="仿宋_GB2312"/>
                <w:color w:val="000000"/>
                <w:sz w:val="30"/>
                <w:szCs w:val="30"/>
              </w:rPr>
            </w:pPr>
          </w:p>
        </w:tc>
        <w:tc>
          <w:tcPr>
            <w:tcW w:w="880" w:type="dxa"/>
            <w:noWrap w:val="0"/>
            <w:vAlign w:val="top"/>
          </w:tcPr>
          <w:p w14:paraId="3DF37324">
            <w:pPr>
              <w:rPr>
                <w:rFonts w:eastAsia="仿宋_GB2312"/>
                <w:color w:val="000000"/>
                <w:sz w:val="30"/>
                <w:szCs w:val="30"/>
              </w:rPr>
            </w:pPr>
          </w:p>
        </w:tc>
        <w:tc>
          <w:tcPr>
            <w:tcW w:w="1020" w:type="dxa"/>
            <w:noWrap w:val="0"/>
            <w:vAlign w:val="top"/>
          </w:tcPr>
          <w:p w14:paraId="0CC3F7BA">
            <w:pPr>
              <w:rPr>
                <w:rFonts w:eastAsia="仿宋_GB2312"/>
                <w:color w:val="000000"/>
                <w:sz w:val="30"/>
                <w:szCs w:val="30"/>
              </w:rPr>
            </w:pPr>
          </w:p>
        </w:tc>
        <w:tc>
          <w:tcPr>
            <w:tcW w:w="1480" w:type="dxa"/>
            <w:noWrap w:val="0"/>
            <w:vAlign w:val="top"/>
          </w:tcPr>
          <w:p w14:paraId="4B483DB5">
            <w:pPr>
              <w:rPr>
                <w:rFonts w:eastAsia="仿宋_GB2312"/>
                <w:color w:val="000000"/>
                <w:sz w:val="30"/>
                <w:szCs w:val="30"/>
              </w:rPr>
            </w:pPr>
          </w:p>
        </w:tc>
        <w:tc>
          <w:tcPr>
            <w:tcW w:w="1020" w:type="dxa"/>
            <w:noWrap w:val="0"/>
            <w:vAlign w:val="top"/>
          </w:tcPr>
          <w:p w14:paraId="740295BF">
            <w:pPr>
              <w:rPr>
                <w:rFonts w:eastAsia="仿宋_GB2312"/>
                <w:color w:val="000000"/>
                <w:sz w:val="30"/>
                <w:szCs w:val="30"/>
              </w:rPr>
            </w:pPr>
          </w:p>
        </w:tc>
        <w:tc>
          <w:tcPr>
            <w:tcW w:w="921" w:type="dxa"/>
            <w:noWrap w:val="0"/>
            <w:vAlign w:val="top"/>
          </w:tcPr>
          <w:p w14:paraId="7C33A506">
            <w:pPr>
              <w:rPr>
                <w:rFonts w:eastAsia="仿宋_GB2312"/>
                <w:color w:val="000000"/>
                <w:sz w:val="30"/>
                <w:szCs w:val="30"/>
              </w:rPr>
            </w:pPr>
          </w:p>
        </w:tc>
      </w:tr>
      <w:tr w14:paraId="38658B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BDA71E4">
            <w:pPr>
              <w:rPr>
                <w:rFonts w:eastAsia="仿宋_GB2312"/>
                <w:color w:val="000000"/>
                <w:sz w:val="30"/>
                <w:szCs w:val="30"/>
              </w:rPr>
            </w:pPr>
          </w:p>
        </w:tc>
        <w:tc>
          <w:tcPr>
            <w:tcW w:w="1418" w:type="dxa"/>
            <w:noWrap w:val="0"/>
            <w:vAlign w:val="top"/>
          </w:tcPr>
          <w:p w14:paraId="16887B32">
            <w:pPr>
              <w:rPr>
                <w:rFonts w:eastAsia="仿宋_GB2312"/>
                <w:color w:val="000000"/>
                <w:sz w:val="30"/>
                <w:szCs w:val="30"/>
              </w:rPr>
            </w:pPr>
          </w:p>
        </w:tc>
        <w:tc>
          <w:tcPr>
            <w:tcW w:w="850" w:type="dxa"/>
            <w:noWrap w:val="0"/>
            <w:vAlign w:val="top"/>
          </w:tcPr>
          <w:p w14:paraId="33F3B8D2">
            <w:pPr>
              <w:rPr>
                <w:rFonts w:eastAsia="仿宋_GB2312"/>
                <w:color w:val="000000"/>
                <w:sz w:val="30"/>
                <w:szCs w:val="30"/>
              </w:rPr>
            </w:pPr>
          </w:p>
        </w:tc>
        <w:tc>
          <w:tcPr>
            <w:tcW w:w="1058" w:type="dxa"/>
            <w:noWrap w:val="0"/>
            <w:vAlign w:val="top"/>
          </w:tcPr>
          <w:p w14:paraId="245C6496">
            <w:pPr>
              <w:rPr>
                <w:rFonts w:eastAsia="仿宋_GB2312"/>
                <w:color w:val="000000"/>
                <w:sz w:val="30"/>
                <w:szCs w:val="30"/>
              </w:rPr>
            </w:pPr>
          </w:p>
        </w:tc>
        <w:tc>
          <w:tcPr>
            <w:tcW w:w="880" w:type="dxa"/>
            <w:noWrap w:val="0"/>
            <w:vAlign w:val="top"/>
          </w:tcPr>
          <w:p w14:paraId="04AECA58">
            <w:pPr>
              <w:rPr>
                <w:rFonts w:eastAsia="仿宋_GB2312"/>
                <w:color w:val="000000"/>
                <w:sz w:val="30"/>
                <w:szCs w:val="30"/>
              </w:rPr>
            </w:pPr>
          </w:p>
        </w:tc>
        <w:tc>
          <w:tcPr>
            <w:tcW w:w="1020" w:type="dxa"/>
            <w:noWrap w:val="0"/>
            <w:vAlign w:val="top"/>
          </w:tcPr>
          <w:p w14:paraId="6D2BF986">
            <w:pPr>
              <w:rPr>
                <w:rFonts w:eastAsia="仿宋_GB2312"/>
                <w:color w:val="000000"/>
                <w:sz w:val="30"/>
                <w:szCs w:val="30"/>
              </w:rPr>
            </w:pPr>
          </w:p>
        </w:tc>
        <w:tc>
          <w:tcPr>
            <w:tcW w:w="1480" w:type="dxa"/>
            <w:noWrap w:val="0"/>
            <w:vAlign w:val="top"/>
          </w:tcPr>
          <w:p w14:paraId="70DFF287">
            <w:pPr>
              <w:rPr>
                <w:rFonts w:eastAsia="仿宋_GB2312"/>
                <w:color w:val="000000"/>
                <w:sz w:val="30"/>
                <w:szCs w:val="30"/>
              </w:rPr>
            </w:pPr>
          </w:p>
        </w:tc>
        <w:tc>
          <w:tcPr>
            <w:tcW w:w="1020" w:type="dxa"/>
            <w:noWrap w:val="0"/>
            <w:vAlign w:val="top"/>
          </w:tcPr>
          <w:p w14:paraId="1AB4E112">
            <w:pPr>
              <w:rPr>
                <w:rFonts w:eastAsia="仿宋_GB2312"/>
                <w:color w:val="000000"/>
                <w:sz w:val="30"/>
                <w:szCs w:val="30"/>
              </w:rPr>
            </w:pPr>
          </w:p>
        </w:tc>
        <w:tc>
          <w:tcPr>
            <w:tcW w:w="921" w:type="dxa"/>
            <w:noWrap w:val="0"/>
            <w:vAlign w:val="top"/>
          </w:tcPr>
          <w:p w14:paraId="1984518A">
            <w:pPr>
              <w:rPr>
                <w:rFonts w:eastAsia="仿宋_GB2312"/>
                <w:color w:val="000000"/>
                <w:sz w:val="30"/>
                <w:szCs w:val="30"/>
              </w:rPr>
            </w:pPr>
          </w:p>
        </w:tc>
      </w:tr>
      <w:tr w14:paraId="1D2643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AB845D2">
            <w:pPr>
              <w:rPr>
                <w:rFonts w:eastAsia="仿宋_GB2312"/>
                <w:color w:val="000000"/>
                <w:sz w:val="30"/>
                <w:szCs w:val="30"/>
              </w:rPr>
            </w:pPr>
          </w:p>
        </w:tc>
        <w:tc>
          <w:tcPr>
            <w:tcW w:w="1418" w:type="dxa"/>
            <w:noWrap w:val="0"/>
            <w:vAlign w:val="top"/>
          </w:tcPr>
          <w:p w14:paraId="44A0FB70">
            <w:pPr>
              <w:rPr>
                <w:rFonts w:eastAsia="仿宋_GB2312"/>
                <w:color w:val="000000"/>
                <w:sz w:val="30"/>
                <w:szCs w:val="30"/>
              </w:rPr>
            </w:pPr>
          </w:p>
        </w:tc>
        <w:tc>
          <w:tcPr>
            <w:tcW w:w="850" w:type="dxa"/>
            <w:noWrap w:val="0"/>
            <w:vAlign w:val="top"/>
          </w:tcPr>
          <w:p w14:paraId="643AD699">
            <w:pPr>
              <w:rPr>
                <w:rFonts w:eastAsia="仿宋_GB2312"/>
                <w:color w:val="000000"/>
                <w:sz w:val="30"/>
                <w:szCs w:val="30"/>
              </w:rPr>
            </w:pPr>
          </w:p>
        </w:tc>
        <w:tc>
          <w:tcPr>
            <w:tcW w:w="1058" w:type="dxa"/>
            <w:noWrap w:val="0"/>
            <w:vAlign w:val="top"/>
          </w:tcPr>
          <w:p w14:paraId="675BE670">
            <w:pPr>
              <w:rPr>
                <w:rFonts w:eastAsia="仿宋_GB2312"/>
                <w:color w:val="000000"/>
                <w:sz w:val="30"/>
                <w:szCs w:val="30"/>
              </w:rPr>
            </w:pPr>
          </w:p>
        </w:tc>
        <w:tc>
          <w:tcPr>
            <w:tcW w:w="880" w:type="dxa"/>
            <w:noWrap w:val="0"/>
            <w:vAlign w:val="top"/>
          </w:tcPr>
          <w:p w14:paraId="428A7BC0">
            <w:pPr>
              <w:rPr>
                <w:rFonts w:eastAsia="仿宋_GB2312"/>
                <w:color w:val="000000"/>
                <w:sz w:val="30"/>
                <w:szCs w:val="30"/>
              </w:rPr>
            </w:pPr>
          </w:p>
        </w:tc>
        <w:tc>
          <w:tcPr>
            <w:tcW w:w="1020" w:type="dxa"/>
            <w:noWrap w:val="0"/>
            <w:vAlign w:val="top"/>
          </w:tcPr>
          <w:p w14:paraId="16E9D5B7">
            <w:pPr>
              <w:rPr>
                <w:rFonts w:eastAsia="仿宋_GB2312"/>
                <w:color w:val="000000"/>
                <w:sz w:val="30"/>
                <w:szCs w:val="30"/>
              </w:rPr>
            </w:pPr>
          </w:p>
        </w:tc>
        <w:tc>
          <w:tcPr>
            <w:tcW w:w="1480" w:type="dxa"/>
            <w:noWrap w:val="0"/>
            <w:vAlign w:val="top"/>
          </w:tcPr>
          <w:p w14:paraId="7F6B9DF2">
            <w:pPr>
              <w:rPr>
                <w:rFonts w:eastAsia="仿宋_GB2312"/>
                <w:color w:val="000000"/>
                <w:sz w:val="30"/>
                <w:szCs w:val="30"/>
              </w:rPr>
            </w:pPr>
          </w:p>
        </w:tc>
        <w:tc>
          <w:tcPr>
            <w:tcW w:w="1020" w:type="dxa"/>
            <w:noWrap w:val="0"/>
            <w:vAlign w:val="top"/>
          </w:tcPr>
          <w:p w14:paraId="37FBF1F4">
            <w:pPr>
              <w:rPr>
                <w:rFonts w:eastAsia="仿宋_GB2312"/>
                <w:color w:val="000000"/>
                <w:sz w:val="30"/>
                <w:szCs w:val="30"/>
              </w:rPr>
            </w:pPr>
          </w:p>
        </w:tc>
        <w:tc>
          <w:tcPr>
            <w:tcW w:w="921" w:type="dxa"/>
            <w:noWrap w:val="0"/>
            <w:vAlign w:val="top"/>
          </w:tcPr>
          <w:p w14:paraId="05DDE6D1">
            <w:pPr>
              <w:rPr>
                <w:rFonts w:eastAsia="仿宋_GB2312"/>
                <w:color w:val="000000"/>
                <w:sz w:val="30"/>
                <w:szCs w:val="30"/>
              </w:rPr>
            </w:pPr>
          </w:p>
        </w:tc>
      </w:tr>
    </w:tbl>
    <w:p w14:paraId="7BD8692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67261699"/>
      <w:bookmarkStart w:id="1008" w:name="_Toc296347227"/>
      <w:bookmarkStart w:id="1009" w:name="_Toc296891268"/>
      <w:bookmarkStart w:id="1010" w:name="_Toc296503228"/>
      <w:bookmarkStart w:id="1011" w:name="_Toc296346729"/>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18ECE31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301931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5ECBF10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2E8634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3620C597">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32C61E4">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EBD5813">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4936E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27957E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07CE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92466F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712A6248">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82F39F8">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54706F81">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81709C1">
            <w:pPr>
              <w:pStyle w:val="16"/>
              <w:keepNext/>
              <w:spacing w:after="0" w:afterLines="0" w:line="440" w:lineRule="exact"/>
              <w:ind w:left="63" w:right="63"/>
              <w:rPr>
                <w:rFonts w:eastAsia="仿宋_GB2312"/>
                <w:color w:val="000000"/>
                <w:kern w:val="2"/>
                <w:sz w:val="30"/>
                <w:szCs w:val="30"/>
                <w:lang w:val="en-US" w:eastAsia="zh-CN"/>
              </w:rPr>
            </w:pPr>
          </w:p>
        </w:tc>
      </w:tr>
      <w:tr w14:paraId="33FAF3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42446CC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760264C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19419B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17EF14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87D6653">
            <w:pPr>
              <w:pStyle w:val="16"/>
              <w:keepNext/>
              <w:spacing w:after="0" w:afterLines="0" w:line="440" w:lineRule="exact"/>
              <w:ind w:left="63" w:right="63"/>
              <w:rPr>
                <w:rFonts w:eastAsia="仿宋_GB2312"/>
                <w:color w:val="000000"/>
                <w:kern w:val="2"/>
                <w:sz w:val="30"/>
                <w:szCs w:val="30"/>
                <w:lang w:val="en-US" w:eastAsia="zh-CN"/>
              </w:rPr>
            </w:pPr>
          </w:p>
        </w:tc>
      </w:tr>
      <w:tr w14:paraId="493164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9F7E02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BFA4EC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5B5A45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D408F3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C5AC353">
            <w:pPr>
              <w:pStyle w:val="16"/>
              <w:keepNext/>
              <w:spacing w:after="0" w:afterLines="0" w:line="440" w:lineRule="exact"/>
              <w:ind w:left="63" w:right="63"/>
              <w:rPr>
                <w:rFonts w:eastAsia="仿宋_GB2312"/>
                <w:color w:val="000000"/>
                <w:kern w:val="2"/>
                <w:sz w:val="30"/>
                <w:szCs w:val="30"/>
                <w:lang w:val="en-US" w:eastAsia="zh-CN"/>
              </w:rPr>
            </w:pPr>
          </w:p>
        </w:tc>
      </w:tr>
      <w:tr w14:paraId="1FFD1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BE5C63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3AD1091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41B165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2E44683">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356A5CB">
            <w:pPr>
              <w:pStyle w:val="16"/>
              <w:keepNext/>
              <w:spacing w:after="0" w:afterLines="0" w:line="440" w:lineRule="exact"/>
              <w:ind w:left="63" w:right="63"/>
              <w:rPr>
                <w:rFonts w:eastAsia="仿宋_GB2312"/>
                <w:color w:val="000000"/>
                <w:kern w:val="2"/>
                <w:sz w:val="30"/>
                <w:szCs w:val="30"/>
                <w:lang w:val="en-US" w:eastAsia="zh-CN"/>
              </w:rPr>
            </w:pPr>
          </w:p>
        </w:tc>
      </w:tr>
      <w:tr w14:paraId="6031D8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45F9D88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06FC6A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C38171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5766985F">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751674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D1A3B83">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A8E3DEA">
            <w:pPr>
              <w:pStyle w:val="16"/>
              <w:keepNext/>
              <w:spacing w:after="0" w:afterLines="0" w:line="440" w:lineRule="exact"/>
              <w:ind w:left="63" w:right="63"/>
              <w:rPr>
                <w:rFonts w:eastAsia="仿宋_GB2312"/>
                <w:color w:val="000000"/>
                <w:kern w:val="2"/>
                <w:sz w:val="30"/>
                <w:szCs w:val="30"/>
                <w:lang w:val="en-US" w:eastAsia="zh-CN"/>
              </w:rPr>
            </w:pPr>
          </w:p>
        </w:tc>
      </w:tr>
      <w:tr w14:paraId="2A0CEA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8DAEEF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E38728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83FD70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20A46A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358F8A6">
            <w:pPr>
              <w:pStyle w:val="16"/>
              <w:keepNext/>
              <w:spacing w:after="0" w:afterLines="0" w:line="440" w:lineRule="exact"/>
              <w:ind w:left="63" w:right="63"/>
              <w:rPr>
                <w:rFonts w:eastAsia="仿宋_GB2312"/>
                <w:color w:val="000000"/>
                <w:kern w:val="2"/>
                <w:sz w:val="30"/>
                <w:szCs w:val="30"/>
                <w:lang w:val="en-US" w:eastAsia="zh-CN"/>
              </w:rPr>
            </w:pPr>
          </w:p>
        </w:tc>
      </w:tr>
      <w:tr w14:paraId="531C1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7401C4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1FFE247">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C84C63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2054E4D">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5CB6A51">
            <w:pPr>
              <w:pStyle w:val="16"/>
              <w:keepNext/>
              <w:spacing w:after="0" w:afterLines="0" w:line="440" w:lineRule="exact"/>
              <w:ind w:left="63" w:right="63"/>
              <w:rPr>
                <w:rFonts w:eastAsia="仿宋_GB2312"/>
                <w:color w:val="000000"/>
                <w:kern w:val="2"/>
                <w:sz w:val="30"/>
                <w:szCs w:val="30"/>
                <w:lang w:val="en-US" w:eastAsia="zh-CN"/>
              </w:rPr>
            </w:pPr>
          </w:p>
        </w:tc>
      </w:tr>
      <w:tr w14:paraId="1A0F83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6FD48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7F458C0">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91C45F7">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30BF52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4E216C6">
            <w:pPr>
              <w:pStyle w:val="16"/>
              <w:keepNext/>
              <w:spacing w:after="0" w:afterLines="0" w:line="440" w:lineRule="exact"/>
              <w:ind w:left="63" w:right="63"/>
              <w:rPr>
                <w:rFonts w:eastAsia="仿宋_GB2312"/>
                <w:color w:val="000000"/>
                <w:kern w:val="2"/>
                <w:sz w:val="30"/>
                <w:szCs w:val="30"/>
                <w:lang w:val="en-US" w:eastAsia="zh-CN"/>
              </w:rPr>
            </w:pPr>
          </w:p>
        </w:tc>
      </w:tr>
      <w:tr w14:paraId="07C10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E5AEF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5DFB894">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416728B">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A5DE545">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1FBE4789">
            <w:pPr>
              <w:pStyle w:val="16"/>
              <w:keepNext/>
              <w:spacing w:after="0" w:afterLines="0" w:line="440" w:lineRule="exact"/>
              <w:ind w:left="63" w:right="63"/>
              <w:rPr>
                <w:rFonts w:eastAsia="仿宋_GB2312"/>
                <w:color w:val="000000"/>
                <w:kern w:val="2"/>
                <w:sz w:val="30"/>
                <w:szCs w:val="30"/>
                <w:lang w:val="en-US" w:eastAsia="zh-CN"/>
              </w:rPr>
            </w:pPr>
          </w:p>
        </w:tc>
      </w:tr>
      <w:tr w14:paraId="6CA96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3A149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6962C6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CC57E6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BF86A0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1AF7233">
            <w:pPr>
              <w:pStyle w:val="16"/>
              <w:keepNext/>
              <w:spacing w:after="0" w:afterLines="0" w:line="440" w:lineRule="exact"/>
              <w:ind w:left="63" w:right="63"/>
              <w:rPr>
                <w:rFonts w:eastAsia="仿宋_GB2312"/>
                <w:color w:val="000000"/>
                <w:kern w:val="2"/>
                <w:sz w:val="30"/>
                <w:szCs w:val="30"/>
                <w:lang w:val="en-US" w:eastAsia="zh-CN"/>
              </w:rPr>
            </w:pPr>
          </w:p>
        </w:tc>
      </w:tr>
      <w:tr w14:paraId="6C9AE7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3BB66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5482C6B">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DCD50C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105572B">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D902A40">
            <w:pPr>
              <w:pStyle w:val="16"/>
              <w:keepNext/>
              <w:spacing w:after="0" w:afterLines="0" w:line="440" w:lineRule="exact"/>
              <w:ind w:left="63" w:right="63"/>
              <w:rPr>
                <w:rFonts w:eastAsia="仿宋_GB2312"/>
                <w:color w:val="000000"/>
                <w:kern w:val="2"/>
                <w:sz w:val="30"/>
                <w:szCs w:val="30"/>
                <w:lang w:val="en-US" w:eastAsia="zh-CN"/>
              </w:rPr>
            </w:pPr>
          </w:p>
        </w:tc>
      </w:tr>
      <w:tr w14:paraId="51F607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58C72D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1BFDB72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1A8210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BBE622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6AB4189">
            <w:pPr>
              <w:pStyle w:val="16"/>
              <w:keepNext/>
              <w:spacing w:after="0" w:afterLines="0" w:line="440" w:lineRule="exact"/>
              <w:ind w:left="63" w:right="63"/>
              <w:rPr>
                <w:rFonts w:eastAsia="仿宋_GB2312"/>
                <w:color w:val="000000"/>
                <w:kern w:val="2"/>
                <w:sz w:val="30"/>
                <w:szCs w:val="30"/>
                <w:lang w:val="en-US" w:eastAsia="zh-CN"/>
              </w:rPr>
            </w:pPr>
          </w:p>
        </w:tc>
      </w:tr>
      <w:tr w14:paraId="237C61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3CB89F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3F32AC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3FF3159">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34A260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D37FF86">
            <w:pPr>
              <w:pStyle w:val="16"/>
              <w:keepNext/>
              <w:spacing w:after="0" w:afterLines="0" w:line="440" w:lineRule="exact"/>
              <w:ind w:left="63" w:right="63"/>
              <w:rPr>
                <w:rFonts w:eastAsia="仿宋_GB2312"/>
                <w:color w:val="000000"/>
                <w:kern w:val="2"/>
                <w:sz w:val="30"/>
                <w:szCs w:val="30"/>
                <w:lang w:val="en-US" w:eastAsia="zh-CN"/>
              </w:rPr>
            </w:pPr>
          </w:p>
        </w:tc>
      </w:tr>
      <w:tr w14:paraId="7B3DBE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3E8ED70">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1FA14E71">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BE51440">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D599C72">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77748089">
            <w:pPr>
              <w:pStyle w:val="16"/>
              <w:keepNext/>
              <w:spacing w:after="0" w:afterLines="0" w:line="440" w:lineRule="exact"/>
              <w:ind w:left="63" w:right="63"/>
              <w:rPr>
                <w:rFonts w:eastAsia="仿宋_GB2312"/>
                <w:color w:val="000000"/>
                <w:kern w:val="2"/>
                <w:sz w:val="30"/>
                <w:szCs w:val="30"/>
                <w:lang w:val="en-US" w:eastAsia="zh-CN"/>
              </w:rPr>
            </w:pPr>
          </w:p>
        </w:tc>
      </w:tr>
      <w:tr w14:paraId="66FEE5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8BDFE9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5734AA74">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E092B6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738043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A2467C8">
            <w:pPr>
              <w:pStyle w:val="16"/>
              <w:keepNext/>
              <w:spacing w:after="0" w:afterLines="0" w:line="440" w:lineRule="exact"/>
              <w:ind w:left="63" w:right="63"/>
              <w:rPr>
                <w:rFonts w:eastAsia="仿宋_GB2312"/>
                <w:color w:val="000000"/>
                <w:kern w:val="2"/>
                <w:sz w:val="30"/>
                <w:szCs w:val="30"/>
                <w:lang w:val="en-US" w:eastAsia="zh-CN"/>
              </w:rPr>
            </w:pPr>
          </w:p>
        </w:tc>
      </w:tr>
      <w:tr w14:paraId="00AD6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873EA3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661AF1D">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1A9AAC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191E21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3685ACF">
            <w:pPr>
              <w:pStyle w:val="16"/>
              <w:keepNext/>
              <w:spacing w:after="0" w:afterLines="0" w:line="440" w:lineRule="exact"/>
              <w:ind w:left="63" w:right="63"/>
              <w:rPr>
                <w:rFonts w:eastAsia="仿宋_GB2312"/>
                <w:color w:val="000000"/>
                <w:kern w:val="2"/>
                <w:sz w:val="30"/>
                <w:szCs w:val="30"/>
                <w:lang w:val="en-US" w:eastAsia="zh-CN"/>
              </w:rPr>
            </w:pPr>
          </w:p>
        </w:tc>
      </w:tr>
      <w:tr w14:paraId="05BAA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53D509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249FACB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D12EBC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9CE2EC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3C50D94">
            <w:pPr>
              <w:pStyle w:val="16"/>
              <w:keepNext/>
              <w:spacing w:after="0" w:afterLines="0" w:line="440" w:lineRule="exact"/>
              <w:ind w:left="63" w:right="63"/>
              <w:rPr>
                <w:rFonts w:eastAsia="仿宋_GB2312"/>
                <w:color w:val="000000"/>
                <w:kern w:val="2"/>
                <w:sz w:val="30"/>
                <w:szCs w:val="30"/>
                <w:lang w:val="en-US" w:eastAsia="zh-CN"/>
              </w:rPr>
            </w:pPr>
          </w:p>
        </w:tc>
      </w:tr>
      <w:tr w14:paraId="5F366F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92F1349">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2AACCA0">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410FAFEE">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EDBF7C2">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78FDBE62">
            <w:pPr>
              <w:pStyle w:val="16"/>
              <w:keepNext/>
              <w:spacing w:after="0" w:afterLines="0" w:line="440" w:lineRule="exact"/>
              <w:ind w:left="63" w:right="63"/>
              <w:rPr>
                <w:rFonts w:eastAsia="仿宋_GB2312"/>
                <w:color w:val="000000"/>
                <w:kern w:val="2"/>
                <w:sz w:val="30"/>
                <w:szCs w:val="30"/>
                <w:lang w:val="en-US" w:eastAsia="zh-CN"/>
              </w:rPr>
            </w:pPr>
          </w:p>
        </w:tc>
      </w:tr>
    </w:tbl>
    <w:p w14:paraId="4D29C07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7228"/>
      <w:bookmarkStart w:id="1014" w:name="_Toc296346730"/>
      <w:bookmarkStart w:id="1015" w:name="_Toc296944568"/>
      <w:bookmarkStart w:id="1016" w:name="_Toc296891269"/>
      <w:bookmarkStart w:id="1017" w:name="_Toc296891057"/>
      <w:bookmarkStart w:id="1018" w:name="_Toc29650322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1261D8D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49832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9A9C32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07794FC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3DD85215">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2CFF177">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EC3F286">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7695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F96DEA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40E1E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16BF69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2BF65169">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50BFF5C">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16CB7A43">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B46C421">
            <w:pPr>
              <w:pStyle w:val="16"/>
              <w:keepNext/>
              <w:spacing w:after="0" w:afterLines="0" w:line="440" w:lineRule="exact"/>
              <w:ind w:left="63" w:right="63"/>
              <w:rPr>
                <w:rFonts w:eastAsia="仿宋_GB2312"/>
                <w:color w:val="000000"/>
                <w:kern w:val="2"/>
                <w:sz w:val="30"/>
                <w:szCs w:val="30"/>
                <w:lang w:val="en-US" w:eastAsia="zh-CN"/>
              </w:rPr>
            </w:pPr>
          </w:p>
        </w:tc>
      </w:tr>
      <w:tr w14:paraId="4C8CD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3BA57B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357980A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D8B332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2BA167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252F476">
            <w:pPr>
              <w:pStyle w:val="16"/>
              <w:keepNext/>
              <w:spacing w:after="0" w:afterLines="0" w:line="440" w:lineRule="exact"/>
              <w:ind w:left="63" w:right="63"/>
              <w:rPr>
                <w:rFonts w:eastAsia="仿宋_GB2312"/>
                <w:color w:val="000000"/>
                <w:kern w:val="2"/>
                <w:sz w:val="30"/>
                <w:szCs w:val="30"/>
                <w:lang w:val="en-US" w:eastAsia="zh-CN"/>
              </w:rPr>
            </w:pPr>
          </w:p>
        </w:tc>
      </w:tr>
      <w:tr w14:paraId="4D37C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C34A7F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6B9928B">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778EEB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FB4AF6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7CD6C15">
            <w:pPr>
              <w:pStyle w:val="16"/>
              <w:keepNext/>
              <w:spacing w:after="0" w:afterLines="0" w:line="440" w:lineRule="exact"/>
              <w:ind w:left="63" w:right="63"/>
              <w:rPr>
                <w:rFonts w:eastAsia="仿宋_GB2312"/>
                <w:color w:val="000000"/>
                <w:kern w:val="2"/>
                <w:sz w:val="30"/>
                <w:szCs w:val="30"/>
                <w:lang w:val="en-US" w:eastAsia="zh-CN"/>
              </w:rPr>
            </w:pPr>
          </w:p>
        </w:tc>
      </w:tr>
      <w:tr w14:paraId="15C49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1520E6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5C4E986F">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97471B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1D4D7A8">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E585218">
            <w:pPr>
              <w:pStyle w:val="16"/>
              <w:keepNext/>
              <w:spacing w:after="0" w:afterLines="0" w:line="440" w:lineRule="exact"/>
              <w:ind w:left="63" w:right="63"/>
              <w:rPr>
                <w:rFonts w:eastAsia="仿宋_GB2312"/>
                <w:color w:val="000000"/>
                <w:kern w:val="2"/>
                <w:sz w:val="30"/>
                <w:szCs w:val="30"/>
                <w:lang w:val="en-US" w:eastAsia="zh-CN"/>
              </w:rPr>
            </w:pPr>
          </w:p>
        </w:tc>
      </w:tr>
      <w:tr w14:paraId="15BB0B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493697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5C24AC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37B96E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60C70A2D">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22C2E1C">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79A30C0">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0B47023">
            <w:pPr>
              <w:pStyle w:val="16"/>
              <w:keepNext/>
              <w:spacing w:after="0" w:afterLines="0" w:line="440" w:lineRule="exact"/>
              <w:ind w:left="63" w:right="63"/>
              <w:rPr>
                <w:rFonts w:eastAsia="仿宋_GB2312"/>
                <w:color w:val="000000"/>
                <w:kern w:val="2"/>
                <w:sz w:val="30"/>
                <w:szCs w:val="30"/>
                <w:lang w:val="en-US" w:eastAsia="zh-CN"/>
              </w:rPr>
            </w:pPr>
          </w:p>
        </w:tc>
      </w:tr>
      <w:tr w14:paraId="4EE3B1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142D25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4164B5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3419AF6">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FF8653D">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10058A59">
            <w:pPr>
              <w:pStyle w:val="16"/>
              <w:keepNext/>
              <w:spacing w:after="0" w:afterLines="0" w:line="440" w:lineRule="exact"/>
              <w:ind w:left="63" w:right="63"/>
              <w:rPr>
                <w:rFonts w:eastAsia="仿宋_GB2312"/>
                <w:color w:val="000000"/>
                <w:kern w:val="2"/>
                <w:sz w:val="30"/>
                <w:szCs w:val="30"/>
                <w:lang w:val="en-US" w:eastAsia="zh-CN"/>
              </w:rPr>
            </w:pPr>
          </w:p>
        </w:tc>
      </w:tr>
      <w:tr w14:paraId="70783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DE5080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245B6E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E38B130">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4326B7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A20F6DB">
            <w:pPr>
              <w:pStyle w:val="16"/>
              <w:keepNext/>
              <w:spacing w:after="0" w:afterLines="0" w:line="440" w:lineRule="exact"/>
              <w:ind w:left="63" w:right="63"/>
              <w:rPr>
                <w:rFonts w:eastAsia="仿宋_GB2312"/>
                <w:color w:val="000000"/>
                <w:kern w:val="2"/>
                <w:sz w:val="30"/>
                <w:szCs w:val="30"/>
                <w:lang w:val="en-US" w:eastAsia="zh-CN"/>
              </w:rPr>
            </w:pPr>
          </w:p>
        </w:tc>
      </w:tr>
      <w:tr w14:paraId="4392CC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662D2C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DB2EFA1">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83F473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C463EC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ADF2241">
            <w:pPr>
              <w:pStyle w:val="16"/>
              <w:keepNext/>
              <w:spacing w:after="0" w:afterLines="0" w:line="440" w:lineRule="exact"/>
              <w:ind w:left="63" w:right="63"/>
              <w:rPr>
                <w:rFonts w:eastAsia="仿宋_GB2312"/>
                <w:color w:val="000000"/>
                <w:kern w:val="2"/>
                <w:sz w:val="30"/>
                <w:szCs w:val="30"/>
                <w:lang w:val="en-US" w:eastAsia="zh-CN"/>
              </w:rPr>
            </w:pPr>
          </w:p>
        </w:tc>
      </w:tr>
      <w:tr w14:paraId="79941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E8566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64D0D07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58C022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D6B660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D13F36B">
            <w:pPr>
              <w:pStyle w:val="16"/>
              <w:keepNext/>
              <w:spacing w:after="0" w:afterLines="0" w:line="440" w:lineRule="exact"/>
              <w:ind w:left="63" w:right="63"/>
              <w:rPr>
                <w:rFonts w:eastAsia="仿宋_GB2312"/>
                <w:color w:val="000000"/>
                <w:kern w:val="2"/>
                <w:sz w:val="30"/>
                <w:szCs w:val="30"/>
                <w:lang w:val="en-US" w:eastAsia="zh-CN"/>
              </w:rPr>
            </w:pPr>
          </w:p>
        </w:tc>
      </w:tr>
      <w:tr w14:paraId="7D3CFC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46C22D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ABC4D2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D776930">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8571A7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762FDD1">
            <w:pPr>
              <w:pStyle w:val="16"/>
              <w:keepNext/>
              <w:spacing w:after="0" w:afterLines="0" w:line="440" w:lineRule="exact"/>
              <w:ind w:left="63" w:right="63"/>
              <w:rPr>
                <w:rFonts w:eastAsia="仿宋_GB2312"/>
                <w:color w:val="000000"/>
                <w:kern w:val="2"/>
                <w:sz w:val="30"/>
                <w:szCs w:val="30"/>
                <w:lang w:val="en-US" w:eastAsia="zh-CN"/>
              </w:rPr>
            </w:pPr>
          </w:p>
        </w:tc>
      </w:tr>
      <w:tr w14:paraId="7766C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6625E5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0B2608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9C1A8D9">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E8FAD7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1A25AFCC">
            <w:pPr>
              <w:pStyle w:val="16"/>
              <w:keepNext/>
              <w:spacing w:after="0" w:afterLines="0" w:line="440" w:lineRule="exact"/>
              <w:ind w:left="63" w:right="63"/>
              <w:rPr>
                <w:rFonts w:eastAsia="仿宋_GB2312"/>
                <w:color w:val="000000"/>
                <w:kern w:val="2"/>
                <w:sz w:val="30"/>
                <w:szCs w:val="30"/>
                <w:lang w:val="en-US" w:eastAsia="zh-CN"/>
              </w:rPr>
            </w:pPr>
          </w:p>
        </w:tc>
      </w:tr>
      <w:tr w14:paraId="6E8C2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B10321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08D6D2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6DED0B7">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A83639D">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0219AE2">
            <w:pPr>
              <w:pStyle w:val="16"/>
              <w:keepNext/>
              <w:spacing w:after="0" w:afterLines="0" w:line="440" w:lineRule="exact"/>
              <w:ind w:left="63" w:right="63"/>
              <w:rPr>
                <w:rFonts w:eastAsia="仿宋_GB2312"/>
                <w:color w:val="000000"/>
                <w:kern w:val="2"/>
                <w:sz w:val="30"/>
                <w:szCs w:val="30"/>
                <w:lang w:val="en-US" w:eastAsia="zh-CN"/>
              </w:rPr>
            </w:pPr>
          </w:p>
        </w:tc>
      </w:tr>
      <w:tr w14:paraId="62535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2249A1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D0A4BF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9BDC82C">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5EC4804">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FBC7B7F">
            <w:pPr>
              <w:pStyle w:val="16"/>
              <w:keepNext/>
              <w:spacing w:after="0" w:afterLines="0" w:line="440" w:lineRule="exact"/>
              <w:ind w:left="63" w:right="63"/>
              <w:rPr>
                <w:rFonts w:eastAsia="仿宋_GB2312"/>
                <w:color w:val="000000"/>
                <w:kern w:val="2"/>
                <w:sz w:val="30"/>
                <w:szCs w:val="30"/>
                <w:lang w:val="en-US" w:eastAsia="zh-CN"/>
              </w:rPr>
            </w:pPr>
          </w:p>
        </w:tc>
      </w:tr>
      <w:tr w14:paraId="36DD2E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6087EF5">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1F402485">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67D60DA1">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6177F445">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53FBBA1A">
            <w:pPr>
              <w:pStyle w:val="16"/>
              <w:keepNext/>
              <w:spacing w:after="0" w:afterLines="0" w:line="440" w:lineRule="exact"/>
              <w:ind w:left="63" w:right="63"/>
              <w:rPr>
                <w:rFonts w:eastAsia="仿宋_GB2312"/>
                <w:color w:val="000000"/>
                <w:kern w:val="2"/>
                <w:sz w:val="30"/>
                <w:szCs w:val="30"/>
                <w:lang w:val="en-US" w:eastAsia="zh-CN"/>
              </w:rPr>
            </w:pPr>
          </w:p>
        </w:tc>
      </w:tr>
      <w:tr w14:paraId="74587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F70D69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825C7A0">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603863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4A8AE4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4BED6D8">
            <w:pPr>
              <w:pStyle w:val="16"/>
              <w:keepNext/>
              <w:spacing w:after="0" w:afterLines="0" w:line="440" w:lineRule="exact"/>
              <w:ind w:left="63" w:right="63"/>
              <w:rPr>
                <w:rFonts w:eastAsia="仿宋_GB2312"/>
                <w:color w:val="000000"/>
                <w:kern w:val="2"/>
                <w:sz w:val="30"/>
                <w:szCs w:val="30"/>
                <w:lang w:val="en-US" w:eastAsia="zh-CN"/>
              </w:rPr>
            </w:pPr>
          </w:p>
        </w:tc>
      </w:tr>
      <w:tr w14:paraId="2BE83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E2144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23F8E917">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3A8D40B">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8CAE5DB">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D8A6948">
            <w:pPr>
              <w:pStyle w:val="16"/>
              <w:keepNext/>
              <w:spacing w:after="0" w:afterLines="0" w:line="440" w:lineRule="exact"/>
              <w:ind w:left="63" w:right="63"/>
              <w:rPr>
                <w:rFonts w:eastAsia="仿宋_GB2312"/>
                <w:color w:val="000000"/>
                <w:kern w:val="2"/>
                <w:sz w:val="30"/>
                <w:szCs w:val="30"/>
                <w:lang w:val="en-US" w:eastAsia="zh-CN"/>
              </w:rPr>
            </w:pPr>
          </w:p>
        </w:tc>
      </w:tr>
      <w:tr w14:paraId="3B52C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3FF21F">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6F7CE86B">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886D4F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3C65BA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767BA6F">
            <w:pPr>
              <w:pStyle w:val="16"/>
              <w:keepNext/>
              <w:spacing w:after="0" w:afterLines="0" w:line="440" w:lineRule="exact"/>
              <w:ind w:left="63" w:right="63"/>
              <w:rPr>
                <w:rFonts w:eastAsia="仿宋_GB2312"/>
                <w:color w:val="000000"/>
                <w:kern w:val="2"/>
                <w:sz w:val="30"/>
                <w:szCs w:val="30"/>
                <w:lang w:val="en-US" w:eastAsia="zh-CN"/>
              </w:rPr>
            </w:pPr>
          </w:p>
        </w:tc>
      </w:tr>
      <w:tr w14:paraId="387B2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06DF0AB8">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F9A03EB">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39DF09E">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0E521B78">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8500422">
            <w:pPr>
              <w:pStyle w:val="16"/>
              <w:keepNext/>
              <w:spacing w:after="0" w:afterLines="0" w:line="440" w:lineRule="exact"/>
              <w:ind w:left="63" w:right="63"/>
              <w:rPr>
                <w:rFonts w:eastAsia="仿宋_GB2312"/>
                <w:color w:val="000000"/>
                <w:kern w:val="2"/>
                <w:sz w:val="30"/>
                <w:szCs w:val="30"/>
                <w:lang w:val="en-US" w:eastAsia="zh-CN"/>
              </w:rPr>
            </w:pPr>
          </w:p>
        </w:tc>
      </w:tr>
    </w:tbl>
    <w:p w14:paraId="24C29C69">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503231"/>
      <w:bookmarkStart w:id="1021" w:name="_Toc296891059"/>
      <w:bookmarkStart w:id="1022" w:name="_Toc296891271"/>
      <w:bookmarkStart w:id="1023" w:name="_Toc296347230"/>
      <w:bookmarkStart w:id="1024" w:name="_Toc296944570"/>
      <w:bookmarkStart w:id="1025" w:name="_Toc296346732"/>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49C5510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1BFAD8E5">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33D4FDCA">
      <w:pPr>
        <w:spacing w:line="440" w:lineRule="exact"/>
        <w:rPr>
          <w:rFonts w:ascii="Times New Roman" w:hAnsi="Times New Roman" w:eastAsia="仿宋_GB2312"/>
          <w:color w:val="000000"/>
          <w:sz w:val="30"/>
          <w:szCs w:val="30"/>
        </w:rPr>
      </w:pPr>
    </w:p>
    <w:p w14:paraId="0831F80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598BADB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6496E29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965A39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42F652E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4BA598A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769167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60105660">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2566D0E3">
      <w:pPr>
        <w:spacing w:line="360" w:lineRule="auto"/>
        <w:rPr>
          <w:rFonts w:hint="eastAsia" w:ascii="Times New Roman" w:hAnsi="Times New Roman" w:eastAsia="仿宋_GB2312"/>
          <w:color w:val="000000"/>
          <w:sz w:val="30"/>
          <w:szCs w:val="30"/>
        </w:rPr>
      </w:pPr>
    </w:p>
    <w:p w14:paraId="0F6F9D4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0BE8D3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6F078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7C1D8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2B390D">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0E488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1C16FD7">
      <w:pPr>
        <w:spacing w:line="360" w:lineRule="auto"/>
        <w:jc w:val="left"/>
        <w:rPr>
          <w:rFonts w:ascii="Times New Roman" w:hAnsi="Times New Roman" w:eastAsia="仿宋_GB2312"/>
          <w:color w:val="000000"/>
          <w:sz w:val="30"/>
          <w:szCs w:val="30"/>
          <w:u w:val="single"/>
        </w:rPr>
      </w:pPr>
    </w:p>
    <w:p w14:paraId="2502BF87">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C552D6C">
      <w:pPr>
        <w:spacing w:line="360" w:lineRule="auto"/>
        <w:ind w:left="1899" w:hanging="1899" w:hangingChars="633"/>
        <w:rPr>
          <w:rFonts w:ascii="Times New Roman" w:hAnsi="Times New Roman" w:eastAsia="仿宋_GB2312"/>
          <w:color w:val="000000"/>
          <w:sz w:val="30"/>
          <w:szCs w:val="30"/>
        </w:rPr>
      </w:pPr>
    </w:p>
    <w:p w14:paraId="7A98AFC5">
      <w:pPr>
        <w:spacing w:line="360" w:lineRule="auto"/>
        <w:ind w:left="1899" w:hanging="1899" w:hangingChars="633"/>
        <w:rPr>
          <w:rFonts w:ascii="Times New Roman" w:hAnsi="Times New Roman" w:eastAsia="仿宋_GB2312"/>
          <w:color w:val="000000"/>
          <w:sz w:val="30"/>
          <w:szCs w:val="30"/>
        </w:rPr>
      </w:pPr>
    </w:p>
    <w:p w14:paraId="0DA531A8">
      <w:pPr>
        <w:spacing w:line="360" w:lineRule="auto"/>
        <w:ind w:left="1899" w:hanging="1899" w:hangingChars="633"/>
        <w:rPr>
          <w:rFonts w:ascii="Times New Roman" w:hAnsi="Times New Roman" w:eastAsia="仿宋_GB2312"/>
          <w:color w:val="000000"/>
          <w:sz w:val="30"/>
          <w:szCs w:val="30"/>
        </w:rPr>
      </w:pPr>
    </w:p>
    <w:p w14:paraId="6A2E20C0">
      <w:pPr>
        <w:spacing w:line="360" w:lineRule="auto"/>
        <w:ind w:left="1899" w:hanging="1899" w:hangingChars="633"/>
        <w:rPr>
          <w:rFonts w:ascii="Times New Roman" w:hAnsi="Times New Roman" w:eastAsia="仿宋_GB2312"/>
          <w:color w:val="000000"/>
          <w:sz w:val="30"/>
          <w:szCs w:val="30"/>
        </w:rPr>
      </w:pPr>
    </w:p>
    <w:p w14:paraId="06E2DFA7">
      <w:pPr>
        <w:spacing w:line="360" w:lineRule="auto"/>
        <w:ind w:left="1899" w:hanging="1899" w:hangingChars="633"/>
        <w:rPr>
          <w:rFonts w:ascii="Times New Roman" w:hAnsi="Times New Roman" w:eastAsia="仿宋_GB2312"/>
          <w:color w:val="000000"/>
          <w:sz w:val="30"/>
          <w:szCs w:val="30"/>
        </w:rPr>
      </w:pPr>
    </w:p>
    <w:p w14:paraId="5C65BD79">
      <w:pPr>
        <w:spacing w:line="360" w:lineRule="auto"/>
        <w:ind w:left="1899" w:hanging="1899" w:hangingChars="633"/>
        <w:rPr>
          <w:rFonts w:ascii="Times New Roman" w:hAnsi="Times New Roman" w:eastAsia="仿宋_GB2312"/>
          <w:color w:val="000000"/>
          <w:sz w:val="30"/>
          <w:szCs w:val="30"/>
        </w:rPr>
      </w:pPr>
    </w:p>
    <w:p w14:paraId="4B286749">
      <w:pPr>
        <w:spacing w:line="360" w:lineRule="auto"/>
        <w:ind w:left="1899" w:hanging="1899" w:hangingChars="633"/>
        <w:rPr>
          <w:rFonts w:ascii="Times New Roman" w:hAnsi="Times New Roman" w:eastAsia="仿宋_GB2312"/>
          <w:color w:val="000000"/>
          <w:sz w:val="30"/>
          <w:szCs w:val="30"/>
        </w:rPr>
      </w:pPr>
    </w:p>
    <w:p w14:paraId="6731D2F5">
      <w:pPr>
        <w:spacing w:line="360" w:lineRule="auto"/>
        <w:ind w:left="1899" w:hanging="1899" w:hangingChars="633"/>
        <w:rPr>
          <w:rFonts w:ascii="Times New Roman" w:hAnsi="Times New Roman" w:eastAsia="仿宋_GB2312"/>
          <w:color w:val="000000"/>
          <w:sz w:val="30"/>
          <w:szCs w:val="30"/>
        </w:rPr>
      </w:pPr>
    </w:p>
    <w:p w14:paraId="4A5C5F77">
      <w:pPr>
        <w:spacing w:line="360" w:lineRule="auto"/>
        <w:ind w:left="1899" w:hanging="1899" w:hangingChars="633"/>
        <w:rPr>
          <w:rFonts w:ascii="Times New Roman" w:hAnsi="Times New Roman" w:eastAsia="仿宋_GB2312"/>
          <w:color w:val="000000"/>
          <w:sz w:val="30"/>
          <w:szCs w:val="30"/>
        </w:rPr>
      </w:pPr>
    </w:p>
    <w:p w14:paraId="21D17AB1">
      <w:pPr>
        <w:spacing w:line="360" w:lineRule="auto"/>
        <w:ind w:left="1899" w:hanging="1899" w:hangingChars="633"/>
        <w:rPr>
          <w:rFonts w:ascii="Times New Roman" w:hAnsi="Times New Roman" w:eastAsia="仿宋_GB2312"/>
          <w:color w:val="000000"/>
          <w:sz w:val="30"/>
          <w:szCs w:val="30"/>
        </w:rPr>
      </w:pPr>
    </w:p>
    <w:p w14:paraId="353B0E21">
      <w:pPr>
        <w:spacing w:line="360" w:lineRule="auto"/>
        <w:ind w:left="1899" w:hanging="1899" w:hangingChars="633"/>
        <w:rPr>
          <w:rFonts w:ascii="Times New Roman" w:hAnsi="Times New Roman" w:eastAsia="仿宋_GB2312"/>
          <w:color w:val="000000"/>
          <w:sz w:val="30"/>
          <w:szCs w:val="30"/>
        </w:rPr>
      </w:pPr>
    </w:p>
    <w:p w14:paraId="001597C9">
      <w:pPr>
        <w:spacing w:line="360" w:lineRule="auto"/>
        <w:ind w:left="1899" w:hanging="1899" w:hangingChars="633"/>
        <w:rPr>
          <w:rFonts w:hint="eastAsia" w:ascii="Times New Roman" w:hAnsi="Times New Roman" w:eastAsia="仿宋_GB2312"/>
          <w:color w:val="000000"/>
          <w:sz w:val="30"/>
          <w:szCs w:val="30"/>
        </w:rPr>
      </w:pPr>
    </w:p>
    <w:p w14:paraId="094BDCDF">
      <w:pPr>
        <w:spacing w:line="360" w:lineRule="auto"/>
        <w:rPr>
          <w:rFonts w:hint="eastAsia" w:ascii="Times New Roman" w:hAnsi="Times New Roman" w:eastAsia="仿宋_GB2312"/>
          <w:color w:val="000000"/>
          <w:sz w:val="30"/>
          <w:szCs w:val="30"/>
        </w:rPr>
      </w:pPr>
    </w:p>
    <w:p w14:paraId="0A37FFDF">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347231"/>
      <w:bookmarkStart w:id="1028" w:name="_Toc296944571"/>
      <w:bookmarkStart w:id="1029" w:name="_Toc296891272"/>
      <w:bookmarkStart w:id="1030" w:name="_Toc296346733"/>
      <w:bookmarkStart w:id="1031" w:name="_Toc296503232"/>
      <w:bookmarkStart w:id="1032" w:name="_Toc296891060"/>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0059351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E0486C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496FFD56">
      <w:pPr>
        <w:spacing w:line="360" w:lineRule="auto"/>
        <w:rPr>
          <w:rFonts w:ascii="Times New Roman" w:hAnsi="Times New Roman" w:eastAsia="仿宋_GB2312"/>
          <w:color w:val="000000"/>
          <w:sz w:val="30"/>
          <w:szCs w:val="30"/>
        </w:rPr>
      </w:pPr>
    </w:p>
    <w:p w14:paraId="4CF1C29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3E65B072">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F0C5F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CF770B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9A036B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5BB763C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750AB52B">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0BC12CA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4495603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155BE137">
      <w:pPr>
        <w:spacing w:line="360" w:lineRule="auto"/>
        <w:rPr>
          <w:rFonts w:hint="eastAsia" w:ascii="Times New Roman" w:hAnsi="Times New Roman" w:eastAsia="仿宋_GB2312"/>
          <w:color w:val="000000"/>
          <w:sz w:val="30"/>
          <w:szCs w:val="30"/>
        </w:rPr>
      </w:pPr>
    </w:p>
    <w:p w14:paraId="2F5DEEF4">
      <w:pPr>
        <w:spacing w:line="360" w:lineRule="auto"/>
        <w:rPr>
          <w:rFonts w:hint="eastAsia" w:ascii="Times New Roman" w:hAnsi="Times New Roman" w:eastAsia="仿宋_GB2312"/>
          <w:color w:val="000000"/>
          <w:sz w:val="30"/>
          <w:szCs w:val="30"/>
        </w:rPr>
      </w:pPr>
    </w:p>
    <w:p w14:paraId="363B0BF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3FE68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1836D2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BC5AF9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964EDD4">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2536CC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C854E4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049FB766">
      <w:pPr>
        <w:spacing w:line="360" w:lineRule="auto"/>
        <w:rPr>
          <w:rFonts w:ascii="Times New Roman" w:hAnsi="Times New Roman" w:eastAsia="仿宋_GB2312"/>
          <w:color w:val="000000"/>
          <w:sz w:val="30"/>
          <w:szCs w:val="30"/>
          <w:u w:val="single"/>
        </w:rPr>
      </w:pPr>
    </w:p>
    <w:p w14:paraId="7961932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5F13258">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891061"/>
      <w:bookmarkStart w:id="1034" w:name="_Toc296347232"/>
      <w:bookmarkStart w:id="1035" w:name="_Toc296944572"/>
      <w:bookmarkStart w:id="1036" w:name="_Toc296346734"/>
      <w:bookmarkStart w:id="1037" w:name="_Toc296503233"/>
      <w:bookmarkStart w:id="1038" w:name="_Toc29689127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709DD87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5692CBF7">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C95EA0E">
      <w:pPr>
        <w:spacing w:line="440" w:lineRule="exact"/>
        <w:jc w:val="left"/>
        <w:rPr>
          <w:rFonts w:ascii="Times New Roman" w:hAnsi="Times New Roman" w:eastAsia="仿宋_GB2312"/>
          <w:color w:val="000000"/>
          <w:sz w:val="30"/>
          <w:szCs w:val="30"/>
        </w:rPr>
      </w:pPr>
    </w:p>
    <w:p w14:paraId="1D62B42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24628A0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6218444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6328658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2A3C012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AD6F21A">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DE94C5C">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0207B03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0E5DFB7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5D3F86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16DEA05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5861620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480DA0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52BF1BB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6DCA4DA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41341EB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24E41E9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2D8F671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3157987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200E0C8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7785870C">
      <w:pPr>
        <w:spacing w:line="360" w:lineRule="auto"/>
        <w:jc w:val="left"/>
        <w:rPr>
          <w:rFonts w:hint="eastAsia" w:ascii="Times New Roman" w:hAnsi="Times New Roman" w:eastAsia="仿宋_GB2312"/>
          <w:color w:val="000000"/>
          <w:sz w:val="30"/>
          <w:szCs w:val="30"/>
        </w:rPr>
      </w:pPr>
    </w:p>
    <w:p w14:paraId="578714E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0D8D3FF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386104C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4CD59BC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0EA3CF4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26E6EA8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5BE6543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3C48C51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3CA353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4741233">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5F66735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EF54ED3">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63523B45">
      <w:pPr>
        <w:spacing w:line="360" w:lineRule="auto"/>
        <w:ind w:firstLine="600" w:firstLineChars="200"/>
        <w:jc w:val="left"/>
        <w:rPr>
          <w:rFonts w:hint="eastAsia" w:ascii="Times New Roman" w:hAnsi="Times New Roman" w:eastAsia="仿宋_GB2312"/>
          <w:color w:val="000000"/>
          <w:sz w:val="30"/>
          <w:szCs w:val="30"/>
        </w:rPr>
      </w:pPr>
    </w:p>
    <w:p w14:paraId="13E59C08">
      <w:pPr>
        <w:spacing w:line="360" w:lineRule="auto"/>
        <w:ind w:right="600"/>
        <w:jc w:val="left"/>
        <w:rPr>
          <w:rFonts w:hint="eastAsia" w:ascii="Times New Roman" w:hAnsi="Times New Roman" w:eastAsia="仿宋_GB2312"/>
          <w:color w:val="000000"/>
          <w:sz w:val="30"/>
          <w:szCs w:val="30"/>
        </w:rPr>
      </w:pPr>
    </w:p>
    <w:p w14:paraId="28BA06F3">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6DFFE7C7">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0A47C06">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E99D59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5738D4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76EFB8">
      <w:pPr>
        <w:spacing w:line="360" w:lineRule="auto"/>
        <w:ind w:right="150" w:firstLine="600" w:firstLineChars="200"/>
        <w:jc w:val="left"/>
        <w:rPr>
          <w:rFonts w:ascii="Times New Roman" w:hAnsi="Times New Roman" w:eastAsia="仿宋_GB2312"/>
          <w:color w:val="000000"/>
          <w:sz w:val="30"/>
          <w:szCs w:val="30"/>
          <w:u w:val="single"/>
        </w:rPr>
      </w:pPr>
    </w:p>
    <w:p w14:paraId="0971BEF4">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A796911">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6FAC3BF3">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BB68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3D10AB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6F09DE2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18AB70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0BEC2C3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2BCB41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63857D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6F09358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D352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E8CA86D">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E4EE9F9">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19ACC624">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5522E18">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69CAA7F">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66A955F">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3764F0E">
            <w:pPr>
              <w:pStyle w:val="16"/>
              <w:keepNext/>
              <w:spacing w:after="0" w:afterLines="0" w:line="440" w:lineRule="exact"/>
              <w:ind w:left="63" w:right="63"/>
              <w:rPr>
                <w:rFonts w:eastAsia="仿宋_GB2312"/>
                <w:color w:val="000000"/>
                <w:kern w:val="2"/>
                <w:sz w:val="28"/>
                <w:szCs w:val="30"/>
                <w:lang w:val="en-US" w:eastAsia="zh-CN"/>
              </w:rPr>
            </w:pPr>
          </w:p>
        </w:tc>
      </w:tr>
      <w:tr w14:paraId="68E4D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06AF0BB3">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B185BBE">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4188B5C">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66F60993">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12C3AD38">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B6017CD">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620A4E3D">
            <w:pPr>
              <w:pStyle w:val="16"/>
              <w:keepNext/>
              <w:spacing w:after="0" w:afterLines="0" w:line="440" w:lineRule="exact"/>
              <w:ind w:left="63" w:right="63"/>
              <w:rPr>
                <w:rFonts w:eastAsia="仿宋_GB2312"/>
                <w:color w:val="000000"/>
                <w:kern w:val="2"/>
                <w:sz w:val="28"/>
                <w:szCs w:val="30"/>
                <w:lang w:val="en-US" w:eastAsia="zh-CN"/>
              </w:rPr>
            </w:pPr>
          </w:p>
        </w:tc>
      </w:tr>
      <w:tr w14:paraId="1E4C97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6211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259DAB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D4BD2CD">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977B87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592993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5B63F9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9F9BE9E">
            <w:pPr>
              <w:pStyle w:val="16"/>
              <w:keepNext/>
              <w:spacing w:after="0" w:afterLines="0" w:line="440" w:lineRule="exact"/>
              <w:ind w:left="63" w:right="63"/>
              <w:rPr>
                <w:rFonts w:eastAsia="仿宋_GB2312"/>
                <w:color w:val="000000"/>
                <w:kern w:val="2"/>
                <w:sz w:val="28"/>
                <w:szCs w:val="30"/>
                <w:lang w:val="en-US" w:eastAsia="zh-CN"/>
              </w:rPr>
            </w:pPr>
          </w:p>
        </w:tc>
      </w:tr>
      <w:tr w14:paraId="54CC47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C53FB1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B93E02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3F325D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B2D9BD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2D538C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23B105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E491452">
            <w:pPr>
              <w:pStyle w:val="16"/>
              <w:keepNext/>
              <w:spacing w:after="0" w:afterLines="0" w:line="440" w:lineRule="exact"/>
              <w:ind w:left="63" w:right="63"/>
              <w:rPr>
                <w:rFonts w:eastAsia="仿宋_GB2312"/>
                <w:color w:val="000000"/>
                <w:kern w:val="2"/>
                <w:sz w:val="28"/>
                <w:szCs w:val="30"/>
                <w:lang w:val="en-US" w:eastAsia="zh-CN"/>
              </w:rPr>
            </w:pPr>
          </w:p>
        </w:tc>
      </w:tr>
      <w:tr w14:paraId="5941C9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6F58B8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C49D11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A360C6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D4E6EF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29687F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33B7CB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14D81F6">
            <w:pPr>
              <w:pStyle w:val="16"/>
              <w:keepNext/>
              <w:spacing w:after="0" w:afterLines="0" w:line="440" w:lineRule="exact"/>
              <w:ind w:left="63" w:right="63"/>
              <w:rPr>
                <w:rFonts w:eastAsia="仿宋_GB2312"/>
                <w:color w:val="000000"/>
                <w:kern w:val="2"/>
                <w:sz w:val="28"/>
                <w:szCs w:val="30"/>
                <w:lang w:val="en-US" w:eastAsia="zh-CN"/>
              </w:rPr>
            </w:pPr>
          </w:p>
        </w:tc>
      </w:tr>
      <w:tr w14:paraId="492D7F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D1511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C569B0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E25F0E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8CB06E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5BEBFA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55327C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227D366">
            <w:pPr>
              <w:pStyle w:val="16"/>
              <w:keepNext/>
              <w:spacing w:after="0" w:afterLines="0" w:line="440" w:lineRule="exact"/>
              <w:ind w:left="63" w:right="63"/>
              <w:rPr>
                <w:rFonts w:eastAsia="仿宋_GB2312"/>
                <w:color w:val="000000"/>
                <w:kern w:val="2"/>
                <w:sz w:val="28"/>
                <w:szCs w:val="30"/>
                <w:lang w:val="en-US" w:eastAsia="zh-CN"/>
              </w:rPr>
            </w:pPr>
          </w:p>
        </w:tc>
      </w:tr>
      <w:tr w14:paraId="4CCB0E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7B6E65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2C3213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465C50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B16D0E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72443C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CABC4C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B657F74">
            <w:pPr>
              <w:pStyle w:val="16"/>
              <w:keepNext/>
              <w:spacing w:after="0" w:afterLines="0" w:line="440" w:lineRule="exact"/>
              <w:ind w:left="63" w:right="63"/>
              <w:rPr>
                <w:rFonts w:eastAsia="仿宋_GB2312"/>
                <w:color w:val="000000"/>
                <w:kern w:val="2"/>
                <w:sz w:val="28"/>
                <w:szCs w:val="30"/>
                <w:lang w:val="en-US" w:eastAsia="zh-CN"/>
              </w:rPr>
            </w:pPr>
          </w:p>
        </w:tc>
      </w:tr>
      <w:tr w14:paraId="5AB934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CF5DC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FD05D46">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8A81DD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7711CF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C567D4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4CB894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DE80976">
            <w:pPr>
              <w:pStyle w:val="16"/>
              <w:keepNext/>
              <w:spacing w:after="0" w:afterLines="0" w:line="440" w:lineRule="exact"/>
              <w:ind w:left="63" w:right="63"/>
              <w:rPr>
                <w:rFonts w:eastAsia="仿宋_GB2312"/>
                <w:color w:val="000000"/>
                <w:kern w:val="2"/>
                <w:sz w:val="28"/>
                <w:szCs w:val="30"/>
                <w:lang w:val="en-US" w:eastAsia="zh-CN"/>
              </w:rPr>
            </w:pPr>
          </w:p>
        </w:tc>
      </w:tr>
      <w:tr w14:paraId="7A4DA3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5BE471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1E9288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11864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2CC41E2">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BE0320F">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2C1724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A45D265">
            <w:pPr>
              <w:pStyle w:val="16"/>
              <w:keepNext/>
              <w:spacing w:after="0" w:afterLines="0" w:line="440" w:lineRule="exact"/>
              <w:ind w:left="63" w:right="63"/>
              <w:rPr>
                <w:rFonts w:eastAsia="仿宋_GB2312"/>
                <w:color w:val="000000"/>
                <w:kern w:val="2"/>
                <w:sz w:val="28"/>
                <w:szCs w:val="30"/>
                <w:lang w:val="en-US" w:eastAsia="zh-CN"/>
              </w:rPr>
            </w:pPr>
          </w:p>
        </w:tc>
      </w:tr>
      <w:tr w14:paraId="3107D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282DAA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28B654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CFDCD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16C342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D52EFD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B78496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B3E2AD8">
            <w:pPr>
              <w:pStyle w:val="16"/>
              <w:keepNext/>
              <w:spacing w:after="0" w:afterLines="0" w:line="440" w:lineRule="exact"/>
              <w:ind w:left="63" w:right="63"/>
              <w:rPr>
                <w:rFonts w:eastAsia="仿宋_GB2312"/>
                <w:color w:val="000000"/>
                <w:kern w:val="2"/>
                <w:sz w:val="28"/>
                <w:szCs w:val="30"/>
                <w:lang w:val="en-US" w:eastAsia="zh-CN"/>
              </w:rPr>
            </w:pPr>
          </w:p>
        </w:tc>
      </w:tr>
      <w:tr w14:paraId="3C7432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666DC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22589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E06F82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07C335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086806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FC5AC27">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71E2985">
            <w:pPr>
              <w:pStyle w:val="16"/>
              <w:keepNext/>
              <w:spacing w:after="0" w:afterLines="0" w:line="440" w:lineRule="exact"/>
              <w:ind w:left="63" w:right="63"/>
              <w:rPr>
                <w:rFonts w:eastAsia="仿宋_GB2312"/>
                <w:color w:val="000000"/>
                <w:kern w:val="2"/>
                <w:sz w:val="28"/>
                <w:szCs w:val="30"/>
                <w:lang w:val="en-US" w:eastAsia="zh-CN"/>
              </w:rPr>
            </w:pPr>
          </w:p>
        </w:tc>
      </w:tr>
      <w:tr w14:paraId="1C9E6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20F14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19C6F8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1296E6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6903F8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5C9A4F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6F7257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8284D7F">
            <w:pPr>
              <w:pStyle w:val="16"/>
              <w:keepNext/>
              <w:spacing w:after="0" w:afterLines="0" w:line="440" w:lineRule="exact"/>
              <w:ind w:left="63" w:right="63"/>
              <w:rPr>
                <w:rFonts w:eastAsia="仿宋_GB2312"/>
                <w:color w:val="000000"/>
                <w:kern w:val="2"/>
                <w:sz w:val="28"/>
                <w:szCs w:val="30"/>
                <w:lang w:val="en-US" w:eastAsia="zh-CN"/>
              </w:rPr>
            </w:pPr>
          </w:p>
        </w:tc>
      </w:tr>
      <w:tr w14:paraId="19024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4F4B5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A77027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B4590C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AE7C01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F5FF23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CB5DAE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27978AB">
            <w:pPr>
              <w:pStyle w:val="16"/>
              <w:keepNext/>
              <w:spacing w:after="0" w:afterLines="0" w:line="440" w:lineRule="exact"/>
              <w:ind w:left="63" w:right="63"/>
              <w:rPr>
                <w:rFonts w:eastAsia="仿宋_GB2312"/>
                <w:color w:val="000000"/>
                <w:kern w:val="2"/>
                <w:sz w:val="28"/>
                <w:szCs w:val="30"/>
                <w:lang w:val="en-US" w:eastAsia="zh-CN"/>
              </w:rPr>
            </w:pPr>
          </w:p>
        </w:tc>
      </w:tr>
      <w:tr w14:paraId="6DC70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F1AA9F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9E8B48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670684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190A2E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4CF468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087214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9D8A67E">
            <w:pPr>
              <w:pStyle w:val="16"/>
              <w:keepNext/>
              <w:spacing w:after="0" w:afterLines="0" w:line="440" w:lineRule="exact"/>
              <w:ind w:left="63" w:right="63"/>
              <w:rPr>
                <w:rFonts w:eastAsia="仿宋_GB2312"/>
                <w:color w:val="000000"/>
                <w:kern w:val="2"/>
                <w:sz w:val="28"/>
                <w:szCs w:val="30"/>
                <w:lang w:val="en-US" w:eastAsia="zh-CN"/>
              </w:rPr>
            </w:pPr>
          </w:p>
        </w:tc>
      </w:tr>
      <w:tr w14:paraId="332794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99BD8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E4293C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8E53A1D">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59F1BA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31F0CF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445172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D5C3EF7">
            <w:pPr>
              <w:pStyle w:val="16"/>
              <w:keepNext/>
              <w:spacing w:after="0" w:afterLines="0" w:line="440" w:lineRule="exact"/>
              <w:ind w:left="63" w:right="63"/>
              <w:rPr>
                <w:rFonts w:eastAsia="仿宋_GB2312"/>
                <w:color w:val="000000"/>
                <w:kern w:val="2"/>
                <w:sz w:val="28"/>
                <w:szCs w:val="30"/>
                <w:lang w:val="en-US" w:eastAsia="zh-CN"/>
              </w:rPr>
            </w:pPr>
          </w:p>
        </w:tc>
      </w:tr>
      <w:tr w14:paraId="0F802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87BBD7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5AC2A1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4084BD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DFA9F0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7A60BF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61E54C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79278BF">
            <w:pPr>
              <w:pStyle w:val="16"/>
              <w:keepNext/>
              <w:spacing w:after="0" w:afterLines="0" w:line="440" w:lineRule="exact"/>
              <w:ind w:left="63" w:right="63"/>
              <w:rPr>
                <w:rFonts w:eastAsia="仿宋_GB2312"/>
                <w:color w:val="000000"/>
                <w:kern w:val="2"/>
                <w:sz w:val="28"/>
                <w:szCs w:val="30"/>
                <w:lang w:val="en-US" w:eastAsia="zh-CN"/>
              </w:rPr>
            </w:pPr>
          </w:p>
        </w:tc>
      </w:tr>
      <w:tr w14:paraId="710353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67E54B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42972D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BE2371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DE2E1E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3A72B6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18E395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B405AFC">
            <w:pPr>
              <w:pStyle w:val="16"/>
              <w:keepNext/>
              <w:spacing w:after="0" w:afterLines="0" w:line="440" w:lineRule="exact"/>
              <w:ind w:left="63" w:right="63"/>
              <w:rPr>
                <w:rFonts w:eastAsia="仿宋_GB2312"/>
                <w:color w:val="000000"/>
                <w:kern w:val="2"/>
                <w:sz w:val="28"/>
                <w:szCs w:val="30"/>
                <w:lang w:val="en-US" w:eastAsia="zh-CN"/>
              </w:rPr>
            </w:pPr>
          </w:p>
        </w:tc>
      </w:tr>
      <w:tr w14:paraId="4EEBB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916DC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F92DFC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EEE60E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854A61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F0D15F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0DCD17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FAADF9C">
            <w:pPr>
              <w:pStyle w:val="16"/>
              <w:keepNext/>
              <w:spacing w:after="0" w:afterLines="0" w:line="440" w:lineRule="exact"/>
              <w:ind w:left="63" w:right="63"/>
              <w:rPr>
                <w:rFonts w:eastAsia="仿宋_GB2312"/>
                <w:color w:val="000000"/>
                <w:kern w:val="2"/>
                <w:sz w:val="28"/>
                <w:szCs w:val="30"/>
                <w:lang w:val="en-US" w:eastAsia="zh-CN"/>
              </w:rPr>
            </w:pPr>
          </w:p>
        </w:tc>
      </w:tr>
      <w:tr w14:paraId="408CD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11B161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3C9526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A6F311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DDA072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FBB3A1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31AE60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AC5F414">
            <w:pPr>
              <w:pStyle w:val="16"/>
              <w:keepNext/>
              <w:spacing w:after="0" w:afterLines="0" w:line="440" w:lineRule="exact"/>
              <w:ind w:left="63" w:right="63"/>
              <w:rPr>
                <w:rFonts w:eastAsia="仿宋_GB2312"/>
                <w:color w:val="000000"/>
                <w:kern w:val="2"/>
                <w:sz w:val="28"/>
                <w:szCs w:val="30"/>
                <w:lang w:val="en-US" w:eastAsia="zh-CN"/>
              </w:rPr>
            </w:pPr>
          </w:p>
        </w:tc>
      </w:tr>
      <w:tr w14:paraId="7EF43F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7CD44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A1D76D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257A06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EBEA29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33F0C2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3DC4BC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23E684F">
            <w:pPr>
              <w:pStyle w:val="16"/>
              <w:keepNext/>
              <w:spacing w:after="0" w:afterLines="0" w:line="440" w:lineRule="exact"/>
              <w:ind w:left="63" w:right="63"/>
              <w:rPr>
                <w:rFonts w:eastAsia="仿宋_GB2312"/>
                <w:color w:val="000000"/>
                <w:kern w:val="2"/>
                <w:sz w:val="28"/>
                <w:szCs w:val="30"/>
                <w:lang w:val="en-US" w:eastAsia="zh-CN"/>
              </w:rPr>
            </w:pPr>
          </w:p>
        </w:tc>
      </w:tr>
      <w:tr w14:paraId="1D076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9CAB1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F717E8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C08140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AAB3BD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3C5D61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B6A7E9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24D1B24">
            <w:pPr>
              <w:pStyle w:val="16"/>
              <w:keepNext/>
              <w:spacing w:after="0" w:afterLines="0" w:line="440" w:lineRule="exact"/>
              <w:ind w:left="63" w:right="63"/>
              <w:rPr>
                <w:rFonts w:eastAsia="仿宋_GB2312"/>
                <w:color w:val="000000"/>
                <w:kern w:val="2"/>
                <w:sz w:val="28"/>
                <w:szCs w:val="30"/>
                <w:lang w:val="en-US" w:eastAsia="zh-CN"/>
              </w:rPr>
            </w:pPr>
          </w:p>
        </w:tc>
      </w:tr>
      <w:tr w14:paraId="62643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80917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26E283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89914B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6F4628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B7411E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CDCB7BA">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D4B2FE4">
            <w:pPr>
              <w:pStyle w:val="16"/>
              <w:keepNext/>
              <w:spacing w:after="0" w:afterLines="0" w:line="440" w:lineRule="exact"/>
              <w:ind w:left="63" w:right="63"/>
              <w:rPr>
                <w:rFonts w:eastAsia="仿宋_GB2312"/>
                <w:color w:val="000000"/>
                <w:kern w:val="2"/>
                <w:sz w:val="28"/>
                <w:szCs w:val="30"/>
                <w:lang w:val="en-US" w:eastAsia="zh-CN"/>
              </w:rPr>
            </w:pPr>
          </w:p>
        </w:tc>
      </w:tr>
      <w:tr w14:paraId="3A2F1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88140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C9EC86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371FFFB">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3F4FA9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5E198B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646AA7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BF91483">
            <w:pPr>
              <w:pStyle w:val="16"/>
              <w:keepNext/>
              <w:spacing w:after="0" w:afterLines="0" w:line="440" w:lineRule="exact"/>
              <w:ind w:left="63" w:right="63"/>
              <w:rPr>
                <w:rFonts w:eastAsia="仿宋_GB2312"/>
                <w:color w:val="000000"/>
                <w:kern w:val="2"/>
                <w:sz w:val="28"/>
                <w:szCs w:val="30"/>
                <w:lang w:val="en-US" w:eastAsia="zh-CN"/>
              </w:rPr>
            </w:pPr>
          </w:p>
        </w:tc>
      </w:tr>
      <w:tr w14:paraId="455631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AE23D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90C478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A6F65D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653AE8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2B778A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FE73DB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0F364E5">
            <w:pPr>
              <w:pStyle w:val="16"/>
              <w:keepNext/>
              <w:spacing w:after="0" w:afterLines="0" w:line="440" w:lineRule="exact"/>
              <w:ind w:left="63" w:right="63"/>
              <w:rPr>
                <w:rFonts w:eastAsia="仿宋_GB2312"/>
                <w:color w:val="000000"/>
                <w:kern w:val="2"/>
                <w:sz w:val="28"/>
                <w:szCs w:val="30"/>
                <w:lang w:val="en-US" w:eastAsia="zh-CN"/>
              </w:rPr>
            </w:pPr>
          </w:p>
        </w:tc>
      </w:tr>
      <w:tr w14:paraId="2EC2A6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0A213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D70AEB2">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30FB60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9A250F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EE6818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1C404F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28AE753">
            <w:pPr>
              <w:pStyle w:val="16"/>
              <w:keepNext/>
              <w:spacing w:after="0" w:afterLines="0" w:line="440" w:lineRule="exact"/>
              <w:ind w:left="63" w:right="63"/>
              <w:rPr>
                <w:rFonts w:eastAsia="仿宋_GB2312"/>
                <w:color w:val="000000"/>
                <w:kern w:val="2"/>
                <w:sz w:val="28"/>
                <w:szCs w:val="30"/>
                <w:lang w:val="en-US" w:eastAsia="zh-CN"/>
              </w:rPr>
            </w:pPr>
          </w:p>
        </w:tc>
      </w:tr>
    </w:tbl>
    <w:p w14:paraId="310CEBED">
      <w:pPr>
        <w:spacing w:before="156" w:beforeLines="50" w:after="156" w:afterLines="50" w:line="440" w:lineRule="exact"/>
        <w:rPr>
          <w:rFonts w:hint="eastAsia" w:ascii="Times New Roman" w:hAnsi="Times New Roman" w:eastAsia="黑体"/>
          <w:color w:val="000000"/>
          <w:sz w:val="30"/>
          <w:szCs w:val="30"/>
        </w:rPr>
      </w:pPr>
    </w:p>
    <w:p w14:paraId="224EF7F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3A96F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6726ED8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2B3FD6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8BEA03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6AFFBB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C9D59F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67254AA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D65B8D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A1CAC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591AFB45">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02AEC3AC">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49FB231">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68B0201">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6D2F1A3">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20723C40">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72112EA">
            <w:pPr>
              <w:pStyle w:val="16"/>
              <w:keepNext/>
              <w:spacing w:after="0" w:afterLines="0" w:line="440" w:lineRule="exact"/>
              <w:ind w:left="63" w:right="63"/>
              <w:rPr>
                <w:rFonts w:eastAsia="仿宋_GB2312"/>
                <w:color w:val="000000"/>
                <w:kern w:val="2"/>
                <w:sz w:val="28"/>
                <w:szCs w:val="30"/>
                <w:lang w:val="en-US" w:eastAsia="zh-CN"/>
              </w:rPr>
            </w:pPr>
          </w:p>
        </w:tc>
      </w:tr>
      <w:tr w14:paraId="1EB828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3882561">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2D0A87AE">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31916AC9">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18FB546">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3749AB2A">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4599E6F">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095A4D2">
            <w:pPr>
              <w:pStyle w:val="16"/>
              <w:keepNext/>
              <w:spacing w:after="0" w:afterLines="0" w:line="440" w:lineRule="exact"/>
              <w:ind w:left="63" w:right="63"/>
              <w:rPr>
                <w:rFonts w:eastAsia="仿宋_GB2312"/>
                <w:color w:val="000000"/>
                <w:kern w:val="2"/>
                <w:sz w:val="28"/>
                <w:szCs w:val="30"/>
                <w:lang w:val="en-US" w:eastAsia="zh-CN"/>
              </w:rPr>
            </w:pPr>
          </w:p>
        </w:tc>
      </w:tr>
      <w:tr w14:paraId="35101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CAC521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7DF85A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EF07EF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DB35EF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D53D89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306D1B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CCD5A86">
            <w:pPr>
              <w:pStyle w:val="16"/>
              <w:keepNext/>
              <w:spacing w:after="0" w:afterLines="0" w:line="440" w:lineRule="exact"/>
              <w:ind w:left="63" w:right="63"/>
              <w:rPr>
                <w:rFonts w:eastAsia="仿宋_GB2312"/>
                <w:color w:val="000000"/>
                <w:kern w:val="2"/>
                <w:sz w:val="28"/>
                <w:szCs w:val="30"/>
                <w:lang w:val="en-US" w:eastAsia="zh-CN"/>
              </w:rPr>
            </w:pPr>
          </w:p>
        </w:tc>
      </w:tr>
      <w:tr w14:paraId="74FE5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713B5B">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4A48E0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7486AB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5257A8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1FA123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4380A3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93E9D1F">
            <w:pPr>
              <w:pStyle w:val="16"/>
              <w:keepNext/>
              <w:spacing w:after="0" w:afterLines="0" w:line="440" w:lineRule="exact"/>
              <w:ind w:left="63" w:right="63"/>
              <w:rPr>
                <w:rFonts w:eastAsia="仿宋_GB2312"/>
                <w:color w:val="000000"/>
                <w:kern w:val="2"/>
                <w:sz w:val="28"/>
                <w:szCs w:val="30"/>
                <w:lang w:val="en-US" w:eastAsia="zh-CN"/>
              </w:rPr>
            </w:pPr>
          </w:p>
        </w:tc>
      </w:tr>
      <w:tr w14:paraId="5A1F2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653DDF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95A18D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18D687B">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36558D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375716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8D8CDE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D59493E">
            <w:pPr>
              <w:pStyle w:val="16"/>
              <w:keepNext/>
              <w:spacing w:after="0" w:afterLines="0" w:line="440" w:lineRule="exact"/>
              <w:ind w:left="63" w:right="63"/>
              <w:rPr>
                <w:rFonts w:eastAsia="仿宋_GB2312"/>
                <w:color w:val="000000"/>
                <w:kern w:val="2"/>
                <w:sz w:val="28"/>
                <w:szCs w:val="30"/>
                <w:lang w:val="en-US" w:eastAsia="zh-CN"/>
              </w:rPr>
            </w:pPr>
          </w:p>
        </w:tc>
      </w:tr>
      <w:tr w14:paraId="0E9A4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6C2AB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A2310A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7EBD9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813F43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D3F7FD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62FCA7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6147F02">
            <w:pPr>
              <w:pStyle w:val="16"/>
              <w:keepNext/>
              <w:spacing w:after="0" w:afterLines="0" w:line="440" w:lineRule="exact"/>
              <w:ind w:left="63" w:right="63"/>
              <w:rPr>
                <w:rFonts w:eastAsia="仿宋_GB2312"/>
                <w:color w:val="000000"/>
                <w:kern w:val="2"/>
                <w:sz w:val="28"/>
                <w:szCs w:val="30"/>
                <w:lang w:val="en-US" w:eastAsia="zh-CN"/>
              </w:rPr>
            </w:pPr>
          </w:p>
        </w:tc>
      </w:tr>
      <w:tr w14:paraId="6B9EA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3D1007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78B3F4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779DD3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C7425E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551DAA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7890A9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803071F">
            <w:pPr>
              <w:pStyle w:val="16"/>
              <w:keepNext/>
              <w:spacing w:after="0" w:afterLines="0" w:line="440" w:lineRule="exact"/>
              <w:ind w:left="63" w:right="63"/>
              <w:rPr>
                <w:rFonts w:eastAsia="仿宋_GB2312"/>
                <w:color w:val="000000"/>
                <w:kern w:val="2"/>
                <w:sz w:val="28"/>
                <w:szCs w:val="30"/>
                <w:lang w:val="en-US" w:eastAsia="zh-CN"/>
              </w:rPr>
            </w:pPr>
          </w:p>
        </w:tc>
      </w:tr>
      <w:tr w14:paraId="061D10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B0201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A8E4FE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20090BE">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846427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73C88E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890E73A">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D967FB3">
            <w:pPr>
              <w:pStyle w:val="16"/>
              <w:keepNext/>
              <w:spacing w:after="0" w:afterLines="0" w:line="440" w:lineRule="exact"/>
              <w:ind w:left="63" w:right="63"/>
              <w:rPr>
                <w:rFonts w:eastAsia="仿宋_GB2312"/>
                <w:color w:val="000000"/>
                <w:kern w:val="2"/>
                <w:sz w:val="28"/>
                <w:szCs w:val="30"/>
                <w:lang w:val="en-US" w:eastAsia="zh-CN"/>
              </w:rPr>
            </w:pPr>
          </w:p>
        </w:tc>
      </w:tr>
      <w:tr w14:paraId="72EDA6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D58ED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36043A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CB95F5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FE1607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CBABDE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B81CDA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D8D94A8">
            <w:pPr>
              <w:pStyle w:val="16"/>
              <w:keepNext/>
              <w:spacing w:after="0" w:afterLines="0" w:line="440" w:lineRule="exact"/>
              <w:ind w:left="63" w:right="63"/>
              <w:rPr>
                <w:rFonts w:eastAsia="仿宋_GB2312"/>
                <w:color w:val="000000"/>
                <w:kern w:val="2"/>
                <w:sz w:val="28"/>
                <w:szCs w:val="30"/>
                <w:lang w:val="en-US" w:eastAsia="zh-CN"/>
              </w:rPr>
            </w:pPr>
          </w:p>
        </w:tc>
      </w:tr>
      <w:tr w14:paraId="489A79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808CDB">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5947E1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00A190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6AEE16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00772C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B4C19B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82ECC81">
            <w:pPr>
              <w:pStyle w:val="16"/>
              <w:keepNext/>
              <w:spacing w:after="0" w:afterLines="0" w:line="440" w:lineRule="exact"/>
              <w:ind w:left="63" w:right="63"/>
              <w:rPr>
                <w:rFonts w:eastAsia="仿宋_GB2312"/>
                <w:color w:val="000000"/>
                <w:kern w:val="2"/>
                <w:sz w:val="28"/>
                <w:szCs w:val="30"/>
                <w:lang w:val="en-US" w:eastAsia="zh-CN"/>
              </w:rPr>
            </w:pPr>
          </w:p>
        </w:tc>
      </w:tr>
      <w:tr w14:paraId="6471C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023F3E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15E7A2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0F27E7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A0C087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42056E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4E6B2DA">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CDFB720">
            <w:pPr>
              <w:pStyle w:val="16"/>
              <w:keepNext/>
              <w:spacing w:after="0" w:afterLines="0" w:line="440" w:lineRule="exact"/>
              <w:ind w:left="63" w:right="63"/>
              <w:rPr>
                <w:rFonts w:eastAsia="仿宋_GB2312"/>
                <w:color w:val="000000"/>
                <w:kern w:val="2"/>
                <w:sz w:val="28"/>
                <w:szCs w:val="30"/>
                <w:lang w:val="en-US" w:eastAsia="zh-CN"/>
              </w:rPr>
            </w:pPr>
          </w:p>
        </w:tc>
      </w:tr>
      <w:tr w14:paraId="699EA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44A18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5BCD89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1D01B8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8F8659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24ED33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B640647">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3C4D4F0">
            <w:pPr>
              <w:pStyle w:val="16"/>
              <w:keepNext/>
              <w:spacing w:after="0" w:afterLines="0" w:line="440" w:lineRule="exact"/>
              <w:ind w:left="63" w:right="63"/>
              <w:rPr>
                <w:rFonts w:eastAsia="仿宋_GB2312"/>
                <w:color w:val="000000"/>
                <w:kern w:val="2"/>
                <w:sz w:val="28"/>
                <w:szCs w:val="30"/>
                <w:lang w:val="en-US" w:eastAsia="zh-CN"/>
              </w:rPr>
            </w:pPr>
          </w:p>
        </w:tc>
      </w:tr>
      <w:tr w14:paraId="26688A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28B62C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38912A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B96BA2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45945E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A02300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23904D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4B1FAC9">
            <w:pPr>
              <w:pStyle w:val="16"/>
              <w:keepNext/>
              <w:spacing w:after="0" w:afterLines="0" w:line="440" w:lineRule="exact"/>
              <w:ind w:left="63" w:right="63"/>
              <w:rPr>
                <w:rFonts w:eastAsia="仿宋_GB2312"/>
                <w:color w:val="000000"/>
                <w:kern w:val="2"/>
                <w:sz w:val="28"/>
                <w:szCs w:val="30"/>
                <w:lang w:val="en-US" w:eastAsia="zh-CN"/>
              </w:rPr>
            </w:pPr>
          </w:p>
        </w:tc>
      </w:tr>
      <w:tr w14:paraId="73421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D9F6F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DCBD88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1718B3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7A30B5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9C3480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79E085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9A6520C">
            <w:pPr>
              <w:pStyle w:val="16"/>
              <w:keepNext/>
              <w:spacing w:after="0" w:afterLines="0" w:line="440" w:lineRule="exact"/>
              <w:ind w:left="63" w:right="63"/>
              <w:rPr>
                <w:rFonts w:eastAsia="仿宋_GB2312"/>
                <w:color w:val="000000"/>
                <w:kern w:val="2"/>
                <w:sz w:val="28"/>
                <w:szCs w:val="30"/>
                <w:lang w:val="en-US" w:eastAsia="zh-CN"/>
              </w:rPr>
            </w:pPr>
          </w:p>
        </w:tc>
      </w:tr>
      <w:tr w14:paraId="177CB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59BCB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99A2D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37878D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004ED7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983EDF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F0DB7E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7460565">
            <w:pPr>
              <w:pStyle w:val="16"/>
              <w:keepNext/>
              <w:spacing w:after="0" w:afterLines="0" w:line="440" w:lineRule="exact"/>
              <w:ind w:left="63" w:right="63"/>
              <w:rPr>
                <w:rFonts w:eastAsia="仿宋_GB2312"/>
                <w:color w:val="000000"/>
                <w:kern w:val="2"/>
                <w:sz w:val="28"/>
                <w:szCs w:val="30"/>
                <w:lang w:val="en-US" w:eastAsia="zh-CN"/>
              </w:rPr>
            </w:pPr>
          </w:p>
        </w:tc>
      </w:tr>
      <w:tr w14:paraId="77C77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29557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E6B7EA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E7F19FB">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027DAF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DA9F8B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D6B575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4A631B6">
            <w:pPr>
              <w:pStyle w:val="16"/>
              <w:keepNext/>
              <w:spacing w:after="0" w:afterLines="0" w:line="440" w:lineRule="exact"/>
              <w:ind w:left="63" w:right="63"/>
              <w:rPr>
                <w:rFonts w:eastAsia="仿宋_GB2312"/>
                <w:color w:val="000000"/>
                <w:kern w:val="2"/>
                <w:sz w:val="28"/>
                <w:szCs w:val="30"/>
                <w:lang w:val="en-US" w:eastAsia="zh-CN"/>
              </w:rPr>
            </w:pPr>
          </w:p>
        </w:tc>
      </w:tr>
      <w:tr w14:paraId="0729D1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F8F3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9489E8E">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F24E16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1418BA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85D9FB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BD833AF">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5A66F49">
            <w:pPr>
              <w:pStyle w:val="16"/>
              <w:keepNext/>
              <w:spacing w:after="0" w:afterLines="0" w:line="440" w:lineRule="exact"/>
              <w:ind w:left="63" w:right="63"/>
              <w:rPr>
                <w:rFonts w:eastAsia="仿宋_GB2312"/>
                <w:color w:val="000000"/>
                <w:kern w:val="2"/>
                <w:sz w:val="28"/>
                <w:szCs w:val="30"/>
                <w:lang w:val="en-US" w:eastAsia="zh-CN"/>
              </w:rPr>
            </w:pPr>
          </w:p>
        </w:tc>
      </w:tr>
      <w:tr w14:paraId="0D6F9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B62B1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6D7F37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9199CCE">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A75D82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BC9D8F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77C589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46A1548">
            <w:pPr>
              <w:pStyle w:val="16"/>
              <w:keepNext/>
              <w:spacing w:after="0" w:afterLines="0" w:line="440" w:lineRule="exact"/>
              <w:ind w:left="63" w:right="63"/>
              <w:rPr>
                <w:rFonts w:eastAsia="仿宋_GB2312"/>
                <w:color w:val="000000"/>
                <w:kern w:val="2"/>
                <w:sz w:val="28"/>
                <w:szCs w:val="30"/>
                <w:lang w:val="en-US" w:eastAsia="zh-CN"/>
              </w:rPr>
            </w:pPr>
          </w:p>
        </w:tc>
      </w:tr>
      <w:tr w14:paraId="4F7541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93BAA2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3333D2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D14945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470D7A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B376DF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3EB7E7A">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01B6898">
            <w:pPr>
              <w:pStyle w:val="16"/>
              <w:keepNext/>
              <w:spacing w:after="0" w:afterLines="0" w:line="440" w:lineRule="exact"/>
              <w:ind w:left="63" w:right="63"/>
              <w:rPr>
                <w:rFonts w:eastAsia="仿宋_GB2312"/>
                <w:color w:val="000000"/>
                <w:kern w:val="2"/>
                <w:sz w:val="28"/>
                <w:szCs w:val="30"/>
                <w:lang w:val="en-US" w:eastAsia="zh-CN"/>
              </w:rPr>
            </w:pPr>
          </w:p>
        </w:tc>
      </w:tr>
      <w:tr w14:paraId="76A14D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6319D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36B7D2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1142C2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81A8B7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7EA451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BC92ED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A07FDB7">
            <w:pPr>
              <w:pStyle w:val="16"/>
              <w:keepNext/>
              <w:spacing w:after="0" w:afterLines="0" w:line="440" w:lineRule="exact"/>
              <w:ind w:left="63" w:right="63"/>
              <w:rPr>
                <w:rFonts w:eastAsia="仿宋_GB2312"/>
                <w:color w:val="000000"/>
                <w:kern w:val="2"/>
                <w:sz w:val="28"/>
                <w:szCs w:val="30"/>
                <w:lang w:val="en-US" w:eastAsia="zh-CN"/>
              </w:rPr>
            </w:pPr>
          </w:p>
        </w:tc>
      </w:tr>
      <w:tr w14:paraId="31F57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8B9F8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F72F8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9A55C0">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E046C3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4EC87F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B1658A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B71BE2A">
            <w:pPr>
              <w:pStyle w:val="16"/>
              <w:keepNext/>
              <w:spacing w:after="0" w:afterLines="0" w:line="440" w:lineRule="exact"/>
              <w:ind w:left="63" w:right="63"/>
              <w:rPr>
                <w:rFonts w:eastAsia="仿宋_GB2312"/>
                <w:color w:val="000000"/>
                <w:kern w:val="2"/>
                <w:sz w:val="28"/>
                <w:szCs w:val="30"/>
                <w:lang w:val="en-US" w:eastAsia="zh-CN"/>
              </w:rPr>
            </w:pPr>
          </w:p>
        </w:tc>
      </w:tr>
      <w:tr w14:paraId="7A4AA5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0546A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F95210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49226F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05CB47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115AF9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6892D8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74037CF">
            <w:pPr>
              <w:pStyle w:val="16"/>
              <w:keepNext/>
              <w:spacing w:after="0" w:afterLines="0" w:line="440" w:lineRule="exact"/>
              <w:ind w:left="63" w:right="63"/>
              <w:rPr>
                <w:rFonts w:eastAsia="仿宋_GB2312"/>
                <w:color w:val="000000"/>
                <w:kern w:val="2"/>
                <w:sz w:val="28"/>
                <w:szCs w:val="30"/>
                <w:lang w:val="en-US" w:eastAsia="zh-CN"/>
              </w:rPr>
            </w:pPr>
          </w:p>
        </w:tc>
      </w:tr>
      <w:tr w14:paraId="53AF9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AFDE2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CF3BDA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75DFEF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B50D98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9A3339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2F9178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DEC56D4">
            <w:pPr>
              <w:pStyle w:val="16"/>
              <w:keepNext/>
              <w:spacing w:after="0" w:afterLines="0" w:line="440" w:lineRule="exact"/>
              <w:ind w:left="63" w:right="63"/>
              <w:rPr>
                <w:rFonts w:eastAsia="仿宋_GB2312"/>
                <w:color w:val="000000"/>
                <w:kern w:val="2"/>
                <w:sz w:val="28"/>
                <w:szCs w:val="30"/>
                <w:lang w:val="en-US" w:eastAsia="zh-CN"/>
              </w:rPr>
            </w:pPr>
          </w:p>
        </w:tc>
      </w:tr>
      <w:tr w14:paraId="1B1FE7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5B4338">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5D03C8">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9615A1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D0D95E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E9B37A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147816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55D497F">
            <w:pPr>
              <w:pStyle w:val="16"/>
              <w:keepNext/>
              <w:spacing w:after="0" w:afterLines="0" w:line="440" w:lineRule="exact"/>
              <w:ind w:left="63" w:right="63"/>
              <w:rPr>
                <w:rFonts w:eastAsia="仿宋_GB2312"/>
                <w:color w:val="000000"/>
                <w:kern w:val="2"/>
                <w:sz w:val="28"/>
                <w:szCs w:val="30"/>
                <w:lang w:val="en-US" w:eastAsia="zh-CN"/>
              </w:rPr>
            </w:pPr>
          </w:p>
        </w:tc>
      </w:tr>
      <w:tr w14:paraId="795F56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1F6A0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0916998">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90F06AD">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AB9A9C1">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4FE79A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7A78D7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1EBBCCB">
            <w:pPr>
              <w:pStyle w:val="16"/>
              <w:keepNext/>
              <w:spacing w:after="0" w:afterLines="0" w:line="440" w:lineRule="exact"/>
              <w:ind w:left="63" w:right="63"/>
              <w:rPr>
                <w:rFonts w:eastAsia="仿宋_GB2312"/>
                <w:color w:val="000000"/>
                <w:kern w:val="2"/>
                <w:sz w:val="28"/>
                <w:szCs w:val="30"/>
                <w:lang w:val="en-US" w:eastAsia="zh-CN"/>
              </w:rPr>
            </w:pPr>
          </w:p>
        </w:tc>
      </w:tr>
    </w:tbl>
    <w:p w14:paraId="6ACD670D">
      <w:pPr>
        <w:spacing w:line="440" w:lineRule="exact"/>
        <w:rPr>
          <w:rFonts w:ascii="Times New Roman" w:hAnsi="Times New Roman" w:eastAsia="仿宋_GB2312"/>
          <w:color w:val="000000"/>
          <w:sz w:val="30"/>
          <w:szCs w:val="30"/>
        </w:rPr>
      </w:pPr>
    </w:p>
    <w:p w14:paraId="6B680E0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70D6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502F00A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6769D0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3627458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04193B4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295AF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3C8ACC17">
            <w:pPr>
              <w:pStyle w:val="16"/>
              <w:keepNext/>
              <w:spacing w:after="0" w:afterLines="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4366CAC9">
            <w:pPr>
              <w:pStyle w:val="16"/>
              <w:keepNext/>
              <w:spacing w:after="0" w:afterLines="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4A14DB15">
            <w:pPr>
              <w:pStyle w:val="16"/>
              <w:keepNext/>
              <w:spacing w:after="0" w:afterLines="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7C5E3E38">
            <w:pPr>
              <w:pStyle w:val="16"/>
              <w:keepNext/>
              <w:spacing w:after="0" w:afterLines="0" w:line="440" w:lineRule="exact"/>
              <w:ind w:left="63" w:right="63"/>
              <w:rPr>
                <w:color w:val="000000"/>
                <w:kern w:val="2"/>
                <w:sz w:val="21"/>
                <w:szCs w:val="21"/>
                <w:lang w:val="en-US" w:eastAsia="zh-CN"/>
              </w:rPr>
            </w:pPr>
          </w:p>
        </w:tc>
      </w:tr>
      <w:tr w14:paraId="48E0F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B1464CB">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6C218A3B">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3888682D">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575B04D7">
            <w:pPr>
              <w:pStyle w:val="16"/>
              <w:keepNext/>
              <w:spacing w:after="0" w:afterLines="0" w:line="440" w:lineRule="exact"/>
              <w:ind w:left="63" w:right="63"/>
              <w:rPr>
                <w:color w:val="000000"/>
                <w:kern w:val="2"/>
                <w:sz w:val="21"/>
                <w:szCs w:val="21"/>
                <w:lang w:val="en-US" w:eastAsia="zh-CN"/>
              </w:rPr>
            </w:pPr>
          </w:p>
        </w:tc>
      </w:tr>
      <w:tr w14:paraId="137765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B12D5BC">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2C337E97">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665B4AFF">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3E033F96">
            <w:pPr>
              <w:pStyle w:val="16"/>
              <w:keepNext/>
              <w:spacing w:after="0" w:afterLines="0" w:line="440" w:lineRule="exact"/>
              <w:ind w:left="63" w:right="63"/>
              <w:rPr>
                <w:color w:val="000000"/>
                <w:kern w:val="2"/>
                <w:sz w:val="21"/>
                <w:szCs w:val="21"/>
                <w:lang w:val="en-US" w:eastAsia="zh-CN"/>
              </w:rPr>
            </w:pPr>
          </w:p>
        </w:tc>
      </w:tr>
      <w:tr w14:paraId="44F8FC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FCD1A33">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32A27FA">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BA0CDFC">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E6F259E">
            <w:pPr>
              <w:pStyle w:val="16"/>
              <w:keepNext/>
              <w:spacing w:after="0" w:afterLines="0" w:line="440" w:lineRule="exact"/>
              <w:ind w:left="63" w:right="63"/>
              <w:rPr>
                <w:color w:val="000000"/>
                <w:kern w:val="2"/>
                <w:sz w:val="21"/>
                <w:szCs w:val="21"/>
                <w:lang w:val="en-US" w:eastAsia="zh-CN"/>
              </w:rPr>
            </w:pPr>
          </w:p>
        </w:tc>
      </w:tr>
      <w:tr w14:paraId="4CEE0B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F9A0B80">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2BC60B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2C7BD9F">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DB33A8F">
            <w:pPr>
              <w:pStyle w:val="16"/>
              <w:keepNext/>
              <w:spacing w:after="0" w:afterLines="0" w:line="440" w:lineRule="exact"/>
              <w:ind w:left="63" w:right="63"/>
              <w:rPr>
                <w:color w:val="000000"/>
                <w:kern w:val="2"/>
                <w:sz w:val="21"/>
                <w:szCs w:val="21"/>
                <w:lang w:val="en-US" w:eastAsia="zh-CN"/>
              </w:rPr>
            </w:pPr>
          </w:p>
        </w:tc>
      </w:tr>
      <w:tr w14:paraId="477ED0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08E71FE">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8BA7313">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FCCA216">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FBCF45A">
            <w:pPr>
              <w:pStyle w:val="16"/>
              <w:keepNext/>
              <w:spacing w:after="0" w:afterLines="0" w:line="440" w:lineRule="exact"/>
              <w:ind w:left="63" w:right="63"/>
              <w:rPr>
                <w:color w:val="000000"/>
                <w:kern w:val="2"/>
                <w:sz w:val="21"/>
                <w:szCs w:val="21"/>
                <w:lang w:val="en-US" w:eastAsia="zh-CN"/>
              </w:rPr>
            </w:pPr>
          </w:p>
        </w:tc>
      </w:tr>
      <w:tr w14:paraId="28ABB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478614E">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5FAC2F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4E936F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F64684D">
            <w:pPr>
              <w:pStyle w:val="16"/>
              <w:keepNext/>
              <w:spacing w:after="0" w:afterLines="0" w:line="440" w:lineRule="exact"/>
              <w:ind w:left="63" w:right="63"/>
              <w:rPr>
                <w:color w:val="000000"/>
                <w:kern w:val="2"/>
                <w:sz w:val="21"/>
                <w:szCs w:val="21"/>
                <w:lang w:val="en-US" w:eastAsia="zh-CN"/>
              </w:rPr>
            </w:pPr>
          </w:p>
        </w:tc>
      </w:tr>
      <w:tr w14:paraId="5EFE7C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C8DE986">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41B8131">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62DD817">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A7C286B">
            <w:pPr>
              <w:pStyle w:val="16"/>
              <w:keepNext/>
              <w:spacing w:after="0" w:afterLines="0" w:line="440" w:lineRule="exact"/>
              <w:ind w:left="63" w:right="63"/>
              <w:rPr>
                <w:color w:val="000000"/>
                <w:kern w:val="2"/>
                <w:sz w:val="21"/>
                <w:szCs w:val="21"/>
                <w:lang w:val="en-US" w:eastAsia="zh-CN"/>
              </w:rPr>
            </w:pPr>
          </w:p>
        </w:tc>
      </w:tr>
      <w:tr w14:paraId="5108E2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B6BAE9A">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6540701">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F0932C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81A8B5E">
            <w:pPr>
              <w:pStyle w:val="16"/>
              <w:keepNext/>
              <w:spacing w:after="0" w:afterLines="0" w:line="440" w:lineRule="exact"/>
              <w:ind w:left="63" w:right="63"/>
              <w:rPr>
                <w:color w:val="000000"/>
                <w:kern w:val="2"/>
                <w:sz w:val="21"/>
                <w:szCs w:val="21"/>
                <w:lang w:val="en-US" w:eastAsia="zh-CN"/>
              </w:rPr>
            </w:pPr>
          </w:p>
        </w:tc>
      </w:tr>
      <w:tr w14:paraId="75DA4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0ABBB1C">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038FBC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FBDF413">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C8CF52D">
            <w:pPr>
              <w:pStyle w:val="16"/>
              <w:keepNext/>
              <w:spacing w:after="0" w:afterLines="0" w:line="440" w:lineRule="exact"/>
              <w:ind w:left="63" w:right="63"/>
              <w:rPr>
                <w:color w:val="000000"/>
                <w:kern w:val="2"/>
                <w:sz w:val="21"/>
                <w:szCs w:val="21"/>
                <w:lang w:val="en-US" w:eastAsia="zh-CN"/>
              </w:rPr>
            </w:pPr>
          </w:p>
        </w:tc>
      </w:tr>
      <w:tr w14:paraId="402BC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9E043C1">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7364AA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51BA34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01F546F6">
            <w:pPr>
              <w:pStyle w:val="16"/>
              <w:keepNext/>
              <w:spacing w:after="0" w:afterLines="0" w:line="440" w:lineRule="exact"/>
              <w:ind w:left="63" w:right="63"/>
              <w:rPr>
                <w:color w:val="000000"/>
                <w:kern w:val="2"/>
                <w:sz w:val="21"/>
                <w:szCs w:val="21"/>
                <w:lang w:val="en-US" w:eastAsia="zh-CN"/>
              </w:rPr>
            </w:pPr>
          </w:p>
        </w:tc>
      </w:tr>
      <w:tr w14:paraId="35C26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765F67">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84B1AA6">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6F885D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4B35EF41">
            <w:pPr>
              <w:pStyle w:val="16"/>
              <w:keepNext/>
              <w:spacing w:after="0" w:afterLines="0" w:line="440" w:lineRule="exact"/>
              <w:ind w:left="63" w:right="63"/>
              <w:rPr>
                <w:color w:val="000000"/>
                <w:kern w:val="2"/>
                <w:sz w:val="21"/>
                <w:szCs w:val="21"/>
                <w:lang w:val="en-US" w:eastAsia="zh-CN"/>
              </w:rPr>
            </w:pPr>
          </w:p>
        </w:tc>
      </w:tr>
      <w:tr w14:paraId="338B6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2C562A1">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A071CE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5D6B766">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5AAC76D">
            <w:pPr>
              <w:pStyle w:val="16"/>
              <w:keepNext/>
              <w:spacing w:after="0" w:afterLines="0" w:line="440" w:lineRule="exact"/>
              <w:ind w:left="63" w:right="63"/>
              <w:rPr>
                <w:color w:val="000000"/>
                <w:kern w:val="2"/>
                <w:sz w:val="21"/>
                <w:szCs w:val="21"/>
                <w:lang w:val="en-US" w:eastAsia="zh-CN"/>
              </w:rPr>
            </w:pPr>
          </w:p>
        </w:tc>
      </w:tr>
      <w:tr w14:paraId="2433E7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78A0F8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434A6E5">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5D0C594">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572AE8C">
            <w:pPr>
              <w:pStyle w:val="16"/>
              <w:keepNext/>
              <w:spacing w:after="0" w:afterLines="0" w:line="440" w:lineRule="exact"/>
              <w:ind w:left="63" w:right="63"/>
              <w:rPr>
                <w:color w:val="000000"/>
                <w:kern w:val="2"/>
                <w:sz w:val="21"/>
                <w:szCs w:val="21"/>
                <w:lang w:val="en-US" w:eastAsia="zh-CN"/>
              </w:rPr>
            </w:pPr>
          </w:p>
        </w:tc>
      </w:tr>
      <w:tr w14:paraId="6C7A2D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B2ABE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4D20665">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62E58A5">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32974BF">
            <w:pPr>
              <w:pStyle w:val="16"/>
              <w:keepNext/>
              <w:spacing w:after="0" w:afterLines="0" w:line="440" w:lineRule="exact"/>
              <w:ind w:left="63" w:right="63"/>
              <w:rPr>
                <w:color w:val="000000"/>
                <w:kern w:val="2"/>
                <w:sz w:val="21"/>
                <w:szCs w:val="21"/>
                <w:lang w:val="en-US" w:eastAsia="zh-CN"/>
              </w:rPr>
            </w:pPr>
          </w:p>
        </w:tc>
      </w:tr>
      <w:tr w14:paraId="1A8C8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986650">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F5FCF8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B3197A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0A5D6576">
            <w:pPr>
              <w:pStyle w:val="16"/>
              <w:keepNext/>
              <w:spacing w:after="0" w:afterLines="0" w:line="440" w:lineRule="exact"/>
              <w:ind w:left="63" w:right="63"/>
              <w:rPr>
                <w:color w:val="000000"/>
                <w:kern w:val="2"/>
                <w:sz w:val="21"/>
                <w:szCs w:val="21"/>
                <w:lang w:val="en-US" w:eastAsia="zh-CN"/>
              </w:rPr>
            </w:pPr>
          </w:p>
        </w:tc>
      </w:tr>
      <w:tr w14:paraId="4060C3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3A89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1568ECF">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6B1409C">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72C2C52">
            <w:pPr>
              <w:pStyle w:val="16"/>
              <w:keepNext/>
              <w:spacing w:after="0" w:afterLines="0" w:line="440" w:lineRule="exact"/>
              <w:ind w:left="63" w:right="63"/>
              <w:rPr>
                <w:color w:val="000000"/>
                <w:kern w:val="2"/>
                <w:sz w:val="21"/>
                <w:szCs w:val="21"/>
                <w:lang w:val="en-US" w:eastAsia="zh-CN"/>
              </w:rPr>
            </w:pPr>
          </w:p>
        </w:tc>
      </w:tr>
      <w:tr w14:paraId="031F47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35FB02">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BAEDD3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503C4B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646D7AC">
            <w:pPr>
              <w:pStyle w:val="16"/>
              <w:keepNext/>
              <w:spacing w:after="0" w:afterLines="0" w:line="440" w:lineRule="exact"/>
              <w:ind w:left="63" w:right="63"/>
              <w:rPr>
                <w:color w:val="000000"/>
                <w:kern w:val="2"/>
                <w:sz w:val="21"/>
                <w:szCs w:val="21"/>
                <w:lang w:val="en-US" w:eastAsia="zh-CN"/>
              </w:rPr>
            </w:pPr>
          </w:p>
        </w:tc>
      </w:tr>
      <w:tr w14:paraId="76166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438CA1">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7966904">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AEF6AE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069F5C5">
            <w:pPr>
              <w:pStyle w:val="16"/>
              <w:keepNext/>
              <w:spacing w:after="0" w:afterLines="0" w:line="440" w:lineRule="exact"/>
              <w:ind w:left="63" w:right="63"/>
              <w:rPr>
                <w:color w:val="000000"/>
                <w:kern w:val="2"/>
                <w:sz w:val="21"/>
                <w:szCs w:val="21"/>
                <w:lang w:val="en-US" w:eastAsia="zh-CN"/>
              </w:rPr>
            </w:pPr>
          </w:p>
        </w:tc>
      </w:tr>
      <w:tr w14:paraId="1E866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153420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7FB5D319">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1BEC2D9">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3BB7D9B">
            <w:pPr>
              <w:pStyle w:val="16"/>
              <w:keepNext/>
              <w:spacing w:after="0" w:afterLines="0" w:line="440" w:lineRule="exact"/>
              <w:ind w:left="63" w:right="63"/>
              <w:rPr>
                <w:color w:val="000000"/>
                <w:kern w:val="2"/>
                <w:sz w:val="21"/>
                <w:szCs w:val="21"/>
                <w:lang w:val="en-US" w:eastAsia="zh-CN"/>
              </w:rPr>
            </w:pPr>
          </w:p>
        </w:tc>
      </w:tr>
      <w:tr w14:paraId="7A57B7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9FC3D6">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077DF94">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A549AE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E00696B">
            <w:pPr>
              <w:pStyle w:val="16"/>
              <w:keepNext/>
              <w:spacing w:after="0" w:afterLines="0" w:line="440" w:lineRule="exact"/>
              <w:ind w:left="63" w:right="63"/>
              <w:rPr>
                <w:color w:val="000000"/>
                <w:kern w:val="2"/>
                <w:sz w:val="21"/>
                <w:szCs w:val="21"/>
                <w:lang w:val="en-US" w:eastAsia="zh-CN"/>
              </w:rPr>
            </w:pPr>
          </w:p>
        </w:tc>
      </w:tr>
      <w:tr w14:paraId="38D33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490CD82">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7A0D16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EF1663D">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ED59AF6">
            <w:pPr>
              <w:pStyle w:val="16"/>
              <w:keepNext/>
              <w:spacing w:after="0" w:afterLines="0" w:line="440" w:lineRule="exact"/>
              <w:ind w:left="63" w:right="63"/>
              <w:rPr>
                <w:color w:val="000000"/>
                <w:kern w:val="2"/>
                <w:sz w:val="21"/>
                <w:szCs w:val="21"/>
                <w:lang w:val="en-US" w:eastAsia="zh-CN"/>
              </w:rPr>
            </w:pPr>
          </w:p>
        </w:tc>
      </w:tr>
      <w:tr w14:paraId="718315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84E4EA5">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3C01AE7">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5F0070C">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28E3337">
            <w:pPr>
              <w:pStyle w:val="16"/>
              <w:keepNext/>
              <w:spacing w:after="0" w:afterLines="0" w:line="440" w:lineRule="exact"/>
              <w:ind w:left="63" w:right="63"/>
              <w:rPr>
                <w:color w:val="000000"/>
                <w:kern w:val="2"/>
                <w:sz w:val="21"/>
                <w:szCs w:val="21"/>
                <w:lang w:val="en-US" w:eastAsia="zh-CN"/>
              </w:rPr>
            </w:pPr>
          </w:p>
        </w:tc>
      </w:tr>
      <w:tr w14:paraId="16330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C2EF8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E6019C6">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69934DE">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BE7A7D8">
            <w:pPr>
              <w:pStyle w:val="16"/>
              <w:keepNext/>
              <w:spacing w:after="0" w:afterLines="0" w:line="440" w:lineRule="exact"/>
              <w:ind w:left="63" w:right="63"/>
              <w:rPr>
                <w:color w:val="000000"/>
                <w:kern w:val="2"/>
                <w:sz w:val="21"/>
                <w:szCs w:val="21"/>
                <w:lang w:val="en-US" w:eastAsia="zh-CN"/>
              </w:rPr>
            </w:pPr>
          </w:p>
        </w:tc>
      </w:tr>
      <w:tr w14:paraId="1903A7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D6F01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F584DF2">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331DDBF">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F99CC6E">
            <w:pPr>
              <w:pStyle w:val="16"/>
              <w:keepNext/>
              <w:spacing w:after="0" w:afterLines="0" w:line="440" w:lineRule="exact"/>
              <w:ind w:left="63" w:right="63"/>
              <w:rPr>
                <w:color w:val="000000"/>
                <w:kern w:val="2"/>
                <w:sz w:val="21"/>
                <w:szCs w:val="21"/>
                <w:lang w:val="en-US" w:eastAsia="zh-CN"/>
              </w:rPr>
            </w:pPr>
          </w:p>
        </w:tc>
      </w:tr>
      <w:tr w14:paraId="653D8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0C756F">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6688D7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FD795B3">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83F460E">
            <w:pPr>
              <w:pStyle w:val="16"/>
              <w:keepNext/>
              <w:spacing w:after="0" w:afterLines="0" w:line="440" w:lineRule="exact"/>
              <w:ind w:left="63" w:right="63"/>
              <w:rPr>
                <w:color w:val="000000"/>
                <w:kern w:val="2"/>
                <w:sz w:val="21"/>
                <w:szCs w:val="21"/>
                <w:lang w:val="en-US" w:eastAsia="zh-CN"/>
              </w:rPr>
            </w:pPr>
          </w:p>
        </w:tc>
      </w:tr>
      <w:tr w14:paraId="78AA0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13C5697">
            <w:pPr>
              <w:pStyle w:val="16"/>
              <w:keepNext/>
              <w:spacing w:after="0" w:afterLines="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8019574">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86E4E">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F09F87">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CF3F8A"/>
    <w:rsid w:val="16D6582F"/>
    <w:rsid w:val="34F71EA3"/>
    <w:rsid w:val="74CF3F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5"/>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69"/>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link w:val="68"/>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link w:val="71"/>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link w:val="85"/>
    <w:uiPriority w:val="0"/>
    <w:pPr>
      <w:keepNext/>
      <w:keepLines/>
      <w:spacing w:before="280" w:beforeLines="0" w:after="290" w:afterLines="0" w:line="372" w:lineRule="auto"/>
      <w:outlineLvl w:val="4"/>
    </w:pPr>
    <w:rPr>
      <w:b/>
      <w:bCs/>
      <w:kern w:val="2"/>
      <w:sz w:val="28"/>
      <w:szCs w:val="28"/>
    </w:rPr>
  </w:style>
  <w:style w:type="paragraph" w:styleId="7">
    <w:name w:val="heading 6"/>
    <w:basedOn w:val="1"/>
    <w:next w:val="1"/>
    <w:link w:val="64"/>
    <w:uiPriority w:val="0"/>
    <w:pPr>
      <w:keepNext/>
      <w:keepLines/>
      <w:spacing w:before="240" w:beforeLines="0" w:after="64" w:afterLines="0" w:line="317" w:lineRule="auto"/>
      <w:outlineLvl w:val="5"/>
    </w:pPr>
    <w:rPr>
      <w:rFonts w:ascii="Cambria" w:hAnsi="Cambria" w:eastAsia="宋体" w:cs="Times New Roman"/>
      <w:b/>
      <w:bCs/>
      <w:kern w:val="2"/>
      <w:sz w:val="24"/>
      <w:szCs w:val="24"/>
    </w:rPr>
  </w:style>
  <w:style w:type="paragraph" w:styleId="8">
    <w:name w:val="heading 7"/>
    <w:basedOn w:val="1"/>
    <w:next w:val="1"/>
    <w:link w:val="78"/>
    <w:uiPriority w:val="0"/>
    <w:pPr>
      <w:keepNext/>
      <w:keepLines/>
      <w:spacing w:before="240" w:beforeLines="0" w:after="64" w:afterLines="0" w:line="317" w:lineRule="auto"/>
      <w:outlineLvl w:val="6"/>
    </w:pPr>
    <w:rPr>
      <w:b/>
      <w:bCs/>
      <w:kern w:val="2"/>
      <w:sz w:val="24"/>
      <w:szCs w:val="24"/>
    </w:rPr>
  </w:style>
  <w:style w:type="paragraph" w:styleId="9">
    <w:name w:val="heading 8"/>
    <w:basedOn w:val="1"/>
    <w:next w:val="1"/>
    <w:link w:val="58"/>
    <w:uiPriority w:val="0"/>
    <w:pPr>
      <w:keepNext/>
      <w:keepLines/>
      <w:spacing w:before="240" w:beforeLines="0" w:after="64" w:afterLines="0" w:line="317" w:lineRule="auto"/>
      <w:outlineLvl w:val="7"/>
    </w:pPr>
    <w:rPr>
      <w:rFonts w:ascii="Cambria" w:hAnsi="Cambria" w:eastAsia="宋体" w:cs="Times New Roman"/>
      <w:kern w:val="2"/>
      <w:sz w:val="24"/>
      <w:szCs w:val="24"/>
    </w:rPr>
  </w:style>
  <w:style w:type="paragraph" w:styleId="10">
    <w:name w:val="heading 9"/>
    <w:basedOn w:val="1"/>
    <w:next w:val="1"/>
    <w:link w:val="67"/>
    <w:uiPriority w:val="0"/>
    <w:pPr>
      <w:keepNext/>
      <w:keepLines/>
      <w:spacing w:before="240" w:beforeLines="0" w:after="64" w:afterLines="0" w:line="317" w:lineRule="auto"/>
      <w:outlineLvl w:val="8"/>
    </w:pPr>
    <w:rPr>
      <w:rFonts w:ascii="Cambria" w:hAnsi="Cambria" w:eastAsia="宋体" w:cs="Times New Roman"/>
      <w:kern w:val="2"/>
      <w:sz w:val="21"/>
      <w:szCs w:val="21"/>
    </w:rPr>
  </w:style>
  <w:style w:type="character" w:default="1" w:styleId="35">
    <w:name w:val="Default Paragraph Font"/>
    <w:uiPriority w:val="0"/>
  </w:style>
  <w:style w:type="table" w:default="1" w:styleId="34">
    <w:name w:val="Normal Table"/>
    <w:semiHidden/>
    <w:qFormat/>
    <w:uiPriority w:val="0"/>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7"/>
    <w:qFormat/>
    <w:uiPriority w:val="0"/>
    <w:pPr>
      <w:shd w:val="clear" w:color="auto" w:fill="000080"/>
    </w:pPr>
    <w:rPr>
      <w:rFonts w:ascii="Times New Roman" w:hAnsi="Times New Roman"/>
      <w:szCs w:val="24"/>
      <w:shd w:val="clear" w:color="auto" w:fill="000080"/>
    </w:rPr>
  </w:style>
  <w:style w:type="paragraph" w:styleId="15">
    <w:name w:val="annotation text"/>
    <w:basedOn w:val="1"/>
    <w:link w:val="87"/>
    <w:uiPriority w:val="0"/>
    <w:pPr>
      <w:jc w:val="left"/>
    </w:pPr>
    <w:rPr>
      <w:kern w:val="2"/>
      <w:sz w:val="21"/>
      <w:szCs w:val="22"/>
    </w:rPr>
  </w:style>
  <w:style w:type="paragraph" w:styleId="16">
    <w:name w:val="Body Text"/>
    <w:basedOn w:val="1"/>
    <w:link w:val="72"/>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qFormat/>
    <w:uiPriority w:val="0"/>
    <w:pPr>
      <w:tabs>
        <w:tab w:val="right" w:leader="dot" w:pos="8296"/>
      </w:tabs>
      <w:ind w:left="1050" w:leftChars="500"/>
    </w:pPr>
  </w:style>
  <w:style w:type="paragraph" w:styleId="19">
    <w:name w:val="toc 3"/>
    <w:basedOn w:val="1"/>
    <w:next w:val="1"/>
    <w:qFormat/>
    <w:uiPriority w:val="0"/>
    <w:pPr>
      <w:ind w:left="840" w:leftChars="400"/>
    </w:pPr>
  </w:style>
  <w:style w:type="paragraph" w:styleId="20">
    <w:name w:val="toc 8"/>
    <w:basedOn w:val="1"/>
    <w:next w:val="1"/>
    <w:qFormat/>
    <w:uiPriority w:val="0"/>
    <w:pPr>
      <w:ind w:left="2940" w:leftChars="1400"/>
    </w:pPr>
  </w:style>
  <w:style w:type="paragraph" w:styleId="21">
    <w:name w:val="Date"/>
    <w:basedOn w:val="1"/>
    <w:next w:val="1"/>
    <w:link w:val="59"/>
    <w:qFormat/>
    <w:uiPriority w:val="0"/>
    <w:pPr>
      <w:ind w:left="100" w:leftChars="2500"/>
    </w:pPr>
    <w:rPr>
      <w:rFonts w:ascii="宋体" w:hAnsi="Times New Roman"/>
      <w:sz w:val="28"/>
    </w:rPr>
  </w:style>
  <w:style w:type="paragraph" w:styleId="22">
    <w:name w:val="Balloon Text"/>
    <w:basedOn w:val="1"/>
    <w:link w:val="80"/>
    <w:qFormat/>
    <w:uiPriority w:val="0"/>
    <w:rPr>
      <w:rFonts w:ascii="宋体" w:hAnsi="Times New Roman"/>
      <w:sz w:val="18"/>
      <w:szCs w:val="18"/>
    </w:rPr>
  </w:style>
  <w:style w:type="paragraph" w:styleId="23">
    <w:name w:val="footer"/>
    <w:basedOn w:val="1"/>
    <w:link w:val="82"/>
    <w:qFormat/>
    <w:uiPriority w:val="0"/>
    <w:pPr>
      <w:tabs>
        <w:tab w:val="center" w:pos="4153"/>
        <w:tab w:val="right" w:pos="8306"/>
      </w:tabs>
      <w:snapToGrid w:val="0"/>
      <w:jc w:val="left"/>
    </w:pPr>
    <w:rPr>
      <w:kern w:val="2"/>
      <w:sz w:val="18"/>
      <w:szCs w:val="18"/>
    </w:rPr>
  </w:style>
  <w:style w:type="paragraph" w:styleId="24">
    <w:name w:val="header"/>
    <w:basedOn w:val="1"/>
    <w:link w:val="60"/>
    <w:uiPriority w:val="0"/>
    <w:pPr>
      <w:pBdr>
        <w:bottom w:val="single" w:color="auto" w:sz="6" w:space="1"/>
      </w:pBdr>
      <w:tabs>
        <w:tab w:val="center" w:pos="4153"/>
        <w:tab w:val="right" w:pos="8306"/>
      </w:tabs>
      <w:snapToGrid w:val="0"/>
      <w:jc w:val="center"/>
    </w:pPr>
    <w:rPr>
      <w:kern w:val="2"/>
      <w:sz w:val="18"/>
      <w:szCs w:val="18"/>
    </w:rPr>
  </w:style>
  <w:style w:type="paragraph" w:styleId="25">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qFormat/>
    <w:uiPriority w:val="0"/>
    <w:pPr>
      <w:tabs>
        <w:tab w:val="left" w:pos="1890"/>
        <w:tab w:val="right" w:leader="dot" w:pos="8296"/>
      </w:tabs>
      <w:ind w:left="630" w:leftChars="300"/>
    </w:pPr>
  </w:style>
  <w:style w:type="paragraph" w:styleId="27">
    <w:name w:val="Subtitle"/>
    <w:basedOn w:val="1"/>
    <w:next w:val="1"/>
    <w:link w:val="74"/>
    <w:qFormat/>
    <w:uiPriority w:val="0"/>
    <w:pPr>
      <w:spacing w:before="240" w:beforeLines="0" w:after="60" w:afterLines="0" w:line="312" w:lineRule="auto"/>
      <w:jc w:val="center"/>
      <w:outlineLvl w:val="1"/>
    </w:pPr>
    <w:rPr>
      <w:rFonts w:ascii="Cambria" w:hAnsi="Cambria" w:cs="Times New Roman"/>
      <w:b/>
      <w:bCs/>
      <w:kern w:val="28"/>
      <w:sz w:val="32"/>
      <w:szCs w:val="32"/>
    </w:rPr>
  </w:style>
  <w:style w:type="paragraph" w:styleId="28">
    <w:name w:val="toc 6"/>
    <w:basedOn w:val="1"/>
    <w:next w:val="1"/>
    <w:qFormat/>
    <w:uiPriority w:val="0"/>
    <w:pPr>
      <w:ind w:left="2100" w:leftChars="1000"/>
    </w:pPr>
  </w:style>
  <w:style w:type="paragraph" w:styleId="29">
    <w:name w:val="toc 2"/>
    <w:basedOn w:val="1"/>
    <w:next w:val="1"/>
    <w:qFormat/>
    <w:uiPriority w:val="0"/>
    <w:pPr>
      <w:ind w:left="420" w:leftChars="200"/>
    </w:pPr>
    <w:rPr>
      <w:rFonts w:ascii="宋体" w:hAnsi="Times New Roman"/>
      <w:b/>
      <w:sz w:val="28"/>
      <w:szCs w:val="20"/>
    </w:rPr>
  </w:style>
  <w:style w:type="paragraph" w:styleId="30">
    <w:name w:val="toc 9"/>
    <w:basedOn w:val="1"/>
    <w:next w:val="1"/>
    <w:qFormat/>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7"/>
    <w:uiPriority w:val="0"/>
    <w:pPr>
      <w:spacing w:before="240" w:beforeLines="0" w:after="60" w:afterLines="0"/>
      <w:jc w:val="center"/>
      <w:outlineLvl w:val="0"/>
    </w:pPr>
    <w:rPr>
      <w:rFonts w:ascii="Cambria" w:hAnsi="Cambria" w:cs="Times New Roman"/>
      <w:b/>
      <w:bCs/>
      <w:kern w:val="2"/>
      <w:sz w:val="32"/>
      <w:szCs w:val="32"/>
    </w:rPr>
  </w:style>
  <w:style w:type="paragraph" w:styleId="33">
    <w:name w:val="annotation subject"/>
    <w:basedOn w:val="15"/>
    <w:next w:val="15"/>
    <w:link w:val="54"/>
    <w:uiPriority w:val="0"/>
    <w:rPr>
      <w:rFonts w:ascii="宋体" w:hAnsi="Times New Roman"/>
      <w:b/>
      <w:bCs/>
      <w:sz w:val="28"/>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0"/>
    <w:rPr>
      <w:rFonts w:cs="Times New Roman"/>
      <w:color w:val="0000FF"/>
      <w:u w:val="single"/>
    </w:rPr>
  </w:style>
  <w:style w:type="character" w:styleId="40">
    <w:name w:val="annotation reference"/>
    <w:qFormat/>
    <w:uiPriority w:val="0"/>
    <w:rPr>
      <w:rFonts w:cs="Times New Roman"/>
      <w:sz w:val="21"/>
      <w:szCs w:val="21"/>
    </w:rPr>
  </w:style>
  <w:style w:type="paragraph" w:styleId="41">
    <w:name w:val="Intense Quote"/>
    <w:basedOn w:val="1"/>
    <w:next w:val="1"/>
    <w:link w:val="66"/>
    <w:uiPriority w:val="0"/>
    <w:pPr>
      <w:pBdr>
        <w:bottom w:val="single" w:color="4F81BD" w:sz="4" w:space="4"/>
      </w:pBdr>
      <w:spacing w:before="200" w:beforeLines="0" w:after="280" w:afterLines="0"/>
      <w:ind w:left="936" w:right="936"/>
    </w:pPr>
    <w:rPr>
      <w:b/>
      <w:bCs/>
      <w:i/>
      <w:iCs/>
      <w:color w:val="4F81BD"/>
      <w:kern w:val="2"/>
      <w:sz w:val="21"/>
      <w:szCs w:val="22"/>
    </w:rPr>
  </w:style>
  <w:style w:type="paragraph" w:customStyle="1" w:styleId="42">
    <w:name w:val="_Style 41"/>
    <w:qFormat/>
    <w:uiPriority w:val="0"/>
    <w:rPr>
      <w:rFonts w:ascii="Times New Roman" w:hAnsi="Times New Roman" w:eastAsia="宋体" w:cs="Times New Roman"/>
      <w:kern w:val="2"/>
      <w:sz w:val="21"/>
      <w:szCs w:val="24"/>
      <w:lang w:val="en-US" w:eastAsia="zh-CN" w:bidi="ar-SA"/>
    </w:rPr>
  </w:style>
  <w:style w:type="paragraph" w:customStyle="1" w:styleId="43">
    <w:name w:val="_Style 42"/>
    <w:basedOn w:val="2"/>
    <w:next w:val="1"/>
    <w:qFormat/>
    <w:uiPriority w:val="0"/>
    <w:pPr>
      <w:outlineLvl w:val="9"/>
    </w:pPr>
  </w:style>
  <w:style w:type="paragraph" w:styleId="44">
    <w:name w:val="Quote"/>
    <w:basedOn w:val="1"/>
    <w:next w:val="1"/>
    <w:link w:val="63"/>
    <w:qFormat/>
    <w:uiPriority w:val="0"/>
    <w:rPr>
      <w:i/>
      <w:iCs/>
      <w:color w:val="000000"/>
      <w:kern w:val="2"/>
      <w:sz w:val="21"/>
      <w:szCs w:val="22"/>
    </w:rPr>
  </w:style>
  <w:style w:type="paragraph" w:styleId="4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47">
    <w:name w:val="List Paragraph"/>
    <w:basedOn w:val="1"/>
    <w:qFormat/>
    <w:uiPriority w:val="0"/>
    <w:pPr>
      <w:ind w:firstLine="420" w:firstLineChars="200"/>
    </w:pPr>
  </w:style>
  <w:style w:type="paragraph" w:customStyle="1" w:styleId="48">
    <w:name w:val="标题4"/>
    <w:basedOn w:val="3"/>
    <w:next w:val="17"/>
    <w:link w:val="53"/>
    <w:qFormat/>
    <w:uiPriority w:val="0"/>
    <w:pPr>
      <w:spacing w:line="413" w:lineRule="auto"/>
    </w:pPr>
    <w:rPr>
      <w:rFonts w:ascii="Arial" w:hAnsi="Arial"/>
      <w:b w:val="0"/>
      <w:bCs w:val="0"/>
      <w:sz w:val="24"/>
      <w:szCs w:val="32"/>
    </w:rPr>
  </w:style>
  <w:style w:type="paragraph" w:customStyle="1" w:styleId="49">
    <w:name w:val="样式 标题 2 + Times New Roman 四号 非加粗 段前: 5 磅 段后: 0 磅 行距: 固定值 20..."/>
    <w:basedOn w:val="3"/>
    <w:qFormat/>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50">
    <w:name w:val="flNote"/>
    <w:basedOn w:val="1"/>
    <w:qFormat/>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customStyle="1" w:styleId="51">
    <w:name w:val="标题5"/>
    <w:basedOn w:val="4"/>
    <w:link w:val="84"/>
    <w:qFormat/>
    <w:uiPriority w:val="0"/>
    <w:pPr>
      <w:spacing w:line="413" w:lineRule="auto"/>
    </w:pPr>
    <w:rPr>
      <w:rFonts w:ascii="Arial" w:hAnsi="Arial"/>
      <w:b w:val="0"/>
      <w:bCs w:val="0"/>
      <w:sz w:val="24"/>
      <w:szCs w:val="32"/>
    </w:rPr>
  </w:style>
  <w:style w:type="paragraph" w:customStyle="1" w:styleId="52">
    <w:name w:val="样式 标题 3 + (中文) 黑体 小四 非加粗 段前: 7.8 磅 段后: 0 磅 行距: 固定值 20 磅"/>
    <w:basedOn w:val="4"/>
    <w:qFormat/>
    <w:uiPriority w:val="0"/>
    <w:pPr>
      <w:spacing w:before="0" w:beforeLines="0" w:after="0" w:afterLines="0" w:line="400" w:lineRule="exact"/>
    </w:pPr>
    <w:rPr>
      <w:rFonts w:ascii="Times New Roman" w:hAnsi="Times New Roman" w:eastAsia="黑体" w:cs="宋体"/>
      <w:b w:val="0"/>
      <w:bCs w:val="0"/>
      <w:sz w:val="24"/>
      <w:szCs w:val="20"/>
    </w:rPr>
  </w:style>
  <w:style w:type="character" w:customStyle="1" w:styleId="53">
    <w:name w:val="标题4 Char Char"/>
    <w:link w:val="48"/>
    <w:qFormat/>
    <w:uiPriority w:val="0"/>
    <w:rPr>
      <w:rFonts w:ascii="Arial" w:hAnsi="Arial"/>
      <w:b/>
      <w:bCs/>
      <w:sz w:val="24"/>
      <w:szCs w:val="32"/>
    </w:rPr>
  </w:style>
  <w:style w:type="character" w:customStyle="1" w:styleId="54">
    <w:name w:val="批注主题 Char Char"/>
    <w:link w:val="33"/>
    <w:qFormat/>
    <w:uiPriority w:val="0"/>
    <w:rPr>
      <w:rFonts w:ascii="宋体" w:hAnsi="Times New Roman"/>
      <w:b/>
      <w:bCs/>
      <w:sz w:val="28"/>
    </w:rPr>
  </w:style>
  <w:style w:type="character" w:customStyle="1" w:styleId="55">
    <w:name w:val="文档结构图 Char1"/>
    <w:qFormat/>
    <w:uiPriority w:val="0"/>
    <w:rPr>
      <w:rFonts w:ascii="宋体"/>
      <w:kern w:val="2"/>
      <w:sz w:val="18"/>
      <w:szCs w:val="18"/>
    </w:rPr>
  </w:style>
  <w:style w:type="character" w:customStyle="1" w:styleId="56">
    <w:name w:val="批注框文本 Char1"/>
    <w:qFormat/>
    <w:uiPriority w:val="0"/>
    <w:rPr>
      <w:kern w:val="2"/>
      <w:sz w:val="18"/>
      <w:szCs w:val="18"/>
    </w:rPr>
  </w:style>
  <w:style w:type="character" w:customStyle="1" w:styleId="57">
    <w:name w:val="文档结构图 Char Char"/>
    <w:link w:val="14"/>
    <w:qFormat/>
    <w:uiPriority w:val="0"/>
    <w:rPr>
      <w:rFonts w:ascii="Times New Roman" w:hAnsi="Times New Roman"/>
      <w:szCs w:val="24"/>
      <w:shd w:val="clear" w:color="auto" w:fill="000080"/>
    </w:rPr>
  </w:style>
  <w:style w:type="character" w:customStyle="1" w:styleId="58">
    <w:name w:val="标题 8 Char Char"/>
    <w:link w:val="9"/>
    <w:qFormat/>
    <w:uiPriority w:val="0"/>
    <w:rPr>
      <w:rFonts w:ascii="Cambria" w:hAnsi="Cambria" w:eastAsia="宋体" w:cs="Times New Roman"/>
      <w:kern w:val="2"/>
      <w:sz w:val="24"/>
      <w:szCs w:val="24"/>
    </w:rPr>
  </w:style>
  <w:style w:type="character" w:customStyle="1" w:styleId="59">
    <w:name w:val="日期 Char Char"/>
    <w:link w:val="21"/>
    <w:uiPriority w:val="0"/>
    <w:rPr>
      <w:rFonts w:ascii="宋体" w:hAnsi="Times New Roman"/>
      <w:sz w:val="28"/>
    </w:rPr>
  </w:style>
  <w:style w:type="character" w:customStyle="1" w:styleId="60">
    <w:name w:val="页眉 Char Char"/>
    <w:link w:val="24"/>
    <w:qFormat/>
    <w:uiPriority w:val="0"/>
    <w:rPr>
      <w:kern w:val="2"/>
      <w:sz w:val="18"/>
      <w:szCs w:val="18"/>
    </w:rPr>
  </w:style>
  <w:style w:type="character" w:customStyle="1" w:styleId="61">
    <w:name w:val="textcontents"/>
    <w:qFormat/>
    <w:uiPriority w:val="0"/>
    <w:rPr>
      <w:rFonts w:cs="Times New Roman"/>
    </w:rPr>
  </w:style>
  <w:style w:type="character" w:customStyle="1" w:styleId="62">
    <w:name w:val="_Style 61"/>
    <w:qFormat/>
    <w:uiPriority w:val="0"/>
    <w:rPr>
      <w:i/>
      <w:iCs/>
      <w:color w:val="808080"/>
    </w:rPr>
  </w:style>
  <w:style w:type="character" w:customStyle="1" w:styleId="63">
    <w:name w:val="引用 Char Char"/>
    <w:link w:val="44"/>
    <w:qFormat/>
    <w:uiPriority w:val="0"/>
    <w:rPr>
      <w:i/>
      <w:iCs/>
      <w:color w:val="000000"/>
      <w:kern w:val="2"/>
      <w:sz w:val="21"/>
      <w:szCs w:val="22"/>
    </w:rPr>
  </w:style>
  <w:style w:type="character" w:customStyle="1" w:styleId="64">
    <w:name w:val="标题 6 Char Char"/>
    <w:link w:val="7"/>
    <w:qFormat/>
    <w:uiPriority w:val="0"/>
    <w:rPr>
      <w:rFonts w:ascii="Cambria" w:hAnsi="Cambria" w:eastAsia="宋体" w:cs="Times New Roman"/>
      <w:b/>
      <w:bCs/>
      <w:kern w:val="2"/>
      <w:sz w:val="24"/>
      <w:szCs w:val="24"/>
    </w:rPr>
  </w:style>
  <w:style w:type="character" w:customStyle="1" w:styleId="65">
    <w:name w:val="批注主题 Char1"/>
    <w:qFormat/>
    <w:uiPriority w:val="0"/>
    <w:rPr>
      <w:b/>
      <w:bCs/>
      <w:kern w:val="2"/>
      <w:sz w:val="21"/>
      <w:szCs w:val="22"/>
    </w:rPr>
  </w:style>
  <w:style w:type="character" w:customStyle="1" w:styleId="66">
    <w:name w:val="明显引用 Char Char"/>
    <w:link w:val="41"/>
    <w:qFormat/>
    <w:uiPriority w:val="0"/>
    <w:rPr>
      <w:b/>
      <w:bCs/>
      <w:i/>
      <w:iCs/>
      <w:color w:val="4F81BD"/>
      <w:kern w:val="2"/>
      <w:sz w:val="21"/>
      <w:szCs w:val="22"/>
    </w:rPr>
  </w:style>
  <w:style w:type="character" w:customStyle="1" w:styleId="67">
    <w:name w:val="标题 9 Char Char"/>
    <w:link w:val="10"/>
    <w:qFormat/>
    <w:uiPriority w:val="0"/>
    <w:rPr>
      <w:rFonts w:ascii="Cambria" w:hAnsi="Cambria" w:eastAsia="宋体" w:cs="Times New Roman"/>
      <w:kern w:val="2"/>
      <w:sz w:val="21"/>
      <w:szCs w:val="21"/>
    </w:rPr>
  </w:style>
  <w:style w:type="character" w:customStyle="1" w:styleId="68">
    <w:name w:val="标题 3 Char Char"/>
    <w:link w:val="4"/>
    <w:qFormat/>
    <w:uiPriority w:val="0"/>
    <w:rPr>
      <w:b/>
      <w:bCs/>
      <w:kern w:val="2"/>
      <w:sz w:val="32"/>
      <w:szCs w:val="32"/>
    </w:rPr>
  </w:style>
  <w:style w:type="character" w:customStyle="1" w:styleId="69">
    <w:name w:val="标题 2 Char Char"/>
    <w:link w:val="3"/>
    <w:qFormat/>
    <w:uiPriority w:val="0"/>
    <w:rPr>
      <w:rFonts w:ascii="Cambria" w:hAnsi="Cambria" w:eastAsia="宋体" w:cs="Times New Roman"/>
      <w:b/>
      <w:bCs/>
      <w:kern w:val="2"/>
      <w:sz w:val="32"/>
      <w:szCs w:val="32"/>
    </w:rPr>
  </w:style>
  <w:style w:type="character" w:customStyle="1" w:styleId="70">
    <w:name w:val="_Style 69"/>
    <w:qFormat/>
    <w:uiPriority w:val="0"/>
    <w:rPr>
      <w:b/>
      <w:bCs/>
      <w:smallCaps/>
      <w:spacing w:val="5"/>
    </w:rPr>
  </w:style>
  <w:style w:type="character" w:customStyle="1" w:styleId="71">
    <w:name w:val="标题 4 Char Char"/>
    <w:link w:val="5"/>
    <w:qFormat/>
    <w:uiPriority w:val="0"/>
    <w:rPr>
      <w:rFonts w:ascii="Cambria" w:hAnsi="Cambria" w:eastAsia="宋体" w:cs="Times New Roman"/>
      <w:b/>
      <w:bCs/>
      <w:kern w:val="2"/>
      <w:sz w:val="28"/>
      <w:szCs w:val="28"/>
    </w:rPr>
  </w:style>
  <w:style w:type="character" w:customStyle="1" w:styleId="72">
    <w:name w:val="正文文本 Char Char"/>
    <w:link w:val="16"/>
    <w:uiPriority w:val="0"/>
    <w:rPr>
      <w:rFonts w:ascii="Times New Roman" w:hAnsi="Times New Roman"/>
    </w:rPr>
  </w:style>
  <w:style w:type="character" w:customStyle="1" w:styleId="73">
    <w:name w:val="_Style 72"/>
    <w:qFormat/>
    <w:uiPriority w:val="0"/>
    <w:rPr>
      <w:smallCaps/>
      <w:color w:val="C0504D"/>
      <w:u w:val="single"/>
    </w:rPr>
  </w:style>
  <w:style w:type="character" w:customStyle="1" w:styleId="74">
    <w:name w:val="副标题 Char Char"/>
    <w:link w:val="27"/>
    <w:qFormat/>
    <w:uiPriority w:val="0"/>
    <w:rPr>
      <w:rFonts w:ascii="Cambria" w:hAnsi="Cambria" w:cs="Times New Roman"/>
      <w:b/>
      <w:bCs/>
      <w:kern w:val="28"/>
      <w:sz w:val="32"/>
      <w:szCs w:val="32"/>
    </w:rPr>
  </w:style>
  <w:style w:type="character" w:customStyle="1" w:styleId="75">
    <w:name w:val="标题 1 Char Char"/>
    <w:link w:val="2"/>
    <w:uiPriority w:val="0"/>
    <w:rPr>
      <w:b/>
      <w:bCs/>
      <w:kern w:val="44"/>
      <w:sz w:val="44"/>
      <w:szCs w:val="44"/>
    </w:rPr>
  </w:style>
  <w:style w:type="character" w:customStyle="1" w:styleId="76">
    <w:name w:val="日期 Char1"/>
    <w:qFormat/>
    <w:uiPriority w:val="0"/>
    <w:rPr>
      <w:kern w:val="2"/>
      <w:sz w:val="21"/>
      <w:szCs w:val="22"/>
    </w:rPr>
  </w:style>
  <w:style w:type="character" w:customStyle="1" w:styleId="77">
    <w:name w:val="标题 Char Char"/>
    <w:link w:val="32"/>
    <w:qFormat/>
    <w:uiPriority w:val="0"/>
    <w:rPr>
      <w:rFonts w:ascii="Cambria" w:hAnsi="Cambria" w:cs="Times New Roman"/>
      <w:b/>
      <w:bCs/>
      <w:kern w:val="2"/>
      <w:sz w:val="32"/>
      <w:szCs w:val="32"/>
    </w:rPr>
  </w:style>
  <w:style w:type="character" w:customStyle="1" w:styleId="78">
    <w:name w:val="标题 7 Char Char"/>
    <w:link w:val="8"/>
    <w:qFormat/>
    <w:uiPriority w:val="0"/>
    <w:rPr>
      <w:b/>
      <w:bCs/>
      <w:kern w:val="2"/>
      <w:sz w:val="24"/>
      <w:szCs w:val="24"/>
    </w:rPr>
  </w:style>
  <w:style w:type="character" w:customStyle="1" w:styleId="79">
    <w:name w:val="_Style 78"/>
    <w:qFormat/>
    <w:uiPriority w:val="0"/>
    <w:rPr>
      <w:b/>
      <w:bCs/>
      <w:smallCaps/>
      <w:color w:val="C0504D"/>
      <w:spacing w:val="5"/>
      <w:u w:val="single"/>
    </w:rPr>
  </w:style>
  <w:style w:type="character" w:customStyle="1" w:styleId="80">
    <w:name w:val="批注框文本 Char Char"/>
    <w:link w:val="22"/>
    <w:qFormat/>
    <w:uiPriority w:val="0"/>
    <w:rPr>
      <w:rFonts w:ascii="宋体" w:hAnsi="Times New Roman"/>
      <w:sz w:val="18"/>
      <w:szCs w:val="18"/>
    </w:rPr>
  </w:style>
  <w:style w:type="character" w:customStyle="1" w:styleId="81">
    <w:name w:val="批注文字 Char Char"/>
    <w:uiPriority w:val="0"/>
    <w:rPr>
      <w:rFonts w:ascii="宋体" w:hAnsi="Times New Roman" w:eastAsia="宋体" w:cs="Times New Roman"/>
      <w:sz w:val="28"/>
      <w:szCs w:val="20"/>
    </w:rPr>
  </w:style>
  <w:style w:type="character" w:customStyle="1" w:styleId="82">
    <w:name w:val="页脚 Char Char"/>
    <w:link w:val="23"/>
    <w:qFormat/>
    <w:uiPriority w:val="0"/>
    <w:rPr>
      <w:kern w:val="2"/>
      <w:sz w:val="18"/>
      <w:szCs w:val="18"/>
    </w:rPr>
  </w:style>
  <w:style w:type="character" w:customStyle="1" w:styleId="83">
    <w:name w:val="正文文本 Char1"/>
    <w:uiPriority w:val="0"/>
    <w:rPr>
      <w:kern w:val="2"/>
      <w:sz w:val="21"/>
      <w:szCs w:val="22"/>
    </w:rPr>
  </w:style>
  <w:style w:type="character" w:customStyle="1" w:styleId="84">
    <w:name w:val="标题5 Char Char"/>
    <w:link w:val="51"/>
    <w:qFormat/>
    <w:uiPriority w:val="0"/>
    <w:rPr>
      <w:rFonts w:ascii="Arial" w:hAnsi="Arial"/>
      <w:b/>
      <w:bCs/>
      <w:sz w:val="24"/>
      <w:szCs w:val="32"/>
    </w:rPr>
  </w:style>
  <w:style w:type="character" w:customStyle="1" w:styleId="85">
    <w:name w:val="标题 5 Char Char"/>
    <w:link w:val="6"/>
    <w:uiPriority w:val="0"/>
    <w:rPr>
      <w:b/>
      <w:bCs/>
      <w:kern w:val="2"/>
      <w:sz w:val="28"/>
      <w:szCs w:val="28"/>
    </w:rPr>
  </w:style>
  <w:style w:type="character" w:customStyle="1" w:styleId="86">
    <w:name w:val="_Style 85"/>
    <w:qFormat/>
    <w:uiPriority w:val="0"/>
    <w:rPr>
      <w:b/>
      <w:bCs/>
      <w:i/>
      <w:iCs/>
      <w:color w:val="4F81BD"/>
    </w:rPr>
  </w:style>
  <w:style w:type="character" w:customStyle="1" w:styleId="87">
    <w:name w:val="批注文字 Char Char Char"/>
    <w:link w:val="15"/>
    <w:qFormat/>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0857;\AppData\Roaming\kingsoft\office6\templates\download\c747e6a614cb1bc5bc9c0014034e2f2f\&#24314;&#35774;&#24037;&#31243;&#26045;&#24037;&#21512;&#21516;.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建设工程施工合同.doc.docx</Template>
  <Pages>163</Pages>
  <Words>49819</Words>
  <Characters>52835</Characters>
  <Lines>648</Lines>
  <Paragraphs>182</Paragraphs>
  <TotalTime>0</TotalTime>
  <ScaleCrop>false</ScaleCrop>
  <LinksUpToDate>false</LinksUpToDate>
  <CharactersWithSpaces>54486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2025-07-06T08:11:00Z</dcterms:created>
  <dc:creator>龙波</dc:creator>
  <cp:lastModifiedBy>龙波</cp:lastModifiedBy>
  <dcterms:modified xsi:type="dcterms:W3CDTF">2025-07-06T08:13:09Z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UUID">
    <vt:lpwstr>v1.0_mb_D2JzlaSTqXcuNLyFMr8TIQ==</vt:lpwstr>
  </property>
  <property fmtid="{D5CDD505-2E9C-101B-9397-08002B2CF9AE}" pid="4" name="ICV">
    <vt:lpwstr>92D9C420B5134FCABB2DEF63B8D3824C_11</vt:lpwstr>
  </property>
</Properties>
</file>